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50"/>
        <w:gridCol w:w="4500"/>
      </w:tblGrid>
      <w:tr w:rsidR="00C802E7" w:rsidRPr="004C6EAB" w:rsidTr="00877266">
        <w:trPr>
          <w:trHeight w:val="12780"/>
        </w:trPr>
        <w:tc>
          <w:tcPr>
            <w:tcW w:w="5850" w:type="dxa"/>
          </w:tcPr>
          <w:p w:rsidR="00270B07" w:rsidRPr="00270B07" w:rsidRDefault="00270B07" w:rsidP="00270B07">
            <w:pPr>
              <w:pStyle w:val="Heading4"/>
              <w:rPr>
                <w:rFonts w:ascii="Arial" w:hAnsi="Arial" w:cs="Arial"/>
              </w:rPr>
            </w:pPr>
            <w:r w:rsidRPr="00270B07">
              <w:rPr>
                <w:rFonts w:ascii="Arial" w:hAnsi="Arial" w:cs="Arial"/>
              </w:rPr>
              <w:t xml:space="preserve">1. </w:t>
            </w:r>
            <w:r w:rsidRPr="00270B07">
              <w:rPr>
                <w:rStyle w:val="Strong"/>
                <w:rFonts w:ascii="Arial" w:hAnsi="Arial" w:cs="Arial"/>
                <w:bCs/>
              </w:rPr>
              <w:t>Clothing</w:t>
            </w:r>
          </w:p>
          <w:p w:rsidR="00270B07" w:rsidRPr="00270B07" w:rsidRDefault="00270B07" w:rsidP="00346F25">
            <w:pPr>
              <w:numPr>
                <w:ilvl w:val="0"/>
                <w:numId w:val="1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B07">
              <w:rPr>
                <w:rFonts w:ascii="Arial" w:hAnsi="Arial" w:cs="Arial"/>
                <w:sz w:val="22"/>
                <w:szCs w:val="22"/>
              </w:rPr>
              <w:t>Hiking boots</w:t>
            </w:r>
          </w:p>
          <w:p w:rsidR="00270B07" w:rsidRPr="00270B07" w:rsidRDefault="00270B07" w:rsidP="00346F25">
            <w:pPr>
              <w:numPr>
                <w:ilvl w:val="0"/>
                <w:numId w:val="1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B07">
              <w:rPr>
                <w:rFonts w:ascii="Arial" w:hAnsi="Arial" w:cs="Arial"/>
                <w:sz w:val="22"/>
                <w:szCs w:val="22"/>
              </w:rPr>
              <w:t>Moisture-wicking socks (3-4 pairs)</w:t>
            </w:r>
          </w:p>
          <w:p w:rsidR="00270B07" w:rsidRPr="00270B07" w:rsidRDefault="00270B07" w:rsidP="00346F25">
            <w:pPr>
              <w:numPr>
                <w:ilvl w:val="0"/>
                <w:numId w:val="1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B07">
              <w:rPr>
                <w:rFonts w:ascii="Arial" w:hAnsi="Arial" w:cs="Arial"/>
                <w:sz w:val="22"/>
                <w:szCs w:val="22"/>
              </w:rPr>
              <w:t>Hiking pants/shorts</w:t>
            </w:r>
          </w:p>
          <w:p w:rsidR="00270B07" w:rsidRPr="00270B07" w:rsidRDefault="00270B07" w:rsidP="00346F25">
            <w:pPr>
              <w:numPr>
                <w:ilvl w:val="0"/>
                <w:numId w:val="1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B07">
              <w:rPr>
                <w:rFonts w:ascii="Arial" w:hAnsi="Arial" w:cs="Arial"/>
                <w:sz w:val="22"/>
                <w:szCs w:val="22"/>
              </w:rPr>
              <w:t>Lightweight, breathable shirts (2-3)</w:t>
            </w:r>
          </w:p>
          <w:p w:rsidR="00270B07" w:rsidRPr="00270B07" w:rsidRDefault="00270B07" w:rsidP="00346F25">
            <w:pPr>
              <w:numPr>
                <w:ilvl w:val="0"/>
                <w:numId w:val="1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B07">
              <w:rPr>
                <w:rFonts w:ascii="Arial" w:hAnsi="Arial" w:cs="Arial"/>
                <w:sz w:val="22"/>
                <w:szCs w:val="22"/>
              </w:rPr>
              <w:t>Waterproof jacket or windbreaker</w:t>
            </w:r>
          </w:p>
          <w:p w:rsidR="00270B07" w:rsidRPr="00270B07" w:rsidRDefault="00270B07" w:rsidP="00346F25">
            <w:pPr>
              <w:numPr>
                <w:ilvl w:val="0"/>
                <w:numId w:val="1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B07">
              <w:rPr>
                <w:rFonts w:ascii="Arial" w:hAnsi="Arial" w:cs="Arial"/>
                <w:sz w:val="22"/>
                <w:szCs w:val="22"/>
              </w:rPr>
              <w:t>Hat or cap for sun protection</w:t>
            </w:r>
          </w:p>
          <w:p w:rsidR="00270B07" w:rsidRPr="00270B07" w:rsidRDefault="00270B07" w:rsidP="00346F25">
            <w:pPr>
              <w:numPr>
                <w:ilvl w:val="0"/>
                <w:numId w:val="1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B07">
              <w:rPr>
                <w:rFonts w:ascii="Arial" w:hAnsi="Arial" w:cs="Arial"/>
                <w:sz w:val="22"/>
                <w:szCs w:val="22"/>
              </w:rPr>
              <w:t>Gloves (if hiking in colder conditions)</w:t>
            </w:r>
          </w:p>
          <w:p w:rsidR="00270B07" w:rsidRPr="00270B07" w:rsidRDefault="00270B07" w:rsidP="00346F25">
            <w:pPr>
              <w:numPr>
                <w:ilvl w:val="0"/>
                <w:numId w:val="1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B07">
              <w:rPr>
                <w:rFonts w:ascii="Arial" w:hAnsi="Arial" w:cs="Arial"/>
                <w:sz w:val="22"/>
                <w:szCs w:val="22"/>
              </w:rPr>
              <w:t>Base layers (thermal shirt/pants, if needed)</w:t>
            </w:r>
          </w:p>
          <w:p w:rsidR="00270B07" w:rsidRPr="00270B07" w:rsidRDefault="00270B07" w:rsidP="00270B07">
            <w:pPr>
              <w:pStyle w:val="Heading4"/>
              <w:rPr>
                <w:rFonts w:ascii="Arial" w:hAnsi="Arial" w:cs="Arial"/>
              </w:rPr>
            </w:pPr>
            <w:r w:rsidRPr="00270B07">
              <w:rPr>
                <w:rFonts w:ascii="Arial" w:hAnsi="Arial" w:cs="Arial"/>
              </w:rPr>
              <w:t xml:space="preserve">2. </w:t>
            </w:r>
            <w:r w:rsidRPr="00270B07">
              <w:rPr>
                <w:rStyle w:val="Strong"/>
                <w:rFonts w:ascii="Arial" w:hAnsi="Arial" w:cs="Arial"/>
                <w:bCs/>
              </w:rPr>
              <w:t>Camping Gear</w:t>
            </w:r>
          </w:p>
          <w:p w:rsidR="00270B07" w:rsidRPr="00270B07" w:rsidRDefault="00270B07" w:rsidP="00346F25">
            <w:pPr>
              <w:numPr>
                <w:ilvl w:val="0"/>
                <w:numId w:val="2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B07">
              <w:rPr>
                <w:rFonts w:ascii="Arial" w:hAnsi="Arial" w:cs="Arial"/>
                <w:sz w:val="22"/>
                <w:szCs w:val="22"/>
              </w:rPr>
              <w:t xml:space="preserve">Tent (with stakes and </w:t>
            </w:r>
            <w:proofErr w:type="spellStart"/>
            <w:r w:rsidRPr="00270B07">
              <w:rPr>
                <w:rFonts w:ascii="Arial" w:hAnsi="Arial" w:cs="Arial"/>
                <w:sz w:val="22"/>
                <w:szCs w:val="22"/>
              </w:rPr>
              <w:t>guylines</w:t>
            </w:r>
            <w:proofErr w:type="spellEnd"/>
            <w:r w:rsidRPr="00270B07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270B07" w:rsidRPr="00270B07" w:rsidRDefault="00270B07" w:rsidP="00346F25">
            <w:pPr>
              <w:numPr>
                <w:ilvl w:val="0"/>
                <w:numId w:val="2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B07">
              <w:rPr>
                <w:rFonts w:ascii="Arial" w:hAnsi="Arial" w:cs="Arial"/>
                <w:sz w:val="22"/>
                <w:szCs w:val="22"/>
              </w:rPr>
              <w:t>Sleeping bag (appropriate for the weather)</w:t>
            </w:r>
          </w:p>
          <w:p w:rsidR="00270B07" w:rsidRPr="00270B07" w:rsidRDefault="00270B07" w:rsidP="00346F25">
            <w:pPr>
              <w:numPr>
                <w:ilvl w:val="0"/>
                <w:numId w:val="2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B07">
              <w:rPr>
                <w:rFonts w:ascii="Arial" w:hAnsi="Arial" w:cs="Arial"/>
                <w:sz w:val="22"/>
                <w:szCs w:val="22"/>
              </w:rPr>
              <w:t>Sleeping pad or air mattress</w:t>
            </w:r>
          </w:p>
          <w:p w:rsidR="00270B07" w:rsidRPr="00270B07" w:rsidRDefault="00270B07" w:rsidP="00346F25">
            <w:pPr>
              <w:numPr>
                <w:ilvl w:val="0"/>
                <w:numId w:val="2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B07">
              <w:rPr>
                <w:rFonts w:ascii="Arial" w:hAnsi="Arial" w:cs="Arial"/>
                <w:sz w:val="22"/>
                <w:szCs w:val="22"/>
              </w:rPr>
              <w:t>Camping stove or portable grill</w:t>
            </w:r>
          </w:p>
          <w:p w:rsidR="00270B07" w:rsidRPr="00270B07" w:rsidRDefault="00270B07" w:rsidP="00346F25">
            <w:pPr>
              <w:numPr>
                <w:ilvl w:val="0"/>
                <w:numId w:val="2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B07">
              <w:rPr>
                <w:rFonts w:ascii="Arial" w:hAnsi="Arial" w:cs="Arial"/>
                <w:sz w:val="22"/>
                <w:szCs w:val="22"/>
              </w:rPr>
              <w:t>Cooking utensils (pot, pan, spatula, etc.)</w:t>
            </w:r>
          </w:p>
          <w:p w:rsidR="00270B07" w:rsidRPr="00270B07" w:rsidRDefault="00270B07" w:rsidP="00346F25">
            <w:pPr>
              <w:numPr>
                <w:ilvl w:val="0"/>
                <w:numId w:val="2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B07">
              <w:rPr>
                <w:rFonts w:ascii="Arial" w:hAnsi="Arial" w:cs="Arial"/>
                <w:sz w:val="22"/>
                <w:szCs w:val="22"/>
              </w:rPr>
              <w:t>Lighter and waterproof matches</w:t>
            </w:r>
          </w:p>
          <w:p w:rsidR="00270B07" w:rsidRPr="00270B07" w:rsidRDefault="00270B07" w:rsidP="00346F25">
            <w:pPr>
              <w:numPr>
                <w:ilvl w:val="0"/>
                <w:numId w:val="2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B07">
              <w:rPr>
                <w:rFonts w:ascii="Arial" w:hAnsi="Arial" w:cs="Arial"/>
                <w:sz w:val="22"/>
                <w:szCs w:val="22"/>
              </w:rPr>
              <w:t>Headlamp or flashlight (with extra batteries)</w:t>
            </w:r>
          </w:p>
          <w:p w:rsidR="00270B07" w:rsidRPr="00270B07" w:rsidRDefault="00270B07" w:rsidP="00346F25">
            <w:pPr>
              <w:numPr>
                <w:ilvl w:val="0"/>
                <w:numId w:val="2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B07">
              <w:rPr>
                <w:rFonts w:ascii="Arial" w:hAnsi="Arial" w:cs="Arial"/>
                <w:sz w:val="22"/>
                <w:szCs w:val="22"/>
              </w:rPr>
              <w:t>Multi-tool or knife</w:t>
            </w:r>
          </w:p>
          <w:p w:rsidR="00270B07" w:rsidRPr="00270B07" w:rsidRDefault="00270B07" w:rsidP="00346F25">
            <w:pPr>
              <w:numPr>
                <w:ilvl w:val="0"/>
                <w:numId w:val="2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B07">
              <w:rPr>
                <w:rFonts w:ascii="Arial" w:hAnsi="Arial" w:cs="Arial"/>
                <w:sz w:val="22"/>
                <w:szCs w:val="22"/>
              </w:rPr>
              <w:t>Lantern (if camping overnight)</w:t>
            </w:r>
          </w:p>
          <w:p w:rsidR="00270B07" w:rsidRPr="00270B07" w:rsidRDefault="00270B07" w:rsidP="00270B07">
            <w:pPr>
              <w:pStyle w:val="Heading4"/>
              <w:rPr>
                <w:rFonts w:ascii="Arial" w:hAnsi="Arial" w:cs="Arial"/>
              </w:rPr>
            </w:pPr>
            <w:r w:rsidRPr="00270B07">
              <w:rPr>
                <w:rFonts w:ascii="Arial" w:hAnsi="Arial" w:cs="Arial"/>
              </w:rPr>
              <w:t xml:space="preserve">3. </w:t>
            </w:r>
            <w:r w:rsidRPr="00270B07">
              <w:rPr>
                <w:rStyle w:val="Strong"/>
                <w:rFonts w:ascii="Arial" w:hAnsi="Arial" w:cs="Arial"/>
                <w:bCs/>
              </w:rPr>
              <w:t>Food and Water</w:t>
            </w:r>
          </w:p>
          <w:p w:rsidR="00270B07" w:rsidRPr="00270B07" w:rsidRDefault="00270B07" w:rsidP="00346F25">
            <w:pPr>
              <w:numPr>
                <w:ilvl w:val="0"/>
                <w:numId w:val="3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B07">
              <w:rPr>
                <w:rFonts w:ascii="Arial" w:hAnsi="Arial" w:cs="Arial"/>
                <w:sz w:val="22"/>
                <w:szCs w:val="22"/>
              </w:rPr>
              <w:t>Non-perishable meals (freeze-dried meals, trail mix, energy bars)</w:t>
            </w:r>
          </w:p>
          <w:p w:rsidR="00270B07" w:rsidRPr="00270B07" w:rsidRDefault="00270B07" w:rsidP="00346F25">
            <w:pPr>
              <w:numPr>
                <w:ilvl w:val="0"/>
                <w:numId w:val="3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B07">
              <w:rPr>
                <w:rFonts w:ascii="Arial" w:hAnsi="Arial" w:cs="Arial"/>
                <w:sz w:val="22"/>
                <w:szCs w:val="22"/>
              </w:rPr>
              <w:t xml:space="preserve">Water bottles or hydration system (e.g., </w:t>
            </w:r>
            <w:proofErr w:type="spellStart"/>
            <w:r w:rsidRPr="00270B07">
              <w:rPr>
                <w:rFonts w:ascii="Arial" w:hAnsi="Arial" w:cs="Arial"/>
                <w:sz w:val="22"/>
                <w:szCs w:val="22"/>
              </w:rPr>
              <w:t>Camelbak</w:t>
            </w:r>
            <w:proofErr w:type="spellEnd"/>
            <w:r w:rsidRPr="00270B07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270B07" w:rsidRPr="00270B07" w:rsidRDefault="00270B07" w:rsidP="00346F25">
            <w:pPr>
              <w:numPr>
                <w:ilvl w:val="0"/>
                <w:numId w:val="3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B07">
              <w:rPr>
                <w:rFonts w:ascii="Arial" w:hAnsi="Arial" w:cs="Arial"/>
                <w:sz w:val="22"/>
                <w:szCs w:val="22"/>
              </w:rPr>
              <w:t>Water purification tablets or filter</w:t>
            </w:r>
          </w:p>
          <w:p w:rsidR="00270B07" w:rsidRPr="00270B07" w:rsidRDefault="00270B07" w:rsidP="00346F25">
            <w:pPr>
              <w:numPr>
                <w:ilvl w:val="0"/>
                <w:numId w:val="3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B07">
              <w:rPr>
                <w:rFonts w:ascii="Arial" w:hAnsi="Arial" w:cs="Arial"/>
                <w:sz w:val="22"/>
                <w:szCs w:val="22"/>
              </w:rPr>
              <w:t>Cooler (if necessary for perishables)</w:t>
            </w:r>
          </w:p>
          <w:p w:rsidR="00270B07" w:rsidRPr="00270B07" w:rsidRDefault="00270B07" w:rsidP="00346F25">
            <w:pPr>
              <w:numPr>
                <w:ilvl w:val="0"/>
                <w:numId w:val="3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B07">
              <w:rPr>
                <w:rFonts w:ascii="Arial" w:hAnsi="Arial" w:cs="Arial"/>
                <w:sz w:val="22"/>
                <w:szCs w:val="22"/>
              </w:rPr>
              <w:t>Portable utensils (fork, knife, spoon)</w:t>
            </w:r>
          </w:p>
          <w:p w:rsidR="00270B07" w:rsidRPr="00270B07" w:rsidRDefault="00270B07" w:rsidP="00270B07">
            <w:pPr>
              <w:pStyle w:val="Heading4"/>
              <w:rPr>
                <w:rFonts w:ascii="Arial" w:hAnsi="Arial" w:cs="Arial"/>
              </w:rPr>
            </w:pPr>
            <w:r w:rsidRPr="00270B07">
              <w:rPr>
                <w:rFonts w:ascii="Arial" w:hAnsi="Arial" w:cs="Arial"/>
              </w:rPr>
              <w:t xml:space="preserve">4. </w:t>
            </w:r>
            <w:r w:rsidRPr="00270B07">
              <w:rPr>
                <w:rStyle w:val="Strong"/>
                <w:rFonts w:ascii="Arial" w:hAnsi="Arial" w:cs="Arial"/>
                <w:bCs/>
              </w:rPr>
              <w:t>Personal Items</w:t>
            </w:r>
          </w:p>
          <w:p w:rsidR="00270B07" w:rsidRPr="00270B07" w:rsidRDefault="00270B07" w:rsidP="00346F25">
            <w:pPr>
              <w:numPr>
                <w:ilvl w:val="0"/>
                <w:numId w:val="4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B07">
              <w:rPr>
                <w:rFonts w:ascii="Arial" w:hAnsi="Arial" w:cs="Arial"/>
                <w:sz w:val="22"/>
                <w:szCs w:val="22"/>
              </w:rPr>
              <w:t>Sunscreen (SPF 30 or higher)</w:t>
            </w:r>
          </w:p>
          <w:p w:rsidR="00270B07" w:rsidRPr="00270B07" w:rsidRDefault="00270B07" w:rsidP="00346F25">
            <w:pPr>
              <w:numPr>
                <w:ilvl w:val="0"/>
                <w:numId w:val="4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B07">
              <w:rPr>
                <w:rFonts w:ascii="Arial" w:hAnsi="Arial" w:cs="Arial"/>
                <w:sz w:val="22"/>
                <w:szCs w:val="22"/>
              </w:rPr>
              <w:t>Lip balm with SPF</w:t>
            </w:r>
          </w:p>
          <w:p w:rsidR="00270B07" w:rsidRPr="00270B07" w:rsidRDefault="00270B07" w:rsidP="00346F25">
            <w:pPr>
              <w:numPr>
                <w:ilvl w:val="0"/>
                <w:numId w:val="4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B07">
              <w:rPr>
                <w:rFonts w:ascii="Arial" w:hAnsi="Arial" w:cs="Arial"/>
                <w:sz w:val="22"/>
                <w:szCs w:val="22"/>
              </w:rPr>
              <w:t>Insect repellent</w:t>
            </w:r>
          </w:p>
          <w:p w:rsidR="00270B07" w:rsidRPr="00270B07" w:rsidRDefault="00270B07" w:rsidP="00346F25">
            <w:pPr>
              <w:numPr>
                <w:ilvl w:val="0"/>
                <w:numId w:val="4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B07">
              <w:rPr>
                <w:rFonts w:ascii="Arial" w:hAnsi="Arial" w:cs="Arial"/>
                <w:sz w:val="22"/>
                <w:szCs w:val="22"/>
              </w:rPr>
              <w:t>First-aid kit (bandages, antiseptic wipes, pain relievers, etc.)</w:t>
            </w:r>
          </w:p>
          <w:p w:rsidR="00270B07" w:rsidRPr="00270B07" w:rsidRDefault="00270B07" w:rsidP="00346F25">
            <w:pPr>
              <w:numPr>
                <w:ilvl w:val="0"/>
                <w:numId w:val="4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B07">
              <w:rPr>
                <w:rFonts w:ascii="Arial" w:hAnsi="Arial" w:cs="Arial"/>
                <w:sz w:val="22"/>
                <w:szCs w:val="22"/>
              </w:rPr>
              <w:t>Personal hygiene items (toothbrush, toothpaste, hand sanitizer)</w:t>
            </w:r>
          </w:p>
          <w:p w:rsidR="004A5CA3" w:rsidRPr="00270B07" w:rsidRDefault="00270B07" w:rsidP="00346F25">
            <w:pPr>
              <w:numPr>
                <w:ilvl w:val="0"/>
                <w:numId w:val="4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B07">
              <w:rPr>
                <w:rFonts w:ascii="Arial" w:hAnsi="Arial" w:cs="Arial"/>
                <w:sz w:val="22"/>
                <w:szCs w:val="22"/>
              </w:rPr>
              <w:t>Towel (quick-dry or camp towel)</w:t>
            </w:r>
          </w:p>
        </w:tc>
        <w:tc>
          <w:tcPr>
            <w:tcW w:w="4500" w:type="dxa"/>
          </w:tcPr>
          <w:p w:rsidR="00270B07" w:rsidRPr="00270B07" w:rsidRDefault="00270B07" w:rsidP="00270B07">
            <w:pPr>
              <w:pStyle w:val="Heading4"/>
              <w:rPr>
                <w:rFonts w:ascii="Arial" w:hAnsi="Arial" w:cs="Arial"/>
              </w:rPr>
            </w:pPr>
            <w:r w:rsidRPr="00270B07">
              <w:rPr>
                <w:rFonts w:ascii="Arial" w:hAnsi="Arial" w:cs="Arial"/>
              </w:rPr>
              <w:t xml:space="preserve">5. </w:t>
            </w:r>
            <w:r w:rsidRPr="00270B07">
              <w:rPr>
                <w:rStyle w:val="Strong"/>
                <w:rFonts w:ascii="Arial" w:hAnsi="Arial" w:cs="Arial"/>
                <w:bCs/>
              </w:rPr>
              <w:t>Navigation and Communication</w:t>
            </w:r>
          </w:p>
          <w:p w:rsidR="00270B07" w:rsidRPr="00270B07" w:rsidRDefault="00270B07" w:rsidP="00346F25">
            <w:pPr>
              <w:numPr>
                <w:ilvl w:val="0"/>
                <w:numId w:val="5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B07">
              <w:rPr>
                <w:rFonts w:ascii="Arial" w:hAnsi="Arial" w:cs="Arial"/>
                <w:sz w:val="22"/>
                <w:szCs w:val="22"/>
              </w:rPr>
              <w:t>Map of the trail or area</w:t>
            </w:r>
          </w:p>
          <w:p w:rsidR="00270B07" w:rsidRPr="00270B07" w:rsidRDefault="00270B07" w:rsidP="00346F25">
            <w:pPr>
              <w:numPr>
                <w:ilvl w:val="0"/>
                <w:numId w:val="5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B07">
              <w:rPr>
                <w:rFonts w:ascii="Arial" w:hAnsi="Arial" w:cs="Arial"/>
                <w:sz w:val="22"/>
                <w:szCs w:val="22"/>
              </w:rPr>
              <w:t>Compass or GPS device</w:t>
            </w:r>
          </w:p>
          <w:p w:rsidR="00270B07" w:rsidRPr="00270B07" w:rsidRDefault="00270B07" w:rsidP="00346F25">
            <w:pPr>
              <w:numPr>
                <w:ilvl w:val="0"/>
                <w:numId w:val="5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B07">
              <w:rPr>
                <w:rFonts w:ascii="Arial" w:hAnsi="Arial" w:cs="Arial"/>
                <w:sz w:val="22"/>
                <w:szCs w:val="22"/>
              </w:rPr>
              <w:t>Fully charged phone (in a waterproof case)</w:t>
            </w:r>
          </w:p>
          <w:p w:rsidR="00270B07" w:rsidRPr="00270B07" w:rsidRDefault="00270B07" w:rsidP="00346F25">
            <w:pPr>
              <w:numPr>
                <w:ilvl w:val="0"/>
                <w:numId w:val="5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B07">
              <w:rPr>
                <w:rFonts w:ascii="Arial" w:hAnsi="Arial" w:cs="Arial"/>
                <w:sz w:val="22"/>
                <w:szCs w:val="22"/>
              </w:rPr>
              <w:t>Emergency whistle</w:t>
            </w:r>
          </w:p>
          <w:p w:rsidR="00270B07" w:rsidRPr="00270B07" w:rsidRDefault="00270B07" w:rsidP="00346F25">
            <w:pPr>
              <w:numPr>
                <w:ilvl w:val="0"/>
                <w:numId w:val="5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B07">
              <w:rPr>
                <w:rFonts w:ascii="Arial" w:hAnsi="Arial" w:cs="Arial"/>
                <w:sz w:val="22"/>
                <w:szCs w:val="22"/>
              </w:rPr>
              <w:t>Portable power bank</w:t>
            </w:r>
          </w:p>
          <w:p w:rsidR="00270B07" w:rsidRPr="00270B07" w:rsidRDefault="00270B07" w:rsidP="00270B07">
            <w:pPr>
              <w:pStyle w:val="Heading4"/>
              <w:rPr>
                <w:rFonts w:ascii="Arial" w:hAnsi="Arial" w:cs="Arial"/>
              </w:rPr>
            </w:pPr>
            <w:r w:rsidRPr="00270B07">
              <w:rPr>
                <w:rFonts w:ascii="Arial" w:hAnsi="Arial" w:cs="Arial"/>
              </w:rPr>
              <w:t xml:space="preserve">6. </w:t>
            </w:r>
            <w:r w:rsidRPr="00270B07">
              <w:rPr>
                <w:rStyle w:val="Strong"/>
                <w:rFonts w:ascii="Arial" w:hAnsi="Arial" w:cs="Arial"/>
                <w:bCs/>
              </w:rPr>
              <w:t>Safety and Survival Gear</w:t>
            </w:r>
          </w:p>
          <w:p w:rsidR="00270B07" w:rsidRPr="00270B07" w:rsidRDefault="00270B07" w:rsidP="00346F25">
            <w:pPr>
              <w:numPr>
                <w:ilvl w:val="0"/>
                <w:numId w:val="6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B07">
              <w:rPr>
                <w:rFonts w:ascii="Arial" w:hAnsi="Arial" w:cs="Arial"/>
                <w:sz w:val="22"/>
                <w:szCs w:val="22"/>
              </w:rPr>
              <w:t xml:space="preserve">Emergency blanket or </w:t>
            </w:r>
            <w:proofErr w:type="spellStart"/>
            <w:r w:rsidRPr="00270B07">
              <w:rPr>
                <w:rFonts w:ascii="Arial" w:hAnsi="Arial" w:cs="Arial"/>
                <w:sz w:val="22"/>
                <w:szCs w:val="22"/>
              </w:rPr>
              <w:t>bivy</w:t>
            </w:r>
            <w:proofErr w:type="spellEnd"/>
            <w:r w:rsidRPr="00270B07">
              <w:rPr>
                <w:rFonts w:ascii="Arial" w:hAnsi="Arial" w:cs="Arial"/>
                <w:sz w:val="22"/>
                <w:szCs w:val="22"/>
              </w:rPr>
              <w:t xml:space="preserve"> sack</w:t>
            </w:r>
          </w:p>
          <w:p w:rsidR="00270B07" w:rsidRPr="00270B07" w:rsidRDefault="00270B07" w:rsidP="00346F25">
            <w:pPr>
              <w:numPr>
                <w:ilvl w:val="0"/>
                <w:numId w:val="6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70B07">
              <w:rPr>
                <w:rFonts w:ascii="Arial" w:hAnsi="Arial" w:cs="Arial"/>
                <w:sz w:val="22"/>
                <w:szCs w:val="22"/>
              </w:rPr>
              <w:t>Firestarter</w:t>
            </w:r>
            <w:proofErr w:type="spellEnd"/>
            <w:r w:rsidRPr="00270B07">
              <w:rPr>
                <w:rFonts w:ascii="Arial" w:hAnsi="Arial" w:cs="Arial"/>
                <w:sz w:val="22"/>
                <w:szCs w:val="22"/>
              </w:rPr>
              <w:t xml:space="preserve"> kit</w:t>
            </w:r>
          </w:p>
          <w:p w:rsidR="00270B07" w:rsidRPr="00270B07" w:rsidRDefault="00270B07" w:rsidP="00346F25">
            <w:pPr>
              <w:numPr>
                <w:ilvl w:val="0"/>
                <w:numId w:val="6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B07">
              <w:rPr>
                <w:rFonts w:ascii="Arial" w:hAnsi="Arial" w:cs="Arial"/>
                <w:sz w:val="22"/>
                <w:szCs w:val="22"/>
              </w:rPr>
              <w:t>Duct tape (for quick repairs)</w:t>
            </w:r>
          </w:p>
          <w:p w:rsidR="00270B07" w:rsidRPr="00270B07" w:rsidRDefault="00270B07" w:rsidP="00346F25">
            <w:pPr>
              <w:numPr>
                <w:ilvl w:val="0"/>
                <w:numId w:val="6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70B07">
              <w:rPr>
                <w:rFonts w:ascii="Arial" w:hAnsi="Arial" w:cs="Arial"/>
                <w:sz w:val="22"/>
                <w:szCs w:val="22"/>
              </w:rPr>
              <w:t>Paracord</w:t>
            </w:r>
            <w:proofErr w:type="spellEnd"/>
            <w:r w:rsidRPr="00270B07">
              <w:rPr>
                <w:rFonts w:ascii="Arial" w:hAnsi="Arial" w:cs="Arial"/>
                <w:sz w:val="22"/>
                <w:szCs w:val="22"/>
              </w:rPr>
              <w:t xml:space="preserve"> (for building shelters or other uses)</w:t>
            </w:r>
          </w:p>
          <w:p w:rsidR="00270B07" w:rsidRPr="00270B07" w:rsidRDefault="00270B07" w:rsidP="00346F25">
            <w:pPr>
              <w:numPr>
                <w:ilvl w:val="0"/>
                <w:numId w:val="6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B07">
              <w:rPr>
                <w:rFonts w:ascii="Arial" w:hAnsi="Arial" w:cs="Arial"/>
                <w:sz w:val="22"/>
                <w:szCs w:val="22"/>
              </w:rPr>
              <w:t>Bear spray (if camping in bear country)</w:t>
            </w:r>
          </w:p>
          <w:p w:rsidR="00270B07" w:rsidRPr="00270B07" w:rsidRDefault="00270B07" w:rsidP="00270B07">
            <w:pPr>
              <w:pStyle w:val="Heading4"/>
              <w:rPr>
                <w:rFonts w:ascii="Arial" w:hAnsi="Arial" w:cs="Arial"/>
              </w:rPr>
            </w:pPr>
            <w:r w:rsidRPr="00270B07">
              <w:rPr>
                <w:rFonts w:ascii="Arial" w:hAnsi="Arial" w:cs="Arial"/>
              </w:rPr>
              <w:t xml:space="preserve">7. </w:t>
            </w:r>
            <w:r w:rsidRPr="00270B07">
              <w:rPr>
                <w:rStyle w:val="Strong"/>
                <w:rFonts w:ascii="Arial" w:hAnsi="Arial" w:cs="Arial"/>
                <w:bCs/>
              </w:rPr>
              <w:t>Additional Optional Items</w:t>
            </w:r>
          </w:p>
          <w:p w:rsidR="00270B07" w:rsidRPr="00270B07" w:rsidRDefault="00270B07" w:rsidP="00346F25">
            <w:pPr>
              <w:numPr>
                <w:ilvl w:val="0"/>
                <w:numId w:val="7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B07">
              <w:rPr>
                <w:rFonts w:ascii="Arial" w:hAnsi="Arial" w:cs="Arial"/>
                <w:sz w:val="22"/>
                <w:szCs w:val="22"/>
              </w:rPr>
              <w:t>Hiking poles</w:t>
            </w:r>
          </w:p>
          <w:p w:rsidR="00270B07" w:rsidRPr="00270B07" w:rsidRDefault="00270B07" w:rsidP="00346F25">
            <w:pPr>
              <w:numPr>
                <w:ilvl w:val="0"/>
                <w:numId w:val="7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B07">
              <w:rPr>
                <w:rFonts w:ascii="Arial" w:hAnsi="Arial" w:cs="Arial"/>
                <w:sz w:val="22"/>
                <w:szCs w:val="22"/>
              </w:rPr>
              <w:t>Camera or GoPro</w:t>
            </w:r>
          </w:p>
          <w:p w:rsidR="00270B07" w:rsidRPr="00270B07" w:rsidRDefault="00270B07" w:rsidP="00346F25">
            <w:pPr>
              <w:numPr>
                <w:ilvl w:val="0"/>
                <w:numId w:val="7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B07">
              <w:rPr>
                <w:rFonts w:ascii="Arial" w:hAnsi="Arial" w:cs="Arial"/>
                <w:sz w:val="22"/>
                <w:szCs w:val="22"/>
              </w:rPr>
              <w:t>Lightweight backpack for day hikes</w:t>
            </w:r>
          </w:p>
          <w:p w:rsidR="00270B07" w:rsidRPr="00270B07" w:rsidRDefault="00270B07" w:rsidP="00346F25">
            <w:pPr>
              <w:numPr>
                <w:ilvl w:val="0"/>
                <w:numId w:val="7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B07">
              <w:rPr>
                <w:rFonts w:ascii="Arial" w:hAnsi="Arial" w:cs="Arial"/>
                <w:sz w:val="22"/>
                <w:szCs w:val="22"/>
              </w:rPr>
              <w:t>Book or journal for leisure</w:t>
            </w:r>
          </w:p>
          <w:p w:rsidR="00270B07" w:rsidRPr="00270B07" w:rsidRDefault="00270B07" w:rsidP="00346F25">
            <w:pPr>
              <w:numPr>
                <w:ilvl w:val="0"/>
                <w:numId w:val="7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B07">
              <w:rPr>
                <w:rFonts w:ascii="Arial" w:hAnsi="Arial" w:cs="Arial"/>
                <w:sz w:val="22"/>
                <w:szCs w:val="22"/>
              </w:rPr>
              <w:t>Camp chair or hammock</w:t>
            </w:r>
          </w:p>
          <w:p w:rsidR="008E1AD7" w:rsidRPr="00270B07" w:rsidRDefault="00270B07" w:rsidP="00346F25">
            <w:pPr>
              <w:numPr>
                <w:ilvl w:val="0"/>
                <w:numId w:val="7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B07">
              <w:rPr>
                <w:rFonts w:ascii="Arial" w:hAnsi="Arial" w:cs="Arial"/>
                <w:sz w:val="22"/>
                <w:szCs w:val="22"/>
              </w:rPr>
              <w:t>Trash b</w:t>
            </w:r>
            <w:bookmarkStart w:id="0" w:name="_GoBack"/>
            <w:bookmarkEnd w:id="0"/>
            <w:r w:rsidRPr="00270B07">
              <w:rPr>
                <w:rFonts w:ascii="Arial" w:hAnsi="Arial" w:cs="Arial"/>
                <w:sz w:val="22"/>
                <w:szCs w:val="22"/>
              </w:rPr>
              <w:t>ags (leave no trace)</w:t>
            </w:r>
          </w:p>
        </w:tc>
      </w:tr>
    </w:tbl>
    <w:p w:rsidR="006038A7" w:rsidRPr="004C6EAB" w:rsidRDefault="00270B07" w:rsidP="00270B07">
      <w:pPr>
        <w:pStyle w:val="Heading3"/>
        <w:rPr>
          <w:rFonts w:ascii="Arial" w:hAnsi="Arial" w:cs="Arial"/>
        </w:rPr>
      </w:pPr>
      <w:r>
        <w:t>This list can be customized based on the trip duration, weather, and specific activities, such as fishing or cooking over a campfire.</w:t>
      </w:r>
    </w:p>
    <w:sectPr w:rsidR="006038A7" w:rsidRPr="004C6EAB" w:rsidSect="004A5CA3">
      <w:headerReference w:type="default" r:id="rId10"/>
      <w:footerReference w:type="default" r:id="rId11"/>
      <w:footerReference w:type="first" r:id="rId12"/>
      <w:pgSz w:w="12240" w:h="15840" w:code="1"/>
      <w:pgMar w:top="1440" w:right="720" w:bottom="720" w:left="900" w:header="45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F25" w:rsidRDefault="00346F25" w:rsidP="002E635C">
      <w:r>
        <w:separator/>
      </w:r>
    </w:p>
  </w:endnote>
  <w:endnote w:type="continuationSeparator" w:id="0">
    <w:p w:rsidR="00346F25" w:rsidRDefault="00346F25" w:rsidP="002E6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E39" w:rsidRDefault="00BE6E3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99200" behindDoc="1" locked="0" layoutInCell="1" allowOverlap="1" wp14:anchorId="7393E828" wp14:editId="0C3E295D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891272" cy="1536192"/>
              <wp:effectExtent l="0" t="0" r="0" b="6985"/>
              <wp:wrapNone/>
              <wp:docPr id="1321" name="Rectangle 18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91272" cy="1536192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accent6">
                              <a:lumMod val="40000"/>
                              <a:lumOff val="60000"/>
                              <a:alpha val="0"/>
                            </a:schemeClr>
                          </a:gs>
                          <a:gs pos="100000">
                            <a:schemeClr val="accent6">
                              <a:lumMod val="40000"/>
                              <a:lumOff val="60000"/>
                            </a:schemeClr>
                          </a:gs>
                        </a:gsLst>
                        <a:lin ang="5400000" scaled="1"/>
                        <a:tileRect/>
                      </a:gra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5492D6" id="Rectangle 18" o:spid="_x0000_s1026" style="position:absolute;margin-left:0;margin-top:0;width:621.35pt;height:120.95pt;z-index:-251617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" fillcolor="#d3ecb8 [1305]" stroked="f" strokecolor="#4a7ebb" strokeweight="1.5pt">
              <v:fill opacity="0" color2="#d3ecb8 [1305]" rotate="t" focus="100%" type="gradient"/>
              <v:shadow opacity="22938f" offset="0"/>
              <v:textbox inset=",7.2pt,,7.2p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47C59EBD" wp14:editId="03679D38">
              <wp:simplePos x="0" y="0"/>
              <wp:positionH relativeFrom="page">
                <wp:align>center</wp:align>
              </wp:positionH>
              <wp:positionV relativeFrom="paragraph">
                <wp:posOffset>228600</wp:posOffset>
              </wp:positionV>
              <wp:extent cx="7909560" cy="320040"/>
              <wp:effectExtent l="0" t="0" r="15240" b="22860"/>
              <wp:wrapNone/>
              <wp:docPr id="1322" name="Rectangle 1322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09560" cy="32004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90B0A5" id="Rectangle 1322" o:spid="_x0000_s1026" style="position:absolute;margin-left:0;margin-top:18pt;width:622.8pt;height:25.2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" fillcolor="#464646 [3215]" strokecolor="#5ca6d6 [3044]">
              <w10:wrap anchorx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1248" behindDoc="0" locked="0" layoutInCell="1" allowOverlap="1" wp14:anchorId="390717AE" wp14:editId="602439BD">
              <wp:simplePos x="0" y="0"/>
              <wp:positionH relativeFrom="page">
                <wp:align>center</wp:align>
              </wp:positionH>
              <wp:positionV relativeFrom="paragraph">
                <wp:posOffset>384175</wp:posOffset>
              </wp:positionV>
              <wp:extent cx="7726680" cy="0"/>
              <wp:effectExtent l="38100" t="57150" r="64770" b="114300"/>
              <wp:wrapNone/>
              <wp:docPr id="1323" name="Straight Connector 1323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26680" cy="0"/>
                      </a:xfrm>
                      <a:prstGeom prst="line">
                        <a:avLst/>
                      </a:prstGeom>
                      <a:ln w="50800">
                        <a:solidFill>
                          <a:schemeClr val="bg1"/>
                        </a:solidFill>
                        <a:prstDash val="dash"/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D2E3E4" id="Straight Connector 1323" o:spid="_x0000_s1026" style="position:absolute;z-index:251701248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text;mso-width-percent:0;mso-width-relative:margin" from="0,30.25pt" to="608.4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" strokecolor="white [3212]" strokeweight="4pt">
              <v:stroke dashstyle="dash"/>
              <v:shadow on="t" color="black" opacity="24903f" origin=",.5" offset="0,.55556mm"/>
              <w10:wrap anchorx="page"/>
            </v:lin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02272" behindDoc="0" locked="0" layoutInCell="1" allowOverlap="1" wp14:anchorId="68C7E518" wp14:editId="57ACB6F7">
              <wp:simplePos x="0" y="0"/>
              <wp:positionH relativeFrom="column">
                <wp:posOffset>-679310</wp:posOffset>
              </wp:positionH>
              <wp:positionV relativeFrom="paragraph">
                <wp:posOffset>100330</wp:posOffset>
              </wp:positionV>
              <wp:extent cx="704088" cy="402336"/>
              <wp:effectExtent l="0" t="0" r="20320" b="0"/>
              <wp:wrapNone/>
              <wp:docPr id="1324" name="Group 88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4088" cy="402336"/>
                        <a:chOff x="0" y="0"/>
                        <a:chExt cx="1535823" cy="882015"/>
                      </a:xfrm>
                    </wpg:grpSpPr>
                    <wps:wsp>
                      <wps:cNvPr id="1325" name="Freeform 167">
                        <a:extLst/>
                      </wps:cNvPr>
                      <wps:cNvSpPr/>
                      <wps:spPr>
                        <a:xfrm>
                          <a:off x="52368" y="596265"/>
                          <a:ext cx="361818" cy="161925"/>
                        </a:xfrm>
                        <a:custGeom>
                          <a:avLst/>
                          <a:gdLst>
                            <a:gd name="connsiteX0" fmla="*/ 0 w 361818"/>
                            <a:gd name="connsiteY0" fmla="*/ 0 h 161925"/>
                            <a:gd name="connsiteX1" fmla="*/ 365627 w 361818"/>
                            <a:gd name="connsiteY1" fmla="*/ 0 h 161925"/>
                            <a:gd name="connsiteX2" fmla="*/ 365627 w 361818"/>
                            <a:gd name="connsiteY2" fmla="*/ 168593 h 161925"/>
                            <a:gd name="connsiteX3" fmla="*/ 0 w 361818"/>
                            <a:gd name="connsiteY3" fmla="*/ 168593 h 1619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61818" h="161925">
                              <a:moveTo>
                                <a:pt x="0" y="0"/>
                              </a:moveTo>
                              <a:lnTo>
                                <a:pt x="365627" y="0"/>
                              </a:lnTo>
                              <a:lnTo>
                                <a:pt x="365627" y="168593"/>
                              </a:lnTo>
                              <a:lnTo>
                                <a:pt x="0" y="16859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50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6" name="Freeform 168">
                        <a:extLst/>
                      </wps:cNvPr>
                      <wps:cNvSpPr/>
                      <wps:spPr>
                        <a:xfrm>
                          <a:off x="1088311" y="16022"/>
                          <a:ext cx="447512" cy="752475"/>
                        </a:xfrm>
                        <a:custGeom>
                          <a:avLst/>
                          <a:gdLst>
                            <a:gd name="connsiteX0" fmla="*/ 0 w 447511"/>
                            <a:gd name="connsiteY0" fmla="*/ 728833 h 752475"/>
                            <a:gd name="connsiteX1" fmla="*/ 0 w 447511"/>
                            <a:gd name="connsiteY1" fmla="*/ 31603 h 752475"/>
                            <a:gd name="connsiteX2" fmla="*/ 34278 w 447511"/>
                            <a:gd name="connsiteY2" fmla="*/ 171 h 752475"/>
                            <a:gd name="connsiteX3" fmla="*/ 312306 w 447511"/>
                            <a:gd name="connsiteY3" fmla="*/ 161143 h 752475"/>
                            <a:gd name="connsiteX4" fmla="*/ 451320 w 447511"/>
                            <a:gd name="connsiteY4" fmla="*/ 596436 h 752475"/>
                            <a:gd name="connsiteX5" fmla="*/ 448464 w 447511"/>
                            <a:gd name="connsiteY5" fmla="*/ 623105 h 752475"/>
                            <a:gd name="connsiteX6" fmla="*/ 373244 w 447511"/>
                            <a:gd name="connsiteY6" fmla="*/ 745025 h 752475"/>
                            <a:gd name="connsiteX7" fmla="*/ 346584 w 447511"/>
                            <a:gd name="connsiteY7" fmla="*/ 760265 h 752475"/>
                            <a:gd name="connsiteX8" fmla="*/ 33325 w 447511"/>
                            <a:gd name="connsiteY8" fmla="*/ 760265 h 752475"/>
                            <a:gd name="connsiteX9" fmla="*/ 0 w 447511"/>
                            <a:gd name="connsiteY9" fmla="*/ 728833 h 7524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447511" h="752475">
                              <a:moveTo>
                                <a:pt x="0" y="728833"/>
                              </a:moveTo>
                              <a:lnTo>
                                <a:pt x="0" y="31603"/>
                              </a:lnTo>
                              <a:cubicBezTo>
                                <a:pt x="0" y="12553"/>
                                <a:pt x="16187" y="-1735"/>
                                <a:pt x="34278" y="171"/>
                              </a:cubicBezTo>
                              <a:cubicBezTo>
                                <a:pt x="107593" y="6838"/>
                                <a:pt x="277077" y="34460"/>
                                <a:pt x="312306" y="161143"/>
                              </a:cubicBezTo>
                              <a:cubicBezTo>
                                <a:pt x="351344" y="303065"/>
                                <a:pt x="430373" y="536428"/>
                                <a:pt x="451320" y="596436"/>
                              </a:cubicBezTo>
                              <a:cubicBezTo>
                                <a:pt x="454177" y="605008"/>
                                <a:pt x="453225" y="615486"/>
                                <a:pt x="448464" y="623105"/>
                              </a:cubicBezTo>
                              <a:lnTo>
                                <a:pt x="373244" y="745025"/>
                              </a:lnTo>
                              <a:cubicBezTo>
                                <a:pt x="367531" y="754550"/>
                                <a:pt x="357057" y="760265"/>
                                <a:pt x="346584" y="760265"/>
                              </a:cubicBezTo>
                              <a:lnTo>
                                <a:pt x="33325" y="760265"/>
                              </a:lnTo>
                              <a:cubicBezTo>
                                <a:pt x="14282" y="761218"/>
                                <a:pt x="0" y="746930"/>
                                <a:pt x="0" y="72883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7" name="Freeform 169">
                        <a:extLst/>
                      </wps:cNvPr>
                      <wps:cNvSpPr/>
                      <wps:spPr>
                        <a:xfrm>
                          <a:off x="1120684" y="153304"/>
                          <a:ext cx="276124" cy="180975"/>
                        </a:xfrm>
                        <a:custGeom>
                          <a:avLst/>
                          <a:gdLst>
                            <a:gd name="connsiteX0" fmla="*/ 0 w 276124"/>
                            <a:gd name="connsiteY0" fmla="*/ 28623 h 180975"/>
                            <a:gd name="connsiteX1" fmla="*/ 0 w 276124"/>
                            <a:gd name="connsiteY1" fmla="*/ 157211 h 180975"/>
                            <a:gd name="connsiteX2" fmla="*/ 29517 w 276124"/>
                            <a:gd name="connsiteY2" fmla="*/ 186738 h 180975"/>
                            <a:gd name="connsiteX3" fmla="*/ 248512 w 276124"/>
                            <a:gd name="connsiteY3" fmla="*/ 186738 h 180975"/>
                            <a:gd name="connsiteX4" fmla="*/ 276124 w 276124"/>
                            <a:gd name="connsiteY4" fmla="*/ 149591 h 180975"/>
                            <a:gd name="connsiteX5" fmla="*/ 238990 w 276124"/>
                            <a:gd name="connsiteY5" fmla="*/ 21003 h 180975"/>
                            <a:gd name="connsiteX6" fmla="*/ 211378 w 276124"/>
                            <a:gd name="connsiteY6" fmla="*/ 48 h 180975"/>
                            <a:gd name="connsiteX7" fmla="*/ 29517 w 276124"/>
                            <a:gd name="connsiteY7" fmla="*/ 48 h 180975"/>
                            <a:gd name="connsiteX8" fmla="*/ 0 w 276124"/>
                            <a:gd name="connsiteY8" fmla="*/ 28623 h 180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76124" h="180975">
                              <a:moveTo>
                                <a:pt x="0" y="28623"/>
                              </a:moveTo>
                              <a:lnTo>
                                <a:pt x="0" y="157211"/>
                              </a:lnTo>
                              <a:cubicBezTo>
                                <a:pt x="0" y="173403"/>
                                <a:pt x="13330" y="186738"/>
                                <a:pt x="29517" y="186738"/>
                              </a:cubicBezTo>
                              <a:lnTo>
                                <a:pt x="248512" y="186738"/>
                              </a:lnTo>
                              <a:cubicBezTo>
                                <a:pt x="267555" y="186738"/>
                                <a:pt x="281837" y="167688"/>
                                <a:pt x="276124" y="149591"/>
                              </a:cubicBezTo>
                              <a:lnTo>
                                <a:pt x="238990" y="21003"/>
                              </a:lnTo>
                              <a:cubicBezTo>
                                <a:pt x="235182" y="8621"/>
                                <a:pt x="223756" y="48"/>
                                <a:pt x="211378" y="48"/>
                              </a:cubicBezTo>
                              <a:lnTo>
                                <a:pt x="29517" y="48"/>
                              </a:lnTo>
                              <a:cubicBezTo>
                                <a:pt x="13330" y="-904"/>
                                <a:pt x="0" y="12431"/>
                                <a:pt x="0" y="2862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8" name="Freeform 170">
                        <a:extLst/>
                      </wps:cNvPr>
                      <wps:cNvSpPr/>
                      <wps:spPr>
                        <a:xfrm>
                          <a:off x="24756" y="0"/>
                          <a:ext cx="1056890" cy="66675"/>
                        </a:xfrm>
                        <a:custGeom>
                          <a:avLst/>
                          <a:gdLst>
                            <a:gd name="connsiteX0" fmla="*/ 1063555 w 1056889"/>
                            <a:gd name="connsiteY0" fmla="*/ 59055 h 66675"/>
                            <a:gd name="connsiteX1" fmla="*/ 1052129 w 1056889"/>
                            <a:gd name="connsiteY1" fmla="*/ 70485 h 66675"/>
                            <a:gd name="connsiteX2" fmla="*/ 11426 w 1056889"/>
                            <a:gd name="connsiteY2" fmla="*/ 70485 h 66675"/>
                            <a:gd name="connsiteX3" fmla="*/ 0 w 1056889"/>
                            <a:gd name="connsiteY3" fmla="*/ 59055 h 66675"/>
                            <a:gd name="connsiteX4" fmla="*/ 0 w 1056889"/>
                            <a:gd name="connsiteY4" fmla="*/ 11430 h 66675"/>
                            <a:gd name="connsiteX5" fmla="*/ 11426 w 1056889"/>
                            <a:gd name="connsiteY5" fmla="*/ 0 h 66675"/>
                            <a:gd name="connsiteX6" fmla="*/ 1052129 w 1056889"/>
                            <a:gd name="connsiteY6" fmla="*/ 0 h 66675"/>
                            <a:gd name="connsiteX7" fmla="*/ 1063555 w 1056889"/>
                            <a:gd name="connsiteY7" fmla="*/ 11430 h 66675"/>
                            <a:gd name="connsiteX8" fmla="*/ 1063555 w 1056889"/>
                            <a:gd name="connsiteY8" fmla="*/ 59055 h 666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056889" h="66675">
                              <a:moveTo>
                                <a:pt x="1063555" y="59055"/>
                              </a:moveTo>
                              <a:cubicBezTo>
                                <a:pt x="1063555" y="65723"/>
                                <a:pt x="1058794" y="70485"/>
                                <a:pt x="1052129" y="70485"/>
                              </a:cubicBezTo>
                              <a:lnTo>
                                <a:pt x="11426" y="70485"/>
                              </a:lnTo>
                              <a:cubicBezTo>
                                <a:pt x="4761" y="70485"/>
                                <a:pt x="0" y="65723"/>
                                <a:pt x="0" y="59055"/>
                              </a:cubicBezTo>
                              <a:lnTo>
                                <a:pt x="0" y="11430"/>
                              </a:lnTo>
                              <a:cubicBezTo>
                                <a:pt x="0" y="4763"/>
                                <a:pt x="4761" y="0"/>
                                <a:pt x="11426" y="0"/>
                              </a:cubicBezTo>
                              <a:lnTo>
                                <a:pt x="1052129" y="0"/>
                              </a:lnTo>
                              <a:cubicBezTo>
                                <a:pt x="1058794" y="0"/>
                                <a:pt x="1063555" y="4763"/>
                                <a:pt x="1063555" y="11430"/>
                              </a:cubicBezTo>
                              <a:lnTo>
                                <a:pt x="1063555" y="590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56C80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9" name="Freeform 171">
                        <a:extLst/>
                      </wps:cNvPr>
                      <wps:cNvSpPr/>
                      <wps:spPr>
                        <a:xfrm>
                          <a:off x="1120684" y="385762"/>
                          <a:ext cx="295167" cy="9525"/>
                        </a:xfrm>
                        <a:custGeom>
                          <a:avLst/>
                          <a:gdLst>
                            <a:gd name="connsiteX0" fmla="*/ 290407 w 295167"/>
                            <a:gd name="connsiteY0" fmla="*/ 15240 h 9525"/>
                            <a:gd name="connsiteX1" fmla="*/ 7617 w 295167"/>
                            <a:gd name="connsiteY1" fmla="*/ 15240 h 9525"/>
                            <a:gd name="connsiteX2" fmla="*/ 0 w 295167"/>
                            <a:gd name="connsiteY2" fmla="*/ 7620 h 9525"/>
                            <a:gd name="connsiteX3" fmla="*/ 0 w 295167"/>
                            <a:gd name="connsiteY3" fmla="*/ 7620 h 9525"/>
                            <a:gd name="connsiteX4" fmla="*/ 7617 w 295167"/>
                            <a:gd name="connsiteY4" fmla="*/ 0 h 9525"/>
                            <a:gd name="connsiteX5" fmla="*/ 290407 w 295167"/>
                            <a:gd name="connsiteY5" fmla="*/ 0 h 9525"/>
                            <a:gd name="connsiteX6" fmla="*/ 298024 w 295167"/>
                            <a:gd name="connsiteY6" fmla="*/ 7620 h 9525"/>
                            <a:gd name="connsiteX7" fmla="*/ 298024 w 295167"/>
                            <a:gd name="connsiteY7" fmla="*/ 7620 h 9525"/>
                            <a:gd name="connsiteX8" fmla="*/ 290407 w 295167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95167" h="9525">
                              <a:moveTo>
                                <a:pt x="290407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290407" y="0"/>
                              </a:lnTo>
                              <a:cubicBezTo>
                                <a:pt x="294215" y="0"/>
                                <a:pt x="298024" y="3810"/>
                                <a:pt x="298024" y="7620"/>
                              </a:cubicBezTo>
                              <a:lnTo>
                                <a:pt x="298024" y="7620"/>
                              </a:lnTo>
                              <a:cubicBezTo>
                                <a:pt x="298024" y="12383"/>
                                <a:pt x="295167" y="15240"/>
                                <a:pt x="290407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0" name="Freeform 172">
                        <a:extLst/>
                      </wps:cNvPr>
                      <wps:cNvSpPr/>
                      <wps:spPr>
                        <a:xfrm>
                          <a:off x="1121636" y="412433"/>
                          <a:ext cx="304689" cy="9525"/>
                        </a:xfrm>
                        <a:custGeom>
                          <a:avLst/>
                          <a:gdLst>
                            <a:gd name="connsiteX0" fmla="*/ 299928 w 304688"/>
                            <a:gd name="connsiteY0" fmla="*/ 15240 h 9525"/>
                            <a:gd name="connsiteX1" fmla="*/ 7617 w 304688"/>
                            <a:gd name="connsiteY1" fmla="*/ 15240 h 9525"/>
                            <a:gd name="connsiteX2" fmla="*/ 0 w 304688"/>
                            <a:gd name="connsiteY2" fmla="*/ 7620 h 9525"/>
                            <a:gd name="connsiteX3" fmla="*/ 0 w 304688"/>
                            <a:gd name="connsiteY3" fmla="*/ 7620 h 9525"/>
                            <a:gd name="connsiteX4" fmla="*/ 7617 w 304688"/>
                            <a:gd name="connsiteY4" fmla="*/ 0 h 9525"/>
                            <a:gd name="connsiteX5" fmla="*/ 299928 w 304688"/>
                            <a:gd name="connsiteY5" fmla="*/ 0 h 9525"/>
                            <a:gd name="connsiteX6" fmla="*/ 307545 w 304688"/>
                            <a:gd name="connsiteY6" fmla="*/ 7620 h 9525"/>
                            <a:gd name="connsiteX7" fmla="*/ 307545 w 304688"/>
                            <a:gd name="connsiteY7" fmla="*/ 7620 h 9525"/>
                            <a:gd name="connsiteX8" fmla="*/ 299928 w 304688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04688" h="9525">
                              <a:moveTo>
                                <a:pt x="299928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299928" y="0"/>
                              </a:lnTo>
                              <a:cubicBezTo>
                                <a:pt x="303737" y="0"/>
                                <a:pt x="307545" y="3810"/>
                                <a:pt x="307545" y="7620"/>
                              </a:cubicBezTo>
                              <a:lnTo>
                                <a:pt x="307545" y="7620"/>
                              </a:lnTo>
                              <a:cubicBezTo>
                                <a:pt x="307545" y="11430"/>
                                <a:pt x="303737" y="15240"/>
                                <a:pt x="299928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1" name="Freeform 173">
                        <a:extLst/>
                      </wps:cNvPr>
                      <wps:cNvSpPr/>
                      <wps:spPr>
                        <a:xfrm>
                          <a:off x="1120684" y="439103"/>
                          <a:ext cx="314210" cy="9525"/>
                        </a:xfrm>
                        <a:custGeom>
                          <a:avLst/>
                          <a:gdLst>
                            <a:gd name="connsiteX0" fmla="*/ 311354 w 314210"/>
                            <a:gd name="connsiteY0" fmla="*/ 15240 h 9525"/>
                            <a:gd name="connsiteX1" fmla="*/ 7617 w 314210"/>
                            <a:gd name="connsiteY1" fmla="*/ 15240 h 9525"/>
                            <a:gd name="connsiteX2" fmla="*/ 0 w 314210"/>
                            <a:gd name="connsiteY2" fmla="*/ 7620 h 9525"/>
                            <a:gd name="connsiteX3" fmla="*/ 0 w 314210"/>
                            <a:gd name="connsiteY3" fmla="*/ 7620 h 9525"/>
                            <a:gd name="connsiteX4" fmla="*/ 7617 w 314210"/>
                            <a:gd name="connsiteY4" fmla="*/ 0 h 9525"/>
                            <a:gd name="connsiteX5" fmla="*/ 311354 w 314210"/>
                            <a:gd name="connsiteY5" fmla="*/ 0 h 9525"/>
                            <a:gd name="connsiteX6" fmla="*/ 318971 w 314210"/>
                            <a:gd name="connsiteY6" fmla="*/ 7620 h 9525"/>
                            <a:gd name="connsiteX7" fmla="*/ 318971 w 314210"/>
                            <a:gd name="connsiteY7" fmla="*/ 7620 h 9525"/>
                            <a:gd name="connsiteX8" fmla="*/ 311354 w 314210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14210" h="9525">
                              <a:moveTo>
                                <a:pt x="311354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311354" y="0"/>
                              </a:lnTo>
                              <a:cubicBezTo>
                                <a:pt x="315163" y="0"/>
                                <a:pt x="318971" y="3810"/>
                                <a:pt x="318971" y="7620"/>
                              </a:cubicBezTo>
                              <a:lnTo>
                                <a:pt x="318971" y="7620"/>
                              </a:lnTo>
                              <a:cubicBezTo>
                                <a:pt x="318971" y="11430"/>
                                <a:pt x="315163" y="15240"/>
                                <a:pt x="311354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2" name="Freeform 174">
                        <a:extLst/>
                      </wps:cNvPr>
                      <wps:cNvSpPr/>
                      <wps:spPr>
                        <a:xfrm>
                          <a:off x="1120684" y="464820"/>
                          <a:ext cx="323732" cy="9525"/>
                        </a:xfrm>
                        <a:custGeom>
                          <a:avLst/>
                          <a:gdLst>
                            <a:gd name="connsiteX0" fmla="*/ 320876 w 323732"/>
                            <a:gd name="connsiteY0" fmla="*/ 15240 h 9525"/>
                            <a:gd name="connsiteX1" fmla="*/ 7617 w 323732"/>
                            <a:gd name="connsiteY1" fmla="*/ 15240 h 9525"/>
                            <a:gd name="connsiteX2" fmla="*/ 0 w 323732"/>
                            <a:gd name="connsiteY2" fmla="*/ 7620 h 9525"/>
                            <a:gd name="connsiteX3" fmla="*/ 0 w 323732"/>
                            <a:gd name="connsiteY3" fmla="*/ 7620 h 9525"/>
                            <a:gd name="connsiteX4" fmla="*/ 7617 w 323732"/>
                            <a:gd name="connsiteY4" fmla="*/ 0 h 9525"/>
                            <a:gd name="connsiteX5" fmla="*/ 320876 w 323732"/>
                            <a:gd name="connsiteY5" fmla="*/ 0 h 9525"/>
                            <a:gd name="connsiteX6" fmla="*/ 328493 w 323732"/>
                            <a:gd name="connsiteY6" fmla="*/ 7620 h 9525"/>
                            <a:gd name="connsiteX7" fmla="*/ 328493 w 323732"/>
                            <a:gd name="connsiteY7" fmla="*/ 7620 h 9525"/>
                            <a:gd name="connsiteX8" fmla="*/ 320876 w 323732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23732" h="9525">
                              <a:moveTo>
                                <a:pt x="320876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320876" y="0"/>
                              </a:lnTo>
                              <a:cubicBezTo>
                                <a:pt x="324684" y="0"/>
                                <a:pt x="328493" y="3810"/>
                                <a:pt x="328493" y="7620"/>
                              </a:cubicBezTo>
                              <a:lnTo>
                                <a:pt x="328493" y="7620"/>
                              </a:lnTo>
                              <a:cubicBezTo>
                                <a:pt x="328493" y="12382"/>
                                <a:pt x="325636" y="15240"/>
                                <a:pt x="320876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3" name="Freeform 175">
                        <a:extLst/>
                      </wps:cNvPr>
                      <wps:cNvSpPr/>
                      <wps:spPr>
                        <a:xfrm>
                          <a:off x="1120684" y="491490"/>
                          <a:ext cx="333254" cy="9525"/>
                        </a:xfrm>
                        <a:custGeom>
                          <a:avLst/>
                          <a:gdLst>
                            <a:gd name="connsiteX0" fmla="*/ 331349 w 333253"/>
                            <a:gd name="connsiteY0" fmla="*/ 15240 h 9525"/>
                            <a:gd name="connsiteX1" fmla="*/ 7617 w 333253"/>
                            <a:gd name="connsiteY1" fmla="*/ 15240 h 9525"/>
                            <a:gd name="connsiteX2" fmla="*/ 0 w 333253"/>
                            <a:gd name="connsiteY2" fmla="*/ 7620 h 9525"/>
                            <a:gd name="connsiteX3" fmla="*/ 0 w 333253"/>
                            <a:gd name="connsiteY3" fmla="*/ 7620 h 9525"/>
                            <a:gd name="connsiteX4" fmla="*/ 7617 w 333253"/>
                            <a:gd name="connsiteY4" fmla="*/ 0 h 9525"/>
                            <a:gd name="connsiteX5" fmla="*/ 331349 w 333253"/>
                            <a:gd name="connsiteY5" fmla="*/ 0 h 9525"/>
                            <a:gd name="connsiteX6" fmla="*/ 338967 w 333253"/>
                            <a:gd name="connsiteY6" fmla="*/ 7620 h 9525"/>
                            <a:gd name="connsiteX7" fmla="*/ 338967 w 333253"/>
                            <a:gd name="connsiteY7" fmla="*/ 7620 h 9525"/>
                            <a:gd name="connsiteX8" fmla="*/ 331349 w 333253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33253" h="9525">
                              <a:moveTo>
                                <a:pt x="331349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331349" y="0"/>
                              </a:lnTo>
                              <a:cubicBezTo>
                                <a:pt x="335158" y="0"/>
                                <a:pt x="338967" y="3810"/>
                                <a:pt x="338967" y="7620"/>
                              </a:cubicBezTo>
                              <a:lnTo>
                                <a:pt x="338967" y="7620"/>
                              </a:lnTo>
                              <a:cubicBezTo>
                                <a:pt x="338967" y="11430"/>
                                <a:pt x="336110" y="15240"/>
                                <a:pt x="331349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4" name="Freeform 176">
                        <a:extLst/>
                      </wps:cNvPr>
                      <wps:cNvSpPr/>
                      <wps:spPr>
                        <a:xfrm>
                          <a:off x="1120684" y="517208"/>
                          <a:ext cx="342775" cy="9525"/>
                        </a:xfrm>
                        <a:custGeom>
                          <a:avLst/>
                          <a:gdLst>
                            <a:gd name="connsiteX0" fmla="*/ 338014 w 342775"/>
                            <a:gd name="connsiteY0" fmla="*/ 15240 h 9525"/>
                            <a:gd name="connsiteX1" fmla="*/ 7617 w 342775"/>
                            <a:gd name="connsiteY1" fmla="*/ 15240 h 9525"/>
                            <a:gd name="connsiteX2" fmla="*/ 0 w 342775"/>
                            <a:gd name="connsiteY2" fmla="*/ 7620 h 9525"/>
                            <a:gd name="connsiteX3" fmla="*/ 0 w 342775"/>
                            <a:gd name="connsiteY3" fmla="*/ 7620 h 9525"/>
                            <a:gd name="connsiteX4" fmla="*/ 7617 w 342775"/>
                            <a:gd name="connsiteY4" fmla="*/ 0 h 9525"/>
                            <a:gd name="connsiteX5" fmla="*/ 338014 w 342775"/>
                            <a:gd name="connsiteY5" fmla="*/ 0 h 9525"/>
                            <a:gd name="connsiteX6" fmla="*/ 345632 w 342775"/>
                            <a:gd name="connsiteY6" fmla="*/ 7620 h 9525"/>
                            <a:gd name="connsiteX7" fmla="*/ 345632 w 342775"/>
                            <a:gd name="connsiteY7" fmla="*/ 7620 h 9525"/>
                            <a:gd name="connsiteX8" fmla="*/ 338014 w 342775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42775" h="9525">
                              <a:moveTo>
                                <a:pt x="338014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338014" y="0"/>
                              </a:lnTo>
                              <a:cubicBezTo>
                                <a:pt x="341823" y="0"/>
                                <a:pt x="345632" y="3810"/>
                                <a:pt x="345632" y="7620"/>
                              </a:cubicBezTo>
                              <a:lnTo>
                                <a:pt x="345632" y="7620"/>
                              </a:lnTo>
                              <a:cubicBezTo>
                                <a:pt x="345632" y="12382"/>
                                <a:pt x="341823" y="15240"/>
                                <a:pt x="338014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5" name="Freeform 177">
                        <a:extLst/>
                      </wps:cNvPr>
                      <wps:cNvSpPr/>
                      <wps:spPr>
                        <a:xfrm>
                          <a:off x="1319684" y="543878"/>
                          <a:ext cx="152344" cy="9525"/>
                        </a:xfrm>
                        <a:custGeom>
                          <a:avLst/>
                          <a:gdLst>
                            <a:gd name="connsiteX0" fmla="*/ 145680 w 152344"/>
                            <a:gd name="connsiteY0" fmla="*/ 15240 h 9525"/>
                            <a:gd name="connsiteX1" fmla="*/ 7617 w 152344"/>
                            <a:gd name="connsiteY1" fmla="*/ 15240 h 9525"/>
                            <a:gd name="connsiteX2" fmla="*/ 0 w 152344"/>
                            <a:gd name="connsiteY2" fmla="*/ 7620 h 9525"/>
                            <a:gd name="connsiteX3" fmla="*/ 0 w 152344"/>
                            <a:gd name="connsiteY3" fmla="*/ 7620 h 9525"/>
                            <a:gd name="connsiteX4" fmla="*/ 7617 w 152344"/>
                            <a:gd name="connsiteY4" fmla="*/ 0 h 9525"/>
                            <a:gd name="connsiteX5" fmla="*/ 145680 w 152344"/>
                            <a:gd name="connsiteY5" fmla="*/ 0 h 9525"/>
                            <a:gd name="connsiteX6" fmla="*/ 153297 w 152344"/>
                            <a:gd name="connsiteY6" fmla="*/ 7620 h 9525"/>
                            <a:gd name="connsiteX7" fmla="*/ 153297 w 152344"/>
                            <a:gd name="connsiteY7" fmla="*/ 7620 h 9525"/>
                            <a:gd name="connsiteX8" fmla="*/ 145680 w 152344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52344" h="9525">
                              <a:moveTo>
                                <a:pt x="145680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145680" y="0"/>
                              </a:lnTo>
                              <a:cubicBezTo>
                                <a:pt x="149488" y="0"/>
                                <a:pt x="153297" y="3810"/>
                                <a:pt x="153297" y="7620"/>
                              </a:cubicBezTo>
                              <a:lnTo>
                                <a:pt x="153297" y="7620"/>
                              </a:lnTo>
                              <a:cubicBezTo>
                                <a:pt x="153297" y="12382"/>
                                <a:pt x="150440" y="15240"/>
                                <a:pt x="145680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6" name="Freeform 178">
                        <a:extLst/>
                      </wps:cNvPr>
                      <wps:cNvSpPr/>
                      <wps:spPr>
                        <a:xfrm>
                          <a:off x="1356818" y="570547"/>
                          <a:ext cx="123780" cy="9525"/>
                        </a:xfrm>
                        <a:custGeom>
                          <a:avLst/>
                          <a:gdLst>
                            <a:gd name="connsiteX0" fmla="*/ 116162 w 123779"/>
                            <a:gd name="connsiteY0" fmla="*/ 15240 h 9525"/>
                            <a:gd name="connsiteX1" fmla="*/ 7617 w 123779"/>
                            <a:gd name="connsiteY1" fmla="*/ 15240 h 9525"/>
                            <a:gd name="connsiteX2" fmla="*/ 0 w 123779"/>
                            <a:gd name="connsiteY2" fmla="*/ 7620 h 9525"/>
                            <a:gd name="connsiteX3" fmla="*/ 0 w 123779"/>
                            <a:gd name="connsiteY3" fmla="*/ 7620 h 9525"/>
                            <a:gd name="connsiteX4" fmla="*/ 7617 w 123779"/>
                            <a:gd name="connsiteY4" fmla="*/ 0 h 9525"/>
                            <a:gd name="connsiteX5" fmla="*/ 117115 w 123779"/>
                            <a:gd name="connsiteY5" fmla="*/ 0 h 9525"/>
                            <a:gd name="connsiteX6" fmla="*/ 124732 w 123779"/>
                            <a:gd name="connsiteY6" fmla="*/ 7620 h 9525"/>
                            <a:gd name="connsiteX7" fmla="*/ 124732 w 123779"/>
                            <a:gd name="connsiteY7" fmla="*/ 7620 h 9525"/>
                            <a:gd name="connsiteX8" fmla="*/ 116162 w 123779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23779" h="9525">
                              <a:moveTo>
                                <a:pt x="116162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117115" y="0"/>
                              </a:lnTo>
                              <a:cubicBezTo>
                                <a:pt x="120923" y="0"/>
                                <a:pt x="124732" y="3810"/>
                                <a:pt x="124732" y="7620"/>
                              </a:cubicBezTo>
                              <a:lnTo>
                                <a:pt x="124732" y="7620"/>
                              </a:lnTo>
                              <a:cubicBezTo>
                                <a:pt x="123780" y="11430"/>
                                <a:pt x="120923" y="15240"/>
                                <a:pt x="116162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7" name="Freeform 179">
                        <a:extLst/>
                      </wps:cNvPr>
                      <wps:cNvSpPr/>
                      <wps:spPr>
                        <a:xfrm>
                          <a:off x="1382526" y="596265"/>
                          <a:ext cx="104737" cy="9525"/>
                        </a:xfrm>
                        <a:custGeom>
                          <a:avLst/>
                          <a:gdLst>
                            <a:gd name="connsiteX0" fmla="*/ 100928 w 104736"/>
                            <a:gd name="connsiteY0" fmla="*/ 15240 h 9525"/>
                            <a:gd name="connsiteX1" fmla="*/ 7617 w 104736"/>
                            <a:gd name="connsiteY1" fmla="*/ 15240 h 9525"/>
                            <a:gd name="connsiteX2" fmla="*/ 0 w 104736"/>
                            <a:gd name="connsiteY2" fmla="*/ 7620 h 9525"/>
                            <a:gd name="connsiteX3" fmla="*/ 0 w 104736"/>
                            <a:gd name="connsiteY3" fmla="*/ 7620 h 9525"/>
                            <a:gd name="connsiteX4" fmla="*/ 7617 w 104736"/>
                            <a:gd name="connsiteY4" fmla="*/ 0 h 9525"/>
                            <a:gd name="connsiteX5" fmla="*/ 100928 w 104736"/>
                            <a:gd name="connsiteY5" fmla="*/ 0 h 9525"/>
                            <a:gd name="connsiteX6" fmla="*/ 108545 w 104736"/>
                            <a:gd name="connsiteY6" fmla="*/ 7620 h 9525"/>
                            <a:gd name="connsiteX7" fmla="*/ 108545 w 104736"/>
                            <a:gd name="connsiteY7" fmla="*/ 7620 h 9525"/>
                            <a:gd name="connsiteX8" fmla="*/ 100928 w 104736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04736" h="9525">
                              <a:moveTo>
                                <a:pt x="100928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100928" y="0"/>
                              </a:lnTo>
                              <a:cubicBezTo>
                                <a:pt x="104737" y="0"/>
                                <a:pt x="108545" y="3810"/>
                                <a:pt x="108545" y="7620"/>
                              </a:cubicBezTo>
                              <a:lnTo>
                                <a:pt x="108545" y="7620"/>
                              </a:lnTo>
                              <a:cubicBezTo>
                                <a:pt x="108545" y="12382"/>
                                <a:pt x="104737" y="15240"/>
                                <a:pt x="100928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8" name="Freeform 180">
                        <a:extLst/>
                      </wps:cNvPr>
                      <wps:cNvSpPr/>
                      <wps:spPr>
                        <a:xfrm>
                          <a:off x="1395856" y="622935"/>
                          <a:ext cx="76172" cy="9525"/>
                        </a:xfrm>
                        <a:custGeom>
                          <a:avLst/>
                          <a:gdLst>
                            <a:gd name="connsiteX0" fmla="*/ 69507 w 76172"/>
                            <a:gd name="connsiteY0" fmla="*/ 15240 h 9525"/>
                            <a:gd name="connsiteX1" fmla="*/ 7617 w 76172"/>
                            <a:gd name="connsiteY1" fmla="*/ 15240 h 9525"/>
                            <a:gd name="connsiteX2" fmla="*/ 0 w 76172"/>
                            <a:gd name="connsiteY2" fmla="*/ 7620 h 9525"/>
                            <a:gd name="connsiteX3" fmla="*/ 0 w 76172"/>
                            <a:gd name="connsiteY3" fmla="*/ 7620 h 9525"/>
                            <a:gd name="connsiteX4" fmla="*/ 7617 w 76172"/>
                            <a:gd name="connsiteY4" fmla="*/ 0 h 9525"/>
                            <a:gd name="connsiteX5" fmla="*/ 69507 w 76172"/>
                            <a:gd name="connsiteY5" fmla="*/ 0 h 9525"/>
                            <a:gd name="connsiteX6" fmla="*/ 77124 w 76172"/>
                            <a:gd name="connsiteY6" fmla="*/ 7620 h 9525"/>
                            <a:gd name="connsiteX7" fmla="*/ 77124 w 76172"/>
                            <a:gd name="connsiteY7" fmla="*/ 7620 h 9525"/>
                            <a:gd name="connsiteX8" fmla="*/ 69507 w 76172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76172" h="9525">
                              <a:moveTo>
                                <a:pt x="69507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69507" y="0"/>
                              </a:lnTo>
                              <a:cubicBezTo>
                                <a:pt x="73316" y="0"/>
                                <a:pt x="77124" y="3810"/>
                                <a:pt x="77124" y="7620"/>
                              </a:cubicBezTo>
                              <a:lnTo>
                                <a:pt x="77124" y="7620"/>
                              </a:lnTo>
                              <a:cubicBezTo>
                                <a:pt x="77124" y="11430"/>
                                <a:pt x="74268" y="15240"/>
                                <a:pt x="69507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9" name="Freeform 181">
                        <a:extLst/>
                      </wps:cNvPr>
                      <wps:cNvSpPr/>
                      <wps:spPr>
                        <a:xfrm>
                          <a:off x="1088311" y="559100"/>
                          <a:ext cx="447512" cy="104775"/>
                        </a:xfrm>
                        <a:custGeom>
                          <a:avLst/>
                          <a:gdLst>
                            <a:gd name="connsiteX0" fmla="*/ 451320 w 447511"/>
                            <a:gd name="connsiteY0" fmla="*/ 53358 h 104775"/>
                            <a:gd name="connsiteX1" fmla="*/ 449416 w 447511"/>
                            <a:gd name="connsiteY1" fmla="*/ 48595 h 104775"/>
                            <a:gd name="connsiteX2" fmla="*/ 366579 w 447511"/>
                            <a:gd name="connsiteY2" fmla="*/ 100983 h 104775"/>
                            <a:gd name="connsiteX3" fmla="*/ 308498 w 447511"/>
                            <a:gd name="connsiteY3" fmla="*/ 100983 h 104775"/>
                            <a:gd name="connsiteX4" fmla="*/ 134254 w 447511"/>
                            <a:gd name="connsiteY4" fmla="*/ 18 h 104775"/>
                            <a:gd name="connsiteX5" fmla="*/ 0 w 447511"/>
                            <a:gd name="connsiteY5" fmla="*/ 18 h 104775"/>
                            <a:gd name="connsiteX6" fmla="*/ 0 w 447511"/>
                            <a:gd name="connsiteY6" fmla="*/ 11447 h 104775"/>
                            <a:gd name="connsiteX7" fmla="*/ 134254 w 447511"/>
                            <a:gd name="connsiteY7" fmla="*/ 11447 h 104775"/>
                            <a:gd name="connsiteX8" fmla="*/ 134254 w 447511"/>
                            <a:gd name="connsiteY8" fmla="*/ 11447 h 104775"/>
                            <a:gd name="connsiteX9" fmla="*/ 299928 w 447511"/>
                            <a:gd name="connsiteY9" fmla="*/ 109555 h 104775"/>
                            <a:gd name="connsiteX10" fmla="*/ 304689 w 447511"/>
                            <a:gd name="connsiteY10" fmla="*/ 112412 h 104775"/>
                            <a:gd name="connsiteX11" fmla="*/ 368483 w 447511"/>
                            <a:gd name="connsiteY11" fmla="*/ 112412 h 104775"/>
                            <a:gd name="connsiteX12" fmla="*/ 371340 w 447511"/>
                            <a:gd name="connsiteY12" fmla="*/ 111460 h 104775"/>
                            <a:gd name="connsiteX13" fmla="*/ 452273 w 447511"/>
                            <a:gd name="connsiteY13" fmla="*/ 60025 h 104775"/>
                            <a:gd name="connsiteX14" fmla="*/ 451320 w 447511"/>
                            <a:gd name="connsiteY14" fmla="*/ 53358 h 1047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447511" h="104775">
                              <a:moveTo>
                                <a:pt x="451320" y="53358"/>
                              </a:moveTo>
                              <a:cubicBezTo>
                                <a:pt x="450368" y="51452"/>
                                <a:pt x="450368" y="50500"/>
                                <a:pt x="449416" y="48595"/>
                              </a:cubicBezTo>
                              <a:lnTo>
                                <a:pt x="366579" y="100983"/>
                              </a:lnTo>
                              <a:lnTo>
                                <a:pt x="308498" y="100983"/>
                              </a:lnTo>
                              <a:cubicBezTo>
                                <a:pt x="253273" y="-3792"/>
                                <a:pt x="139967" y="18"/>
                                <a:pt x="134254" y="18"/>
                              </a:cubicBezTo>
                              <a:lnTo>
                                <a:pt x="0" y="18"/>
                              </a:lnTo>
                              <a:lnTo>
                                <a:pt x="0" y="11447"/>
                              </a:lnTo>
                              <a:lnTo>
                                <a:pt x="134254" y="11447"/>
                              </a:lnTo>
                              <a:cubicBezTo>
                                <a:pt x="134254" y="11447"/>
                                <a:pt x="134254" y="11447"/>
                                <a:pt x="134254" y="11447"/>
                              </a:cubicBezTo>
                              <a:cubicBezTo>
                                <a:pt x="135206" y="11447"/>
                                <a:pt x="246608" y="5733"/>
                                <a:pt x="299928" y="109555"/>
                              </a:cubicBezTo>
                              <a:cubicBezTo>
                                <a:pt x="300880" y="111460"/>
                                <a:pt x="302785" y="112412"/>
                                <a:pt x="304689" y="112412"/>
                              </a:cubicBezTo>
                              <a:lnTo>
                                <a:pt x="368483" y="112412"/>
                              </a:lnTo>
                              <a:cubicBezTo>
                                <a:pt x="369435" y="112412"/>
                                <a:pt x="370387" y="112412"/>
                                <a:pt x="371340" y="111460"/>
                              </a:cubicBezTo>
                              <a:lnTo>
                                <a:pt x="452273" y="60025"/>
                              </a:lnTo>
                              <a:cubicBezTo>
                                <a:pt x="452273" y="58120"/>
                                <a:pt x="452273" y="56215"/>
                                <a:pt x="451320" y="5335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0" name="Freeform 182">
                        <a:extLst/>
                      </wps:cNvPr>
                      <wps:cNvSpPr/>
                      <wps:spPr>
                        <a:xfrm>
                          <a:off x="1088311" y="122873"/>
                          <a:ext cx="285646" cy="9525"/>
                        </a:xfrm>
                        <a:custGeom>
                          <a:avLst/>
                          <a:gdLst>
                            <a:gd name="connsiteX0" fmla="*/ 0 w 285645"/>
                            <a:gd name="connsiteY0" fmla="*/ 11430 h 9525"/>
                            <a:gd name="connsiteX1" fmla="*/ 293263 w 285645"/>
                            <a:gd name="connsiteY1" fmla="*/ 11430 h 9525"/>
                            <a:gd name="connsiteX2" fmla="*/ 285646 w 285645"/>
                            <a:gd name="connsiteY2" fmla="*/ 0 h 9525"/>
                            <a:gd name="connsiteX3" fmla="*/ 0 w 285645"/>
                            <a:gd name="connsiteY3" fmla="*/ 0 h 9525"/>
                            <a:gd name="connsiteX4" fmla="*/ 0 w 285645"/>
                            <a:gd name="connsiteY4" fmla="*/ 1143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85645" h="9525">
                              <a:moveTo>
                                <a:pt x="0" y="11430"/>
                              </a:moveTo>
                              <a:lnTo>
                                <a:pt x="293263" y="11430"/>
                              </a:lnTo>
                              <a:cubicBezTo>
                                <a:pt x="290407" y="7620"/>
                                <a:pt x="288502" y="3810"/>
                                <a:pt x="285646" y="0"/>
                              </a:cubicBezTo>
                              <a:lnTo>
                                <a:pt x="0" y="0"/>
                              </a:lnTo>
                              <a:lnTo>
                                <a:pt x="0" y="1143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1" name="Freeform 183">
                        <a:extLst/>
                      </wps:cNvPr>
                      <wps:cNvSpPr/>
                      <wps:spPr>
                        <a:xfrm>
                          <a:off x="1088311" y="357187"/>
                          <a:ext cx="361818" cy="9525"/>
                        </a:xfrm>
                        <a:custGeom>
                          <a:avLst/>
                          <a:gdLst>
                            <a:gd name="connsiteX0" fmla="*/ 0 w 361818"/>
                            <a:gd name="connsiteY0" fmla="*/ 8572 h 0"/>
                            <a:gd name="connsiteX1" fmla="*/ 369435 w 361818"/>
                            <a:gd name="connsiteY1" fmla="*/ 8572 h 0"/>
                            <a:gd name="connsiteX2" fmla="*/ 366579 w 361818"/>
                            <a:gd name="connsiteY2" fmla="*/ 0 h 0"/>
                            <a:gd name="connsiteX3" fmla="*/ 0 w 361818"/>
                            <a:gd name="connsiteY3" fmla="*/ 0 h 0"/>
                            <a:gd name="connsiteX4" fmla="*/ 0 w 361818"/>
                            <a:gd name="connsiteY4" fmla="*/ 8572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61818">
                              <a:moveTo>
                                <a:pt x="0" y="8572"/>
                              </a:moveTo>
                              <a:lnTo>
                                <a:pt x="369435" y="8572"/>
                              </a:lnTo>
                              <a:cubicBezTo>
                                <a:pt x="368483" y="5715"/>
                                <a:pt x="367531" y="2858"/>
                                <a:pt x="366579" y="0"/>
                              </a:cubicBezTo>
                              <a:lnTo>
                                <a:pt x="0" y="0"/>
                              </a:lnTo>
                              <a:lnTo>
                                <a:pt x="0" y="857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2" name="Freeform 184">
                        <a:extLst/>
                      </wps:cNvPr>
                      <wps:cNvSpPr/>
                      <wps:spPr>
                        <a:xfrm>
                          <a:off x="1118780" y="615315"/>
                          <a:ext cx="266603" cy="266700"/>
                        </a:xfrm>
                        <a:custGeom>
                          <a:avLst/>
                          <a:gdLst>
                            <a:gd name="connsiteX0" fmla="*/ 0 w 266602"/>
                            <a:gd name="connsiteY0" fmla="*/ 133350 h 266700"/>
                            <a:gd name="connsiteX1" fmla="*/ 133301 w 266602"/>
                            <a:gd name="connsiteY1" fmla="*/ 266700 h 266700"/>
                            <a:gd name="connsiteX2" fmla="*/ 266603 w 266602"/>
                            <a:gd name="connsiteY2" fmla="*/ 133350 h 266700"/>
                            <a:gd name="connsiteX3" fmla="*/ 133301 w 266602"/>
                            <a:gd name="connsiteY3" fmla="*/ 0 h 266700"/>
                            <a:gd name="connsiteX4" fmla="*/ 0 w 266602"/>
                            <a:gd name="connsiteY4" fmla="*/ 133350 h 2667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66602" h="266700">
                              <a:moveTo>
                                <a:pt x="0" y="133350"/>
                              </a:moveTo>
                              <a:cubicBezTo>
                                <a:pt x="0" y="206693"/>
                                <a:pt x="59986" y="266700"/>
                                <a:pt x="133301" y="266700"/>
                              </a:cubicBezTo>
                              <a:cubicBezTo>
                                <a:pt x="206617" y="266700"/>
                                <a:pt x="266603" y="206693"/>
                                <a:pt x="266603" y="133350"/>
                              </a:cubicBezTo>
                              <a:cubicBezTo>
                                <a:pt x="266603" y="60007"/>
                                <a:pt x="206617" y="0"/>
                                <a:pt x="133301" y="0"/>
                              </a:cubicBezTo>
                              <a:cubicBezTo>
                                <a:pt x="59033" y="0"/>
                                <a:pt x="0" y="60007"/>
                                <a:pt x="0" y="13335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E4E4E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3" name="Freeform 185">
                        <a:extLst/>
                      </wps:cNvPr>
                      <wps:cNvSpPr/>
                      <wps:spPr>
                        <a:xfrm>
                          <a:off x="1160674" y="658178"/>
                          <a:ext cx="180909" cy="180975"/>
                        </a:xfrm>
                        <a:custGeom>
                          <a:avLst/>
                          <a:gdLst>
                            <a:gd name="connsiteX0" fmla="*/ 0 w 180909"/>
                            <a:gd name="connsiteY0" fmla="*/ 90488 h 180975"/>
                            <a:gd name="connsiteX1" fmla="*/ 90455 w 180909"/>
                            <a:gd name="connsiteY1" fmla="*/ 180975 h 180975"/>
                            <a:gd name="connsiteX2" fmla="*/ 180909 w 180909"/>
                            <a:gd name="connsiteY2" fmla="*/ 90488 h 180975"/>
                            <a:gd name="connsiteX3" fmla="*/ 90455 w 180909"/>
                            <a:gd name="connsiteY3" fmla="*/ 0 h 180975"/>
                            <a:gd name="connsiteX4" fmla="*/ 0 w 180909"/>
                            <a:gd name="connsiteY4" fmla="*/ 90488 h 180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80909" h="180975">
                              <a:moveTo>
                                <a:pt x="0" y="90488"/>
                              </a:moveTo>
                              <a:cubicBezTo>
                                <a:pt x="0" y="140970"/>
                                <a:pt x="40942" y="180975"/>
                                <a:pt x="90455" y="180975"/>
                              </a:cubicBezTo>
                              <a:cubicBezTo>
                                <a:pt x="140919" y="180975"/>
                                <a:pt x="180909" y="140018"/>
                                <a:pt x="180909" y="90488"/>
                              </a:cubicBezTo>
                              <a:cubicBezTo>
                                <a:pt x="180909" y="40005"/>
                                <a:pt x="139966" y="0"/>
                                <a:pt x="90455" y="0"/>
                              </a:cubicBezTo>
                              <a:cubicBezTo>
                                <a:pt x="40942" y="0"/>
                                <a:pt x="0" y="40957"/>
                                <a:pt x="0" y="9048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4" name="Freeform 186">
                        <a:extLst/>
                      </wps:cNvPr>
                      <wps:cNvSpPr/>
                      <wps:spPr>
                        <a:xfrm>
                          <a:off x="1204473" y="701040"/>
                          <a:ext cx="95215" cy="95250"/>
                        </a:xfrm>
                        <a:custGeom>
                          <a:avLst/>
                          <a:gdLst>
                            <a:gd name="connsiteX0" fmla="*/ 0 w 95215"/>
                            <a:gd name="connsiteY0" fmla="*/ 47625 h 95250"/>
                            <a:gd name="connsiteX1" fmla="*/ 47608 w 95215"/>
                            <a:gd name="connsiteY1" fmla="*/ 95250 h 95250"/>
                            <a:gd name="connsiteX2" fmla="*/ 95215 w 95215"/>
                            <a:gd name="connsiteY2" fmla="*/ 47625 h 95250"/>
                            <a:gd name="connsiteX3" fmla="*/ 47608 w 95215"/>
                            <a:gd name="connsiteY3" fmla="*/ 0 h 95250"/>
                            <a:gd name="connsiteX4" fmla="*/ 0 w 95215"/>
                            <a:gd name="connsiteY4" fmla="*/ 47625 h 952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5" h="95250">
                              <a:moveTo>
                                <a:pt x="0" y="47625"/>
                              </a:moveTo>
                              <a:cubicBezTo>
                                <a:pt x="0" y="74295"/>
                                <a:pt x="20947" y="95250"/>
                                <a:pt x="47608" y="95250"/>
                              </a:cubicBezTo>
                              <a:cubicBezTo>
                                <a:pt x="74268" y="95250"/>
                                <a:pt x="95215" y="74295"/>
                                <a:pt x="95215" y="47625"/>
                              </a:cubicBezTo>
                              <a:cubicBezTo>
                                <a:pt x="95215" y="20955"/>
                                <a:pt x="74268" y="0"/>
                                <a:pt x="47608" y="0"/>
                              </a:cubicBezTo>
                              <a:cubicBezTo>
                                <a:pt x="20947" y="0"/>
                                <a:pt x="0" y="21907"/>
                                <a:pt x="0" y="4762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5" name="Freeform 187">
                        <a:extLst/>
                      </wps:cNvPr>
                      <wps:cNvSpPr/>
                      <wps:spPr>
                        <a:xfrm>
                          <a:off x="1244464" y="676127"/>
                          <a:ext cx="9522" cy="9525"/>
                        </a:xfrm>
                        <a:custGeom>
                          <a:avLst/>
                          <a:gdLst>
                            <a:gd name="connsiteX0" fmla="*/ 0 w 9521"/>
                            <a:gd name="connsiteY0" fmla="*/ 6816 h 9525"/>
                            <a:gd name="connsiteX1" fmla="*/ 6665 w 9521"/>
                            <a:gd name="connsiteY1" fmla="*/ 13483 h 9525"/>
                            <a:gd name="connsiteX2" fmla="*/ 13330 w 9521"/>
                            <a:gd name="connsiteY2" fmla="*/ 6816 h 9525"/>
                            <a:gd name="connsiteX3" fmla="*/ 6665 w 9521"/>
                            <a:gd name="connsiteY3" fmla="*/ 148 h 9525"/>
                            <a:gd name="connsiteX4" fmla="*/ 0 w 9521"/>
                            <a:gd name="connsiteY4" fmla="*/ 6816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0" y="6816"/>
                              </a:moveTo>
                              <a:cubicBezTo>
                                <a:pt x="0" y="10626"/>
                                <a:pt x="2857" y="13483"/>
                                <a:pt x="6665" y="13483"/>
                              </a:cubicBezTo>
                              <a:cubicBezTo>
                                <a:pt x="10474" y="13483"/>
                                <a:pt x="13330" y="10626"/>
                                <a:pt x="13330" y="6816"/>
                              </a:cubicBezTo>
                              <a:cubicBezTo>
                                <a:pt x="13330" y="3006"/>
                                <a:pt x="10474" y="148"/>
                                <a:pt x="6665" y="148"/>
                              </a:cubicBezTo>
                              <a:cubicBezTo>
                                <a:pt x="3809" y="-805"/>
                                <a:pt x="0" y="3006"/>
                                <a:pt x="0" y="681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6" name="Freeform 188">
                        <a:extLst/>
                      </wps:cNvPr>
                      <wps:cNvSpPr/>
                      <wps:spPr>
                        <a:xfrm>
                          <a:off x="1197570" y="695087"/>
                          <a:ext cx="9522" cy="9525"/>
                        </a:xfrm>
                        <a:custGeom>
                          <a:avLst/>
                          <a:gdLst>
                            <a:gd name="connsiteX0" fmla="*/ 2142 w 9521"/>
                            <a:gd name="connsiteY0" fmla="*/ 11668 h 9525"/>
                            <a:gd name="connsiteX1" fmla="*/ 11664 w 9521"/>
                            <a:gd name="connsiteY1" fmla="*/ 11668 h 9525"/>
                            <a:gd name="connsiteX2" fmla="*/ 11664 w 9521"/>
                            <a:gd name="connsiteY2" fmla="*/ 2143 h 9525"/>
                            <a:gd name="connsiteX3" fmla="*/ 2142 w 9521"/>
                            <a:gd name="connsiteY3" fmla="*/ 2143 h 9525"/>
                            <a:gd name="connsiteX4" fmla="*/ 2142 w 9521"/>
                            <a:gd name="connsiteY4" fmla="*/ 11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2142" y="11668"/>
                              </a:moveTo>
                              <a:cubicBezTo>
                                <a:pt x="4999" y="14526"/>
                                <a:pt x="8807" y="14526"/>
                                <a:pt x="11664" y="11668"/>
                              </a:cubicBezTo>
                              <a:cubicBezTo>
                                <a:pt x="14520" y="8811"/>
                                <a:pt x="14520" y="5001"/>
                                <a:pt x="11664" y="2143"/>
                              </a:cubicBezTo>
                              <a:cubicBezTo>
                                <a:pt x="8807" y="-714"/>
                                <a:pt x="4999" y="-714"/>
                                <a:pt x="2142" y="2143"/>
                              </a:cubicBezTo>
                              <a:cubicBezTo>
                                <a:pt x="-714" y="5001"/>
                                <a:pt x="-714" y="8811"/>
                                <a:pt x="2142" y="11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7" name="Freeform 189">
                        <a:extLst/>
                      </wps:cNvPr>
                      <wps:cNvSpPr/>
                      <wps:spPr>
                        <a:xfrm>
                          <a:off x="1178765" y="742950"/>
                          <a:ext cx="9522" cy="9525"/>
                        </a:xfrm>
                        <a:custGeom>
                          <a:avLst/>
                          <a:gdLst>
                            <a:gd name="connsiteX0" fmla="*/ 6665 w 9521"/>
                            <a:gd name="connsiteY0" fmla="*/ 13335 h 9525"/>
                            <a:gd name="connsiteX1" fmla="*/ 13330 w 9521"/>
                            <a:gd name="connsiteY1" fmla="*/ 6668 h 9525"/>
                            <a:gd name="connsiteX2" fmla="*/ 6665 w 9521"/>
                            <a:gd name="connsiteY2" fmla="*/ 0 h 9525"/>
                            <a:gd name="connsiteX3" fmla="*/ 0 w 9521"/>
                            <a:gd name="connsiteY3" fmla="*/ 6668 h 9525"/>
                            <a:gd name="connsiteX4" fmla="*/ 6665 w 9521"/>
                            <a:gd name="connsiteY4" fmla="*/ 13335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6665" y="13335"/>
                              </a:move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ubicBezTo>
                                <a:pt x="13330" y="2858"/>
                                <a:pt x="10474" y="0"/>
                                <a:pt x="6665" y="0"/>
                              </a:cubicBezTo>
                              <a:cubicBezTo>
                                <a:pt x="2856" y="0"/>
                                <a:pt x="0" y="2858"/>
                                <a:pt x="0" y="6668"/>
                              </a:cubicBezTo>
                              <a:cubicBezTo>
                                <a:pt x="0" y="9525"/>
                                <a:pt x="2856" y="13335"/>
                                <a:pt x="6665" y="1333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8" name="Freeform 190">
                        <a:extLst/>
                      </wps:cNvPr>
                      <wps:cNvSpPr/>
                      <wps:spPr>
                        <a:xfrm>
                          <a:off x="1198522" y="789384"/>
                          <a:ext cx="9522" cy="9525"/>
                        </a:xfrm>
                        <a:custGeom>
                          <a:avLst/>
                          <a:gdLst>
                            <a:gd name="connsiteX0" fmla="*/ 11664 w 9521"/>
                            <a:gd name="connsiteY0" fmla="*/ 11668 h 9525"/>
                            <a:gd name="connsiteX1" fmla="*/ 11664 w 9521"/>
                            <a:gd name="connsiteY1" fmla="*/ 2143 h 9525"/>
                            <a:gd name="connsiteX2" fmla="*/ 2142 w 9521"/>
                            <a:gd name="connsiteY2" fmla="*/ 2143 h 9525"/>
                            <a:gd name="connsiteX3" fmla="*/ 2142 w 9521"/>
                            <a:gd name="connsiteY3" fmla="*/ 11668 h 9525"/>
                            <a:gd name="connsiteX4" fmla="*/ 11664 w 9521"/>
                            <a:gd name="connsiteY4" fmla="*/ 11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1664" y="11668"/>
                              </a:moveTo>
                              <a:cubicBezTo>
                                <a:pt x="14520" y="8811"/>
                                <a:pt x="14520" y="5000"/>
                                <a:pt x="11664" y="2143"/>
                              </a:cubicBezTo>
                              <a:cubicBezTo>
                                <a:pt x="8807" y="-714"/>
                                <a:pt x="4999" y="-714"/>
                                <a:pt x="2142" y="2143"/>
                              </a:cubicBezTo>
                              <a:cubicBezTo>
                                <a:pt x="-714" y="5000"/>
                                <a:pt x="-714" y="8811"/>
                                <a:pt x="2142" y="11668"/>
                              </a:cubicBezTo>
                              <a:cubicBezTo>
                                <a:pt x="4047" y="14525"/>
                                <a:pt x="8807" y="14525"/>
                                <a:pt x="11664" y="11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9" name="Freeform 191">
                        <a:extLst/>
                      </wps:cNvPr>
                      <wps:cNvSpPr/>
                      <wps:spPr>
                        <a:xfrm>
                          <a:off x="1245416" y="808672"/>
                          <a:ext cx="9522" cy="9525"/>
                        </a:xfrm>
                        <a:custGeom>
                          <a:avLst/>
                          <a:gdLst>
                            <a:gd name="connsiteX0" fmla="*/ 13330 w 9521"/>
                            <a:gd name="connsiteY0" fmla="*/ 6668 h 9525"/>
                            <a:gd name="connsiteX1" fmla="*/ 6665 w 9521"/>
                            <a:gd name="connsiteY1" fmla="*/ 0 h 9525"/>
                            <a:gd name="connsiteX2" fmla="*/ 0 w 9521"/>
                            <a:gd name="connsiteY2" fmla="*/ 6668 h 9525"/>
                            <a:gd name="connsiteX3" fmla="*/ 6665 w 9521"/>
                            <a:gd name="connsiteY3" fmla="*/ 13335 h 9525"/>
                            <a:gd name="connsiteX4" fmla="*/ 13330 w 9521"/>
                            <a:gd name="connsiteY4" fmla="*/ 6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3330" y="6668"/>
                              </a:moveTo>
                              <a:cubicBezTo>
                                <a:pt x="13330" y="2858"/>
                                <a:pt x="10474" y="0"/>
                                <a:pt x="6665" y="0"/>
                              </a:cubicBezTo>
                              <a:cubicBezTo>
                                <a:pt x="2856" y="0"/>
                                <a:pt x="0" y="2858"/>
                                <a:pt x="0" y="6668"/>
                              </a:cubicBezTo>
                              <a:cubicBezTo>
                                <a:pt x="0" y="10478"/>
                                <a:pt x="2856" y="13335"/>
                                <a:pt x="6665" y="13335"/>
                              </a:cubicBez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0" name="Freeform 192">
                        <a:extLst/>
                      </wps:cNvPr>
                      <wps:cNvSpPr/>
                      <wps:spPr>
                        <a:xfrm>
                          <a:off x="1292071" y="789623"/>
                          <a:ext cx="9522" cy="9525"/>
                        </a:xfrm>
                        <a:custGeom>
                          <a:avLst/>
                          <a:gdLst>
                            <a:gd name="connsiteX0" fmla="*/ 13330 w 9521"/>
                            <a:gd name="connsiteY0" fmla="*/ 6668 h 9525"/>
                            <a:gd name="connsiteX1" fmla="*/ 6665 w 9521"/>
                            <a:gd name="connsiteY1" fmla="*/ 13335 h 9525"/>
                            <a:gd name="connsiteX2" fmla="*/ 0 w 9521"/>
                            <a:gd name="connsiteY2" fmla="*/ 6668 h 9525"/>
                            <a:gd name="connsiteX3" fmla="*/ 6665 w 9521"/>
                            <a:gd name="connsiteY3" fmla="*/ 0 h 9525"/>
                            <a:gd name="connsiteX4" fmla="*/ 13330 w 9521"/>
                            <a:gd name="connsiteY4" fmla="*/ 6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3330" y="6668"/>
                              </a:moveTo>
                              <a:cubicBezTo>
                                <a:pt x="13330" y="10350"/>
                                <a:pt x="10346" y="13335"/>
                                <a:pt x="6665" y="13335"/>
                              </a:cubicBezTo>
                              <a:cubicBezTo>
                                <a:pt x="2984" y="13335"/>
                                <a:pt x="0" y="10350"/>
                                <a:pt x="0" y="6668"/>
                              </a:cubicBezTo>
                              <a:cubicBezTo>
                                <a:pt x="0" y="2985"/>
                                <a:pt x="2984" y="0"/>
                                <a:pt x="6665" y="0"/>
                              </a:cubicBezTo>
                              <a:cubicBezTo>
                                <a:pt x="10346" y="0"/>
                                <a:pt x="13330" y="2985"/>
                                <a:pt x="13330" y="6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1" name="Freeform 193">
                        <a:extLst/>
                      </wps:cNvPr>
                      <wps:cNvSpPr/>
                      <wps:spPr>
                        <a:xfrm>
                          <a:off x="1311114" y="741997"/>
                          <a:ext cx="9522" cy="9525"/>
                        </a:xfrm>
                        <a:custGeom>
                          <a:avLst/>
                          <a:gdLst>
                            <a:gd name="connsiteX0" fmla="*/ 6665 w 9521"/>
                            <a:gd name="connsiteY0" fmla="*/ 0 h 9525"/>
                            <a:gd name="connsiteX1" fmla="*/ 0 w 9521"/>
                            <a:gd name="connsiteY1" fmla="*/ 6668 h 9525"/>
                            <a:gd name="connsiteX2" fmla="*/ 6665 w 9521"/>
                            <a:gd name="connsiteY2" fmla="*/ 13335 h 9525"/>
                            <a:gd name="connsiteX3" fmla="*/ 13330 w 9521"/>
                            <a:gd name="connsiteY3" fmla="*/ 6668 h 9525"/>
                            <a:gd name="connsiteX4" fmla="*/ 6665 w 9521"/>
                            <a:gd name="connsiteY4" fmla="*/ 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6665" y="0"/>
                              </a:moveTo>
                              <a:cubicBezTo>
                                <a:pt x="2857" y="0"/>
                                <a:pt x="0" y="2858"/>
                                <a:pt x="0" y="6668"/>
                              </a:cubicBezTo>
                              <a:cubicBezTo>
                                <a:pt x="0" y="10478"/>
                                <a:pt x="2857" y="13335"/>
                                <a:pt x="6665" y="13335"/>
                              </a:cubicBez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ubicBezTo>
                                <a:pt x="14282" y="2858"/>
                                <a:pt x="10474" y="0"/>
                                <a:pt x="666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2" name="Freeform 194">
                        <a:extLst/>
                      </wps:cNvPr>
                      <wps:cNvSpPr/>
                      <wps:spPr>
                        <a:xfrm>
                          <a:off x="1292071" y="695325"/>
                          <a:ext cx="9522" cy="9525"/>
                        </a:xfrm>
                        <a:custGeom>
                          <a:avLst/>
                          <a:gdLst>
                            <a:gd name="connsiteX0" fmla="*/ 13330 w 9521"/>
                            <a:gd name="connsiteY0" fmla="*/ 6668 h 9525"/>
                            <a:gd name="connsiteX1" fmla="*/ 6665 w 9521"/>
                            <a:gd name="connsiteY1" fmla="*/ 13335 h 9525"/>
                            <a:gd name="connsiteX2" fmla="*/ 0 w 9521"/>
                            <a:gd name="connsiteY2" fmla="*/ 6668 h 9525"/>
                            <a:gd name="connsiteX3" fmla="*/ 6665 w 9521"/>
                            <a:gd name="connsiteY3" fmla="*/ 0 h 9525"/>
                            <a:gd name="connsiteX4" fmla="*/ 13330 w 9521"/>
                            <a:gd name="connsiteY4" fmla="*/ 6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3330" y="6668"/>
                              </a:moveTo>
                              <a:cubicBezTo>
                                <a:pt x="13330" y="10350"/>
                                <a:pt x="10346" y="13335"/>
                                <a:pt x="6665" y="13335"/>
                              </a:cubicBezTo>
                              <a:cubicBezTo>
                                <a:pt x="2984" y="13335"/>
                                <a:pt x="0" y="10350"/>
                                <a:pt x="0" y="6668"/>
                              </a:cubicBezTo>
                              <a:cubicBezTo>
                                <a:pt x="0" y="2985"/>
                                <a:pt x="2984" y="0"/>
                                <a:pt x="6665" y="0"/>
                              </a:cubicBezTo>
                              <a:cubicBezTo>
                                <a:pt x="10346" y="0"/>
                                <a:pt x="13330" y="2985"/>
                                <a:pt x="13330" y="6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3" name="Freeform 195">
                        <a:extLst/>
                      </wps:cNvPr>
                      <wps:cNvSpPr/>
                      <wps:spPr>
                        <a:xfrm>
                          <a:off x="94263" y="615315"/>
                          <a:ext cx="266603" cy="266700"/>
                        </a:xfrm>
                        <a:custGeom>
                          <a:avLst/>
                          <a:gdLst>
                            <a:gd name="connsiteX0" fmla="*/ 0 w 266602"/>
                            <a:gd name="connsiteY0" fmla="*/ 133350 h 266700"/>
                            <a:gd name="connsiteX1" fmla="*/ 133301 w 266602"/>
                            <a:gd name="connsiteY1" fmla="*/ 266700 h 266700"/>
                            <a:gd name="connsiteX2" fmla="*/ 266603 w 266602"/>
                            <a:gd name="connsiteY2" fmla="*/ 133350 h 266700"/>
                            <a:gd name="connsiteX3" fmla="*/ 133301 w 266602"/>
                            <a:gd name="connsiteY3" fmla="*/ 0 h 266700"/>
                            <a:gd name="connsiteX4" fmla="*/ 0 w 266602"/>
                            <a:gd name="connsiteY4" fmla="*/ 133350 h 2667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66602" h="266700">
                              <a:moveTo>
                                <a:pt x="0" y="133350"/>
                              </a:moveTo>
                              <a:cubicBezTo>
                                <a:pt x="0" y="206693"/>
                                <a:pt x="59986" y="266700"/>
                                <a:pt x="133301" y="266700"/>
                              </a:cubicBezTo>
                              <a:cubicBezTo>
                                <a:pt x="206617" y="266700"/>
                                <a:pt x="266603" y="206693"/>
                                <a:pt x="266603" y="133350"/>
                              </a:cubicBezTo>
                              <a:cubicBezTo>
                                <a:pt x="266603" y="60007"/>
                                <a:pt x="206617" y="0"/>
                                <a:pt x="133301" y="0"/>
                              </a:cubicBezTo>
                              <a:cubicBezTo>
                                <a:pt x="59986" y="0"/>
                                <a:pt x="0" y="60007"/>
                                <a:pt x="0" y="13335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E4E4E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4" name="Freeform 196">
                        <a:extLst/>
                      </wps:cNvPr>
                      <wps:cNvSpPr/>
                      <wps:spPr>
                        <a:xfrm>
                          <a:off x="137110" y="658178"/>
                          <a:ext cx="180909" cy="180975"/>
                        </a:xfrm>
                        <a:custGeom>
                          <a:avLst/>
                          <a:gdLst>
                            <a:gd name="connsiteX0" fmla="*/ 0 w 180909"/>
                            <a:gd name="connsiteY0" fmla="*/ 90488 h 180975"/>
                            <a:gd name="connsiteX1" fmla="*/ 90455 w 180909"/>
                            <a:gd name="connsiteY1" fmla="*/ 180975 h 180975"/>
                            <a:gd name="connsiteX2" fmla="*/ 180909 w 180909"/>
                            <a:gd name="connsiteY2" fmla="*/ 90488 h 180975"/>
                            <a:gd name="connsiteX3" fmla="*/ 90455 w 180909"/>
                            <a:gd name="connsiteY3" fmla="*/ 0 h 180975"/>
                            <a:gd name="connsiteX4" fmla="*/ 0 w 180909"/>
                            <a:gd name="connsiteY4" fmla="*/ 90488 h 180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80909" h="180975">
                              <a:moveTo>
                                <a:pt x="0" y="90488"/>
                              </a:moveTo>
                              <a:cubicBezTo>
                                <a:pt x="0" y="140970"/>
                                <a:pt x="40942" y="180975"/>
                                <a:pt x="90455" y="180975"/>
                              </a:cubicBezTo>
                              <a:cubicBezTo>
                                <a:pt x="140919" y="180975"/>
                                <a:pt x="180909" y="140018"/>
                                <a:pt x="180909" y="90488"/>
                              </a:cubicBezTo>
                              <a:cubicBezTo>
                                <a:pt x="180909" y="40005"/>
                                <a:pt x="139966" y="0"/>
                                <a:pt x="90455" y="0"/>
                              </a:cubicBezTo>
                              <a:cubicBezTo>
                                <a:pt x="39990" y="0"/>
                                <a:pt x="0" y="40957"/>
                                <a:pt x="0" y="9048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5" name="Freeform 197">
                        <a:extLst/>
                      </wps:cNvPr>
                      <wps:cNvSpPr/>
                      <wps:spPr>
                        <a:xfrm>
                          <a:off x="179957" y="701040"/>
                          <a:ext cx="95215" cy="95250"/>
                        </a:xfrm>
                        <a:custGeom>
                          <a:avLst/>
                          <a:gdLst>
                            <a:gd name="connsiteX0" fmla="*/ 0 w 95215"/>
                            <a:gd name="connsiteY0" fmla="*/ 47625 h 95250"/>
                            <a:gd name="connsiteX1" fmla="*/ 47608 w 95215"/>
                            <a:gd name="connsiteY1" fmla="*/ 95250 h 95250"/>
                            <a:gd name="connsiteX2" fmla="*/ 95215 w 95215"/>
                            <a:gd name="connsiteY2" fmla="*/ 47625 h 95250"/>
                            <a:gd name="connsiteX3" fmla="*/ 47608 w 95215"/>
                            <a:gd name="connsiteY3" fmla="*/ 0 h 95250"/>
                            <a:gd name="connsiteX4" fmla="*/ 0 w 95215"/>
                            <a:gd name="connsiteY4" fmla="*/ 47625 h 952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5" h="95250">
                              <a:moveTo>
                                <a:pt x="0" y="47625"/>
                              </a:moveTo>
                              <a:cubicBezTo>
                                <a:pt x="0" y="74295"/>
                                <a:pt x="20947" y="95250"/>
                                <a:pt x="47608" y="95250"/>
                              </a:cubicBezTo>
                              <a:cubicBezTo>
                                <a:pt x="74268" y="95250"/>
                                <a:pt x="95215" y="74295"/>
                                <a:pt x="95215" y="47625"/>
                              </a:cubicBezTo>
                              <a:cubicBezTo>
                                <a:pt x="95215" y="20955"/>
                                <a:pt x="74268" y="0"/>
                                <a:pt x="47608" y="0"/>
                              </a:cubicBezTo>
                              <a:cubicBezTo>
                                <a:pt x="21899" y="0"/>
                                <a:pt x="0" y="21907"/>
                                <a:pt x="0" y="4762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6" name="Freeform 198">
                        <a:extLst/>
                      </wps:cNvPr>
                      <wps:cNvSpPr/>
                      <wps:spPr>
                        <a:xfrm>
                          <a:off x="220899" y="676127"/>
                          <a:ext cx="9522" cy="9525"/>
                        </a:xfrm>
                        <a:custGeom>
                          <a:avLst/>
                          <a:gdLst>
                            <a:gd name="connsiteX0" fmla="*/ 0 w 9521"/>
                            <a:gd name="connsiteY0" fmla="*/ 6816 h 9525"/>
                            <a:gd name="connsiteX1" fmla="*/ 6665 w 9521"/>
                            <a:gd name="connsiteY1" fmla="*/ 13483 h 9525"/>
                            <a:gd name="connsiteX2" fmla="*/ 13330 w 9521"/>
                            <a:gd name="connsiteY2" fmla="*/ 6816 h 9525"/>
                            <a:gd name="connsiteX3" fmla="*/ 6665 w 9521"/>
                            <a:gd name="connsiteY3" fmla="*/ 148 h 9525"/>
                            <a:gd name="connsiteX4" fmla="*/ 0 w 9521"/>
                            <a:gd name="connsiteY4" fmla="*/ 6816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0" y="6816"/>
                              </a:moveTo>
                              <a:cubicBezTo>
                                <a:pt x="0" y="10626"/>
                                <a:pt x="2856" y="13483"/>
                                <a:pt x="6665" y="13483"/>
                              </a:cubicBezTo>
                              <a:cubicBezTo>
                                <a:pt x="10474" y="13483"/>
                                <a:pt x="13330" y="10626"/>
                                <a:pt x="13330" y="6816"/>
                              </a:cubicBezTo>
                              <a:cubicBezTo>
                                <a:pt x="13330" y="3006"/>
                                <a:pt x="10474" y="148"/>
                                <a:pt x="6665" y="148"/>
                              </a:cubicBezTo>
                              <a:cubicBezTo>
                                <a:pt x="2856" y="-805"/>
                                <a:pt x="0" y="3006"/>
                                <a:pt x="0" y="681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7" name="Freeform 199">
                        <a:extLst/>
                      </wps:cNvPr>
                      <wps:cNvSpPr/>
                      <wps:spPr>
                        <a:xfrm>
                          <a:off x="174006" y="695087"/>
                          <a:ext cx="9522" cy="9525"/>
                        </a:xfrm>
                        <a:custGeom>
                          <a:avLst/>
                          <a:gdLst>
                            <a:gd name="connsiteX0" fmla="*/ 2142 w 9521"/>
                            <a:gd name="connsiteY0" fmla="*/ 11668 h 9525"/>
                            <a:gd name="connsiteX1" fmla="*/ 11664 w 9521"/>
                            <a:gd name="connsiteY1" fmla="*/ 11668 h 9525"/>
                            <a:gd name="connsiteX2" fmla="*/ 11664 w 9521"/>
                            <a:gd name="connsiteY2" fmla="*/ 2143 h 9525"/>
                            <a:gd name="connsiteX3" fmla="*/ 2142 w 9521"/>
                            <a:gd name="connsiteY3" fmla="*/ 2143 h 9525"/>
                            <a:gd name="connsiteX4" fmla="*/ 2142 w 9521"/>
                            <a:gd name="connsiteY4" fmla="*/ 11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2142" y="11668"/>
                              </a:moveTo>
                              <a:cubicBezTo>
                                <a:pt x="4999" y="14526"/>
                                <a:pt x="8807" y="14526"/>
                                <a:pt x="11664" y="11668"/>
                              </a:cubicBezTo>
                              <a:cubicBezTo>
                                <a:pt x="14520" y="8811"/>
                                <a:pt x="14520" y="5001"/>
                                <a:pt x="11664" y="2143"/>
                              </a:cubicBezTo>
                              <a:cubicBezTo>
                                <a:pt x="8807" y="-714"/>
                                <a:pt x="4999" y="-714"/>
                                <a:pt x="2142" y="2143"/>
                              </a:cubicBezTo>
                              <a:cubicBezTo>
                                <a:pt x="-714" y="5001"/>
                                <a:pt x="-714" y="8811"/>
                                <a:pt x="2142" y="11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8" name="Freeform 200">
                        <a:extLst/>
                      </wps:cNvPr>
                      <wps:cNvSpPr/>
                      <wps:spPr>
                        <a:xfrm>
                          <a:off x="154248" y="742950"/>
                          <a:ext cx="9522" cy="9525"/>
                        </a:xfrm>
                        <a:custGeom>
                          <a:avLst/>
                          <a:gdLst>
                            <a:gd name="connsiteX0" fmla="*/ 6665 w 9521"/>
                            <a:gd name="connsiteY0" fmla="*/ 13335 h 9525"/>
                            <a:gd name="connsiteX1" fmla="*/ 13330 w 9521"/>
                            <a:gd name="connsiteY1" fmla="*/ 6668 h 9525"/>
                            <a:gd name="connsiteX2" fmla="*/ 6665 w 9521"/>
                            <a:gd name="connsiteY2" fmla="*/ 0 h 9525"/>
                            <a:gd name="connsiteX3" fmla="*/ 0 w 9521"/>
                            <a:gd name="connsiteY3" fmla="*/ 6668 h 9525"/>
                            <a:gd name="connsiteX4" fmla="*/ 6665 w 9521"/>
                            <a:gd name="connsiteY4" fmla="*/ 13335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6665" y="13335"/>
                              </a:move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ubicBezTo>
                                <a:pt x="13330" y="2858"/>
                                <a:pt x="10474" y="0"/>
                                <a:pt x="6665" y="0"/>
                              </a:cubicBezTo>
                              <a:cubicBezTo>
                                <a:pt x="2856" y="0"/>
                                <a:pt x="0" y="2858"/>
                                <a:pt x="0" y="6668"/>
                              </a:cubicBezTo>
                              <a:cubicBezTo>
                                <a:pt x="0" y="9525"/>
                                <a:pt x="2856" y="13335"/>
                                <a:pt x="6665" y="1333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9" name="Freeform 201">
                        <a:extLst/>
                      </wps:cNvPr>
                      <wps:cNvSpPr/>
                      <wps:spPr>
                        <a:xfrm>
                          <a:off x="174006" y="789384"/>
                          <a:ext cx="9522" cy="9525"/>
                        </a:xfrm>
                        <a:custGeom>
                          <a:avLst/>
                          <a:gdLst>
                            <a:gd name="connsiteX0" fmla="*/ 11664 w 9521"/>
                            <a:gd name="connsiteY0" fmla="*/ 11668 h 9525"/>
                            <a:gd name="connsiteX1" fmla="*/ 11664 w 9521"/>
                            <a:gd name="connsiteY1" fmla="*/ 2143 h 9525"/>
                            <a:gd name="connsiteX2" fmla="*/ 2142 w 9521"/>
                            <a:gd name="connsiteY2" fmla="*/ 2143 h 9525"/>
                            <a:gd name="connsiteX3" fmla="*/ 2142 w 9521"/>
                            <a:gd name="connsiteY3" fmla="*/ 11668 h 9525"/>
                            <a:gd name="connsiteX4" fmla="*/ 11664 w 9521"/>
                            <a:gd name="connsiteY4" fmla="*/ 11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1664" y="11668"/>
                              </a:moveTo>
                              <a:cubicBezTo>
                                <a:pt x="14520" y="8811"/>
                                <a:pt x="14520" y="5000"/>
                                <a:pt x="11664" y="2143"/>
                              </a:cubicBezTo>
                              <a:cubicBezTo>
                                <a:pt x="8807" y="-714"/>
                                <a:pt x="4999" y="-714"/>
                                <a:pt x="2142" y="2143"/>
                              </a:cubicBezTo>
                              <a:cubicBezTo>
                                <a:pt x="-714" y="5000"/>
                                <a:pt x="-714" y="8811"/>
                                <a:pt x="2142" y="11668"/>
                              </a:cubicBezTo>
                              <a:cubicBezTo>
                                <a:pt x="4999" y="14525"/>
                                <a:pt x="8807" y="14525"/>
                                <a:pt x="11664" y="11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0" name="Freeform 202">
                        <a:extLst/>
                      </wps:cNvPr>
                      <wps:cNvSpPr/>
                      <wps:spPr>
                        <a:xfrm>
                          <a:off x="220899" y="808672"/>
                          <a:ext cx="9522" cy="9525"/>
                        </a:xfrm>
                        <a:custGeom>
                          <a:avLst/>
                          <a:gdLst>
                            <a:gd name="connsiteX0" fmla="*/ 13330 w 9521"/>
                            <a:gd name="connsiteY0" fmla="*/ 6668 h 9525"/>
                            <a:gd name="connsiteX1" fmla="*/ 6665 w 9521"/>
                            <a:gd name="connsiteY1" fmla="*/ 0 h 9525"/>
                            <a:gd name="connsiteX2" fmla="*/ 0 w 9521"/>
                            <a:gd name="connsiteY2" fmla="*/ 6668 h 9525"/>
                            <a:gd name="connsiteX3" fmla="*/ 6665 w 9521"/>
                            <a:gd name="connsiteY3" fmla="*/ 13335 h 9525"/>
                            <a:gd name="connsiteX4" fmla="*/ 13330 w 9521"/>
                            <a:gd name="connsiteY4" fmla="*/ 6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3330" y="6668"/>
                              </a:moveTo>
                              <a:cubicBezTo>
                                <a:pt x="13330" y="2858"/>
                                <a:pt x="10474" y="0"/>
                                <a:pt x="6665" y="0"/>
                              </a:cubicBezTo>
                              <a:cubicBezTo>
                                <a:pt x="2856" y="0"/>
                                <a:pt x="0" y="2858"/>
                                <a:pt x="0" y="6668"/>
                              </a:cubicBezTo>
                              <a:cubicBezTo>
                                <a:pt x="0" y="10478"/>
                                <a:pt x="2856" y="13335"/>
                                <a:pt x="6665" y="13335"/>
                              </a:cubicBez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1" name="Freeform 203">
                        <a:extLst/>
                      </wps:cNvPr>
                      <wps:cNvSpPr/>
                      <wps:spPr>
                        <a:xfrm>
                          <a:off x="268269" y="788432"/>
                          <a:ext cx="9522" cy="9525"/>
                        </a:xfrm>
                        <a:custGeom>
                          <a:avLst/>
                          <a:gdLst>
                            <a:gd name="connsiteX0" fmla="*/ 11664 w 9521"/>
                            <a:gd name="connsiteY0" fmla="*/ 2143 h 9525"/>
                            <a:gd name="connsiteX1" fmla="*/ 2142 w 9521"/>
                            <a:gd name="connsiteY1" fmla="*/ 2143 h 9525"/>
                            <a:gd name="connsiteX2" fmla="*/ 2142 w 9521"/>
                            <a:gd name="connsiteY2" fmla="*/ 11668 h 9525"/>
                            <a:gd name="connsiteX3" fmla="*/ 11664 w 9521"/>
                            <a:gd name="connsiteY3" fmla="*/ 11668 h 9525"/>
                            <a:gd name="connsiteX4" fmla="*/ 11664 w 9521"/>
                            <a:gd name="connsiteY4" fmla="*/ 2143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1664" y="2143"/>
                              </a:moveTo>
                              <a:cubicBezTo>
                                <a:pt x="8807" y="-714"/>
                                <a:pt x="4999" y="-714"/>
                                <a:pt x="2142" y="2143"/>
                              </a:cubicBezTo>
                              <a:cubicBezTo>
                                <a:pt x="-714" y="5001"/>
                                <a:pt x="-714" y="8811"/>
                                <a:pt x="2142" y="11668"/>
                              </a:cubicBezTo>
                              <a:cubicBezTo>
                                <a:pt x="4999" y="14526"/>
                                <a:pt x="8807" y="14526"/>
                                <a:pt x="11664" y="11668"/>
                              </a:cubicBezTo>
                              <a:cubicBezTo>
                                <a:pt x="13568" y="9763"/>
                                <a:pt x="13568" y="5001"/>
                                <a:pt x="11664" y="214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2" name="Freeform 204">
                        <a:extLst/>
                      </wps:cNvPr>
                      <wps:cNvSpPr/>
                      <wps:spPr>
                        <a:xfrm>
                          <a:off x="287550" y="741997"/>
                          <a:ext cx="9522" cy="9525"/>
                        </a:xfrm>
                        <a:custGeom>
                          <a:avLst/>
                          <a:gdLst>
                            <a:gd name="connsiteX0" fmla="*/ 6665 w 9521"/>
                            <a:gd name="connsiteY0" fmla="*/ 0 h 9525"/>
                            <a:gd name="connsiteX1" fmla="*/ 0 w 9521"/>
                            <a:gd name="connsiteY1" fmla="*/ 6668 h 9525"/>
                            <a:gd name="connsiteX2" fmla="*/ 6665 w 9521"/>
                            <a:gd name="connsiteY2" fmla="*/ 13335 h 9525"/>
                            <a:gd name="connsiteX3" fmla="*/ 13330 w 9521"/>
                            <a:gd name="connsiteY3" fmla="*/ 6668 h 9525"/>
                            <a:gd name="connsiteX4" fmla="*/ 6665 w 9521"/>
                            <a:gd name="connsiteY4" fmla="*/ 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6665" y="0"/>
                              </a:moveTo>
                              <a:cubicBezTo>
                                <a:pt x="2856" y="0"/>
                                <a:pt x="0" y="2858"/>
                                <a:pt x="0" y="6668"/>
                              </a:cubicBezTo>
                              <a:cubicBezTo>
                                <a:pt x="0" y="10478"/>
                                <a:pt x="2856" y="13335"/>
                                <a:pt x="6665" y="13335"/>
                              </a:cubicBez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ubicBezTo>
                                <a:pt x="13330" y="2858"/>
                                <a:pt x="10474" y="0"/>
                                <a:pt x="666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3" name="Freeform 205">
                        <a:extLst/>
                      </wps:cNvPr>
                      <wps:cNvSpPr/>
                      <wps:spPr>
                        <a:xfrm>
                          <a:off x="267317" y="695087"/>
                          <a:ext cx="9522" cy="9525"/>
                        </a:xfrm>
                        <a:custGeom>
                          <a:avLst/>
                          <a:gdLst>
                            <a:gd name="connsiteX0" fmla="*/ 2142 w 9521"/>
                            <a:gd name="connsiteY0" fmla="*/ 2143 h 9525"/>
                            <a:gd name="connsiteX1" fmla="*/ 2142 w 9521"/>
                            <a:gd name="connsiteY1" fmla="*/ 11668 h 9525"/>
                            <a:gd name="connsiteX2" fmla="*/ 11664 w 9521"/>
                            <a:gd name="connsiteY2" fmla="*/ 11668 h 9525"/>
                            <a:gd name="connsiteX3" fmla="*/ 11664 w 9521"/>
                            <a:gd name="connsiteY3" fmla="*/ 2143 h 9525"/>
                            <a:gd name="connsiteX4" fmla="*/ 2142 w 9521"/>
                            <a:gd name="connsiteY4" fmla="*/ 2143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2142" y="2143"/>
                              </a:moveTo>
                              <a:cubicBezTo>
                                <a:pt x="-714" y="5001"/>
                                <a:pt x="-714" y="8811"/>
                                <a:pt x="2142" y="11668"/>
                              </a:cubicBezTo>
                              <a:cubicBezTo>
                                <a:pt x="4999" y="14526"/>
                                <a:pt x="8807" y="14526"/>
                                <a:pt x="11664" y="11668"/>
                              </a:cubicBezTo>
                              <a:cubicBezTo>
                                <a:pt x="14520" y="8811"/>
                                <a:pt x="14520" y="5001"/>
                                <a:pt x="11664" y="2143"/>
                              </a:cubicBezTo>
                              <a:cubicBezTo>
                                <a:pt x="9760" y="-714"/>
                                <a:pt x="4999" y="-714"/>
                                <a:pt x="2142" y="214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4" name="Freeform 206">
                        <a:extLst/>
                      </wps:cNvPr>
                      <wps:cNvSpPr/>
                      <wps:spPr>
                        <a:xfrm>
                          <a:off x="24756" y="70485"/>
                          <a:ext cx="1056890" cy="704850"/>
                        </a:xfrm>
                        <a:custGeom>
                          <a:avLst/>
                          <a:gdLst>
                            <a:gd name="connsiteX0" fmla="*/ 0 w 1056889"/>
                            <a:gd name="connsiteY0" fmla="*/ 0 h 704850"/>
                            <a:gd name="connsiteX1" fmla="*/ 0 w 1056889"/>
                            <a:gd name="connsiteY1" fmla="*/ 706755 h 704850"/>
                            <a:gd name="connsiteX2" fmla="*/ 39038 w 1056889"/>
                            <a:gd name="connsiteY2" fmla="*/ 706755 h 704850"/>
                            <a:gd name="connsiteX3" fmla="*/ 39990 w 1056889"/>
                            <a:gd name="connsiteY3" fmla="*/ 703898 h 704850"/>
                            <a:gd name="connsiteX4" fmla="*/ 82837 w 1056889"/>
                            <a:gd name="connsiteY4" fmla="*/ 580073 h 704850"/>
                            <a:gd name="connsiteX5" fmla="*/ 103785 w 1056889"/>
                            <a:gd name="connsiteY5" fmla="*/ 563880 h 704850"/>
                            <a:gd name="connsiteX6" fmla="*/ 199000 w 1056889"/>
                            <a:gd name="connsiteY6" fmla="*/ 563880 h 704850"/>
                            <a:gd name="connsiteX7" fmla="*/ 205665 w 1056889"/>
                            <a:gd name="connsiteY7" fmla="*/ 563880 h 704850"/>
                            <a:gd name="connsiteX8" fmla="*/ 300880 w 1056889"/>
                            <a:gd name="connsiteY8" fmla="*/ 563880 h 704850"/>
                            <a:gd name="connsiteX9" fmla="*/ 321828 w 1056889"/>
                            <a:gd name="connsiteY9" fmla="*/ 580073 h 704850"/>
                            <a:gd name="connsiteX10" fmla="*/ 364675 w 1056889"/>
                            <a:gd name="connsiteY10" fmla="*/ 703898 h 704850"/>
                            <a:gd name="connsiteX11" fmla="*/ 365627 w 1056889"/>
                            <a:gd name="connsiteY11" fmla="*/ 706755 h 704850"/>
                            <a:gd name="connsiteX12" fmla="*/ 1063555 w 1056889"/>
                            <a:gd name="connsiteY12" fmla="*/ 706755 h 704850"/>
                            <a:gd name="connsiteX13" fmla="*/ 1063555 w 1056889"/>
                            <a:gd name="connsiteY13" fmla="*/ 0 h 704850"/>
                            <a:gd name="connsiteX14" fmla="*/ 0 w 1056889"/>
                            <a:gd name="connsiteY14" fmla="*/ 0 h 7048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056889" h="704850">
                              <a:moveTo>
                                <a:pt x="0" y="0"/>
                              </a:moveTo>
                              <a:lnTo>
                                <a:pt x="0" y="706755"/>
                              </a:lnTo>
                              <a:lnTo>
                                <a:pt x="39038" y="706755"/>
                              </a:lnTo>
                              <a:cubicBezTo>
                                <a:pt x="39038" y="705802"/>
                                <a:pt x="39038" y="704850"/>
                                <a:pt x="39990" y="703898"/>
                              </a:cubicBezTo>
                              <a:lnTo>
                                <a:pt x="82837" y="580073"/>
                              </a:lnTo>
                              <a:cubicBezTo>
                                <a:pt x="86646" y="570548"/>
                                <a:pt x="94263" y="563880"/>
                                <a:pt x="103785" y="563880"/>
                              </a:cubicBezTo>
                              <a:lnTo>
                                <a:pt x="199000" y="563880"/>
                              </a:lnTo>
                              <a:lnTo>
                                <a:pt x="205665" y="563880"/>
                              </a:lnTo>
                              <a:lnTo>
                                <a:pt x="300880" y="563880"/>
                              </a:lnTo>
                              <a:cubicBezTo>
                                <a:pt x="310402" y="563880"/>
                                <a:pt x="318019" y="570548"/>
                                <a:pt x="321828" y="580073"/>
                              </a:cubicBezTo>
                              <a:lnTo>
                                <a:pt x="364675" y="703898"/>
                              </a:lnTo>
                              <a:cubicBezTo>
                                <a:pt x="364675" y="704850"/>
                                <a:pt x="365627" y="705802"/>
                                <a:pt x="365627" y="706755"/>
                              </a:cubicBezTo>
                              <a:lnTo>
                                <a:pt x="1063555" y="706755"/>
                              </a:lnTo>
                              <a:lnTo>
                                <a:pt x="106355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5" name="Freeform 207">
                        <a:extLst/>
                      </wps:cNvPr>
                      <wps:cNvSpPr/>
                      <wps:spPr>
                        <a:xfrm>
                          <a:off x="24756" y="430530"/>
                          <a:ext cx="1056890" cy="9525"/>
                        </a:xfrm>
                        <a:custGeom>
                          <a:avLst/>
                          <a:gdLst>
                            <a:gd name="connsiteX0" fmla="*/ 0 w 1056889"/>
                            <a:gd name="connsiteY0" fmla="*/ 0 h 9525"/>
                            <a:gd name="connsiteX1" fmla="*/ 1063555 w 1056889"/>
                            <a:gd name="connsiteY1" fmla="*/ 0 h 9525"/>
                            <a:gd name="connsiteX2" fmla="*/ 1063555 w 1056889"/>
                            <a:gd name="connsiteY2" fmla="*/ 16193 h 9525"/>
                            <a:gd name="connsiteX3" fmla="*/ 0 w 1056889"/>
                            <a:gd name="connsiteY3" fmla="*/ 16193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56889" h="9525">
                              <a:moveTo>
                                <a:pt x="0" y="0"/>
                              </a:moveTo>
                              <a:lnTo>
                                <a:pt x="1063555" y="0"/>
                              </a:lnTo>
                              <a:lnTo>
                                <a:pt x="1063555" y="16193"/>
                              </a:lnTo>
                              <a:lnTo>
                                <a:pt x="0" y="1619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6" name="Freeform 208">
                        <a:extLst/>
                      </wps:cNvPr>
                      <wps:cNvSpPr/>
                      <wps:spPr>
                        <a:xfrm>
                          <a:off x="1078789" y="70485"/>
                          <a:ext cx="9522" cy="704850"/>
                        </a:xfrm>
                        <a:custGeom>
                          <a:avLst/>
                          <a:gdLst>
                            <a:gd name="connsiteX0" fmla="*/ 0 w 9521"/>
                            <a:gd name="connsiteY0" fmla="*/ 0 h 704850"/>
                            <a:gd name="connsiteX1" fmla="*/ 10474 w 9521"/>
                            <a:gd name="connsiteY1" fmla="*/ 0 h 704850"/>
                            <a:gd name="connsiteX2" fmla="*/ 10474 w 9521"/>
                            <a:gd name="connsiteY2" fmla="*/ 706755 h 704850"/>
                            <a:gd name="connsiteX3" fmla="*/ 0 w 9521"/>
                            <a:gd name="connsiteY3" fmla="*/ 706755 h 7048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9521" h="704850">
                              <a:moveTo>
                                <a:pt x="0" y="0"/>
                              </a:moveTo>
                              <a:lnTo>
                                <a:pt x="10474" y="0"/>
                              </a:lnTo>
                              <a:lnTo>
                                <a:pt x="10474" y="706755"/>
                              </a:lnTo>
                              <a:lnTo>
                                <a:pt x="0" y="70675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7" name="Freeform 209">
                        <a:extLst/>
                      </wps:cNvPr>
                      <wps:cNvSpPr/>
                      <wps:spPr>
                        <a:xfrm>
                          <a:off x="1418708" y="728662"/>
                          <a:ext cx="85694" cy="57150"/>
                        </a:xfrm>
                        <a:custGeom>
                          <a:avLst/>
                          <a:gdLst>
                            <a:gd name="connsiteX0" fmla="*/ 86646 w 85693"/>
                            <a:gd name="connsiteY0" fmla="*/ 40005 h 57150"/>
                            <a:gd name="connsiteX1" fmla="*/ 69507 w 85693"/>
                            <a:gd name="connsiteY1" fmla="*/ 57150 h 57150"/>
                            <a:gd name="connsiteX2" fmla="*/ 17139 w 85693"/>
                            <a:gd name="connsiteY2" fmla="*/ 57150 h 57150"/>
                            <a:gd name="connsiteX3" fmla="*/ 0 w 85693"/>
                            <a:gd name="connsiteY3" fmla="*/ 40005 h 57150"/>
                            <a:gd name="connsiteX4" fmla="*/ 0 w 85693"/>
                            <a:gd name="connsiteY4" fmla="*/ 17145 h 57150"/>
                            <a:gd name="connsiteX5" fmla="*/ 17139 w 85693"/>
                            <a:gd name="connsiteY5" fmla="*/ 0 h 57150"/>
                            <a:gd name="connsiteX6" fmla="*/ 69507 w 85693"/>
                            <a:gd name="connsiteY6" fmla="*/ 0 h 57150"/>
                            <a:gd name="connsiteX7" fmla="*/ 86646 w 85693"/>
                            <a:gd name="connsiteY7" fmla="*/ 17145 h 57150"/>
                            <a:gd name="connsiteX8" fmla="*/ 86646 w 85693"/>
                            <a:gd name="connsiteY8" fmla="*/ 40005 h 571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85693" h="57150">
                              <a:moveTo>
                                <a:pt x="86646" y="40005"/>
                              </a:moveTo>
                              <a:cubicBezTo>
                                <a:pt x="86646" y="49530"/>
                                <a:pt x="79029" y="57150"/>
                                <a:pt x="69507" y="57150"/>
                              </a:cubicBezTo>
                              <a:lnTo>
                                <a:pt x="17139" y="57150"/>
                              </a:lnTo>
                              <a:cubicBezTo>
                                <a:pt x="7617" y="57150"/>
                                <a:pt x="0" y="49530"/>
                                <a:pt x="0" y="40005"/>
                              </a:cubicBezTo>
                              <a:lnTo>
                                <a:pt x="0" y="17145"/>
                              </a:lnTo>
                              <a:cubicBezTo>
                                <a:pt x="0" y="7620"/>
                                <a:pt x="7617" y="0"/>
                                <a:pt x="17139" y="0"/>
                              </a:cubicBezTo>
                              <a:lnTo>
                                <a:pt x="69507" y="0"/>
                              </a:lnTo>
                              <a:cubicBezTo>
                                <a:pt x="79029" y="0"/>
                                <a:pt x="86646" y="7620"/>
                                <a:pt x="86646" y="17145"/>
                              </a:cubicBezTo>
                              <a:lnTo>
                                <a:pt x="86646" y="4000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8" name="Freeform 210">
                        <a:extLst/>
                      </wps:cNvPr>
                      <wps:cNvSpPr/>
                      <wps:spPr>
                        <a:xfrm>
                          <a:off x="45703" y="582930"/>
                          <a:ext cx="361818" cy="190500"/>
                        </a:xfrm>
                        <a:custGeom>
                          <a:avLst/>
                          <a:gdLst>
                            <a:gd name="connsiteX0" fmla="*/ 311354 w 361818"/>
                            <a:gd name="connsiteY0" fmla="*/ 0 h 190500"/>
                            <a:gd name="connsiteX1" fmla="*/ 56177 w 361818"/>
                            <a:gd name="connsiteY1" fmla="*/ 0 h 190500"/>
                            <a:gd name="connsiteX2" fmla="*/ 0 w 361818"/>
                            <a:gd name="connsiteY2" fmla="*/ 56197 h 190500"/>
                            <a:gd name="connsiteX3" fmla="*/ 0 w 361818"/>
                            <a:gd name="connsiteY3" fmla="*/ 194310 h 190500"/>
                            <a:gd name="connsiteX4" fmla="*/ 14282 w 361818"/>
                            <a:gd name="connsiteY4" fmla="*/ 194310 h 190500"/>
                            <a:gd name="connsiteX5" fmla="*/ 14282 w 361818"/>
                            <a:gd name="connsiteY5" fmla="*/ 56197 h 190500"/>
                            <a:gd name="connsiteX6" fmla="*/ 56177 w 361818"/>
                            <a:gd name="connsiteY6" fmla="*/ 14288 h 190500"/>
                            <a:gd name="connsiteX7" fmla="*/ 311354 w 361818"/>
                            <a:gd name="connsiteY7" fmla="*/ 14288 h 190500"/>
                            <a:gd name="connsiteX8" fmla="*/ 353249 w 361818"/>
                            <a:gd name="connsiteY8" fmla="*/ 56197 h 190500"/>
                            <a:gd name="connsiteX9" fmla="*/ 353249 w 361818"/>
                            <a:gd name="connsiteY9" fmla="*/ 194310 h 190500"/>
                            <a:gd name="connsiteX10" fmla="*/ 367531 w 361818"/>
                            <a:gd name="connsiteY10" fmla="*/ 194310 h 190500"/>
                            <a:gd name="connsiteX11" fmla="*/ 367531 w 361818"/>
                            <a:gd name="connsiteY11" fmla="*/ 56197 h 190500"/>
                            <a:gd name="connsiteX12" fmla="*/ 311354 w 361818"/>
                            <a:gd name="connsiteY12" fmla="*/ 0 h 1905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361818" h="190500">
                              <a:moveTo>
                                <a:pt x="311354" y="0"/>
                              </a:moveTo>
                              <a:lnTo>
                                <a:pt x="56177" y="0"/>
                              </a:lnTo>
                              <a:cubicBezTo>
                                <a:pt x="24756" y="0"/>
                                <a:pt x="0" y="24765"/>
                                <a:pt x="0" y="56197"/>
                              </a:cubicBezTo>
                              <a:lnTo>
                                <a:pt x="0" y="194310"/>
                              </a:lnTo>
                              <a:lnTo>
                                <a:pt x="14282" y="194310"/>
                              </a:lnTo>
                              <a:lnTo>
                                <a:pt x="14282" y="56197"/>
                              </a:lnTo>
                              <a:cubicBezTo>
                                <a:pt x="14282" y="33338"/>
                                <a:pt x="33325" y="14288"/>
                                <a:pt x="56177" y="14288"/>
                              </a:cubicBezTo>
                              <a:lnTo>
                                <a:pt x="311354" y="14288"/>
                              </a:lnTo>
                              <a:cubicBezTo>
                                <a:pt x="334206" y="14288"/>
                                <a:pt x="353249" y="33338"/>
                                <a:pt x="353249" y="56197"/>
                              </a:cubicBezTo>
                              <a:lnTo>
                                <a:pt x="353249" y="194310"/>
                              </a:lnTo>
                              <a:lnTo>
                                <a:pt x="367531" y="194310"/>
                              </a:lnTo>
                              <a:lnTo>
                                <a:pt x="367531" y="56197"/>
                              </a:lnTo>
                              <a:cubicBezTo>
                                <a:pt x="367531" y="25717"/>
                                <a:pt x="341823" y="0"/>
                                <a:pt x="31135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9" name="Freeform 211">
                        <a:extLst/>
                      </wps:cNvPr>
                      <wps:cNvSpPr/>
                      <wps:spPr>
                        <a:xfrm>
                          <a:off x="583670" y="126682"/>
                          <a:ext cx="418947" cy="247650"/>
                        </a:xfrm>
                        <a:custGeom>
                          <a:avLst/>
                          <a:gdLst>
                            <a:gd name="connsiteX0" fmla="*/ 426564 w 418947"/>
                            <a:gd name="connsiteY0" fmla="*/ 240030 h 247650"/>
                            <a:gd name="connsiteX1" fmla="*/ 418947 w 418947"/>
                            <a:gd name="connsiteY1" fmla="*/ 247650 h 247650"/>
                            <a:gd name="connsiteX2" fmla="*/ 7617 w 418947"/>
                            <a:gd name="connsiteY2" fmla="*/ 247650 h 247650"/>
                            <a:gd name="connsiteX3" fmla="*/ 0 w 418947"/>
                            <a:gd name="connsiteY3" fmla="*/ 240030 h 247650"/>
                            <a:gd name="connsiteX4" fmla="*/ 0 w 418947"/>
                            <a:gd name="connsiteY4" fmla="*/ 7620 h 247650"/>
                            <a:gd name="connsiteX5" fmla="*/ 7617 w 418947"/>
                            <a:gd name="connsiteY5" fmla="*/ 0 h 247650"/>
                            <a:gd name="connsiteX6" fmla="*/ 418947 w 418947"/>
                            <a:gd name="connsiteY6" fmla="*/ 0 h 247650"/>
                            <a:gd name="connsiteX7" fmla="*/ 426564 w 418947"/>
                            <a:gd name="connsiteY7" fmla="*/ 7620 h 247650"/>
                            <a:gd name="connsiteX8" fmla="*/ 426564 w 418947"/>
                            <a:gd name="connsiteY8" fmla="*/ 240030 h 2476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18947" h="247650">
                              <a:moveTo>
                                <a:pt x="426564" y="240030"/>
                              </a:moveTo>
                              <a:cubicBezTo>
                                <a:pt x="426564" y="244792"/>
                                <a:pt x="422756" y="247650"/>
                                <a:pt x="418947" y="247650"/>
                              </a:cubicBezTo>
                              <a:lnTo>
                                <a:pt x="7617" y="247650"/>
                              </a:lnTo>
                              <a:cubicBezTo>
                                <a:pt x="2856" y="247650"/>
                                <a:pt x="0" y="243840"/>
                                <a:pt x="0" y="240030"/>
                              </a:cubicBezTo>
                              <a:lnTo>
                                <a:pt x="0" y="7620"/>
                              </a:lnTo>
                              <a:cubicBezTo>
                                <a:pt x="0" y="2858"/>
                                <a:pt x="3809" y="0"/>
                                <a:pt x="7617" y="0"/>
                              </a:cubicBezTo>
                              <a:lnTo>
                                <a:pt x="418947" y="0"/>
                              </a:lnTo>
                              <a:cubicBezTo>
                                <a:pt x="423708" y="0"/>
                                <a:pt x="426564" y="3810"/>
                                <a:pt x="426564" y="7620"/>
                              </a:cubicBezTo>
                              <a:lnTo>
                                <a:pt x="426564" y="24003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70" name="Freeform 212">
                        <a:extLst/>
                      </wps:cNvPr>
                      <wps:cNvSpPr/>
                      <wps:spPr>
                        <a:xfrm>
                          <a:off x="0" y="735330"/>
                          <a:ext cx="66651" cy="19050"/>
                        </a:xfrm>
                        <a:custGeom>
                          <a:avLst/>
                          <a:gdLst>
                            <a:gd name="connsiteX0" fmla="*/ 69507 w 66650"/>
                            <a:gd name="connsiteY0" fmla="*/ 23813 h 19050"/>
                            <a:gd name="connsiteX1" fmla="*/ 66651 w 66650"/>
                            <a:gd name="connsiteY1" fmla="*/ 26670 h 19050"/>
                            <a:gd name="connsiteX2" fmla="*/ 2856 w 66650"/>
                            <a:gd name="connsiteY2" fmla="*/ 26670 h 19050"/>
                            <a:gd name="connsiteX3" fmla="*/ 0 w 66650"/>
                            <a:gd name="connsiteY3" fmla="*/ 23813 h 19050"/>
                            <a:gd name="connsiteX4" fmla="*/ 0 w 66650"/>
                            <a:gd name="connsiteY4" fmla="*/ 2857 h 19050"/>
                            <a:gd name="connsiteX5" fmla="*/ 2856 w 66650"/>
                            <a:gd name="connsiteY5" fmla="*/ 0 h 19050"/>
                            <a:gd name="connsiteX6" fmla="*/ 66651 w 66650"/>
                            <a:gd name="connsiteY6" fmla="*/ 0 h 19050"/>
                            <a:gd name="connsiteX7" fmla="*/ 69507 w 66650"/>
                            <a:gd name="connsiteY7" fmla="*/ 2857 h 19050"/>
                            <a:gd name="connsiteX8" fmla="*/ 69507 w 66650"/>
                            <a:gd name="connsiteY8" fmla="*/ 23813 h 190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66650" h="19050">
                              <a:moveTo>
                                <a:pt x="69507" y="23813"/>
                              </a:moveTo>
                              <a:cubicBezTo>
                                <a:pt x="69507" y="25717"/>
                                <a:pt x="68555" y="26670"/>
                                <a:pt x="66651" y="26670"/>
                              </a:cubicBezTo>
                              <a:lnTo>
                                <a:pt x="2856" y="26670"/>
                              </a:lnTo>
                              <a:cubicBezTo>
                                <a:pt x="952" y="26670"/>
                                <a:pt x="0" y="25717"/>
                                <a:pt x="0" y="23813"/>
                              </a:cubicBezTo>
                              <a:lnTo>
                                <a:pt x="0" y="2857"/>
                              </a:lnTo>
                              <a:cubicBezTo>
                                <a:pt x="0" y="953"/>
                                <a:pt x="952" y="0"/>
                                <a:pt x="2856" y="0"/>
                              </a:cubicBezTo>
                              <a:lnTo>
                                <a:pt x="66651" y="0"/>
                              </a:lnTo>
                              <a:cubicBezTo>
                                <a:pt x="68555" y="0"/>
                                <a:pt x="69507" y="953"/>
                                <a:pt x="69507" y="2857"/>
                              </a:cubicBezTo>
                              <a:lnTo>
                                <a:pt x="69507" y="238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71" name="Freeform 213">
                        <a:extLst/>
                      </wps:cNvPr>
                      <wps:cNvSpPr/>
                      <wps:spPr>
                        <a:xfrm>
                          <a:off x="12378" y="754380"/>
                          <a:ext cx="57129" cy="28575"/>
                        </a:xfrm>
                        <a:custGeom>
                          <a:avLst/>
                          <a:gdLst>
                            <a:gd name="connsiteX0" fmla="*/ 57129 w 57129"/>
                            <a:gd name="connsiteY0" fmla="*/ 27622 h 28575"/>
                            <a:gd name="connsiteX1" fmla="*/ 54273 w 57129"/>
                            <a:gd name="connsiteY1" fmla="*/ 30480 h 28575"/>
                            <a:gd name="connsiteX2" fmla="*/ 2856 w 57129"/>
                            <a:gd name="connsiteY2" fmla="*/ 30480 h 28575"/>
                            <a:gd name="connsiteX3" fmla="*/ 0 w 57129"/>
                            <a:gd name="connsiteY3" fmla="*/ 27622 h 28575"/>
                            <a:gd name="connsiteX4" fmla="*/ 0 w 57129"/>
                            <a:gd name="connsiteY4" fmla="*/ 2857 h 28575"/>
                            <a:gd name="connsiteX5" fmla="*/ 2856 w 57129"/>
                            <a:gd name="connsiteY5" fmla="*/ 0 h 28575"/>
                            <a:gd name="connsiteX6" fmla="*/ 54273 w 57129"/>
                            <a:gd name="connsiteY6" fmla="*/ 0 h 28575"/>
                            <a:gd name="connsiteX7" fmla="*/ 57129 w 57129"/>
                            <a:gd name="connsiteY7" fmla="*/ 2857 h 28575"/>
                            <a:gd name="connsiteX8" fmla="*/ 57129 w 57129"/>
                            <a:gd name="connsiteY8" fmla="*/ 27622 h 285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57129" h="28575">
                              <a:moveTo>
                                <a:pt x="57129" y="27622"/>
                              </a:moveTo>
                              <a:cubicBezTo>
                                <a:pt x="57129" y="29528"/>
                                <a:pt x="56177" y="30480"/>
                                <a:pt x="54273" y="30480"/>
                              </a:cubicBezTo>
                              <a:lnTo>
                                <a:pt x="2856" y="30480"/>
                              </a:lnTo>
                              <a:cubicBezTo>
                                <a:pt x="952" y="30480"/>
                                <a:pt x="0" y="29528"/>
                                <a:pt x="0" y="27622"/>
                              </a:cubicBezTo>
                              <a:lnTo>
                                <a:pt x="0" y="2857"/>
                              </a:lnTo>
                              <a:cubicBezTo>
                                <a:pt x="0" y="953"/>
                                <a:pt x="952" y="0"/>
                                <a:pt x="2856" y="0"/>
                              </a:cubicBezTo>
                              <a:lnTo>
                                <a:pt x="54273" y="0"/>
                              </a:lnTo>
                              <a:cubicBezTo>
                                <a:pt x="56177" y="0"/>
                                <a:pt x="57129" y="953"/>
                                <a:pt x="57129" y="2857"/>
                              </a:cubicBezTo>
                              <a:lnTo>
                                <a:pt x="57129" y="276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72" name="Freeform 214">
                        <a:extLst/>
                      </wps:cNvPr>
                      <wps:cNvSpPr/>
                      <wps:spPr>
                        <a:xfrm>
                          <a:off x="88370" y="126682"/>
                          <a:ext cx="418947" cy="247650"/>
                        </a:xfrm>
                        <a:custGeom>
                          <a:avLst/>
                          <a:gdLst>
                            <a:gd name="connsiteX0" fmla="*/ 426564 w 418947"/>
                            <a:gd name="connsiteY0" fmla="*/ 240030 h 247650"/>
                            <a:gd name="connsiteX1" fmla="*/ 418947 w 418947"/>
                            <a:gd name="connsiteY1" fmla="*/ 247650 h 247650"/>
                            <a:gd name="connsiteX2" fmla="*/ 7617 w 418947"/>
                            <a:gd name="connsiteY2" fmla="*/ 247650 h 247650"/>
                            <a:gd name="connsiteX3" fmla="*/ 0 w 418947"/>
                            <a:gd name="connsiteY3" fmla="*/ 240030 h 247650"/>
                            <a:gd name="connsiteX4" fmla="*/ 0 w 418947"/>
                            <a:gd name="connsiteY4" fmla="*/ 7620 h 247650"/>
                            <a:gd name="connsiteX5" fmla="*/ 7617 w 418947"/>
                            <a:gd name="connsiteY5" fmla="*/ 0 h 247650"/>
                            <a:gd name="connsiteX6" fmla="*/ 418947 w 418947"/>
                            <a:gd name="connsiteY6" fmla="*/ 0 h 247650"/>
                            <a:gd name="connsiteX7" fmla="*/ 426564 w 418947"/>
                            <a:gd name="connsiteY7" fmla="*/ 7620 h 247650"/>
                            <a:gd name="connsiteX8" fmla="*/ 426564 w 418947"/>
                            <a:gd name="connsiteY8" fmla="*/ 240030 h 2476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18947" h="247650">
                              <a:moveTo>
                                <a:pt x="426564" y="240030"/>
                              </a:moveTo>
                              <a:cubicBezTo>
                                <a:pt x="426564" y="244792"/>
                                <a:pt x="422756" y="247650"/>
                                <a:pt x="418947" y="247650"/>
                              </a:cubicBezTo>
                              <a:lnTo>
                                <a:pt x="7617" y="247650"/>
                              </a:lnTo>
                              <a:cubicBezTo>
                                <a:pt x="2856" y="247650"/>
                                <a:pt x="0" y="243840"/>
                                <a:pt x="0" y="240030"/>
                              </a:cubicBezTo>
                              <a:lnTo>
                                <a:pt x="0" y="7620"/>
                              </a:lnTo>
                              <a:cubicBezTo>
                                <a:pt x="0" y="2858"/>
                                <a:pt x="3809" y="0"/>
                                <a:pt x="7617" y="0"/>
                              </a:cubicBezTo>
                              <a:lnTo>
                                <a:pt x="418947" y="0"/>
                              </a:lnTo>
                              <a:cubicBezTo>
                                <a:pt x="423708" y="0"/>
                                <a:pt x="426564" y="3810"/>
                                <a:pt x="426564" y="7620"/>
                              </a:cubicBezTo>
                              <a:lnTo>
                                <a:pt x="426564" y="24003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863E0BB" id="Group 88" o:spid="_x0000_s1026" style="position:absolute;margin-left:-53.5pt;margin-top:7.9pt;width:55.45pt;height:31.7pt;z-index:251702272;mso-width-relative:margin;mso-height-relative:margin" coordsize="15358,8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">
              <v:shape id="Freeform 167" o:spid="_x0000_s1027" style="position:absolute;left:523;top:5962;width:3618;height:1619;visibility:visible;mso-wrap-style:square;v-text-anchor:middle" coordsize="361818,161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" path="m,l365627,r,168593l,168593,,xe" fillcolor="#9f6d01 [1607]" stroked="f" strokeweight=".26431mm">
                <v:stroke joinstyle="miter"/>
                <v:path arrowok="t" o:connecttype="custom" o:connectlocs="0,0;365627,0;365627,168593;0,168593" o:connectangles="0,0,0,0"/>
              </v:shape>
              <v:shape id="Freeform 168" o:spid="_x0000_s1028" style="position:absolute;left:10883;top:160;width:4475;height:7524;visibility:visible;mso-wrap-style:square;v-text-anchor:middle" coordsize="447511,752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" path="m,728833l,31603c,12553,16187,-1735,34278,171v73315,6667,242799,34289,278028,160972c351344,303065,430373,536428,451320,596436v2857,8572,1905,19050,-2856,26669l373244,745025v-5713,9525,-16187,15240,-26660,15240l33325,760265c14282,761218,,746930,,728833xe" fillcolor="#fec444 [3207]" stroked="f" strokeweight=".26431mm">
                <v:stroke joinstyle="miter"/>
                <v:path arrowok="t" o:connecttype="custom" o:connectlocs="0,728833;0,31603;34278,171;312307,161143;451321,596436;448465,623105;373245,745025;346585,760265;33325,760265;0,728833" o:connectangles="0,0,0,0,0,0,0,0,0,0"/>
              </v:shape>
              <v:shape id="Freeform 169" o:spid="_x0000_s1029" style="position:absolute;left:11206;top:1533;width:2762;height:1809;visibility:visible;mso-wrap-style:square;v-text-anchor:middle" coordsize="276124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" path="m,28623l,157211v,16192,13330,29527,29517,29527l248512,186738v19043,,33325,-19050,27612,-37147l238990,21003c235182,8621,223756,48,211378,48l29517,48c13330,-904,,12431,,28623xe" fillcolor="#e1eef7 [660]" stroked="f" strokeweight=".26431mm">
                <v:stroke joinstyle="miter"/>
                <v:path arrowok="t" o:connecttype="custom" o:connectlocs="0,28623;0,157211;29517,186738;248512,186738;276124,149591;238990,21003;211378,48;29517,48;0,28623" o:connectangles="0,0,0,0,0,0,0,0,0"/>
              </v:shape>
              <v:shape id="Freeform 170" o:spid="_x0000_s1030" style="position:absolute;left:247;width:10569;height:666;visibility:visible;mso-wrap-style:square;v-text-anchor:middle" coordsize="1056889,66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" path="m1063555,59055v,6668,-4761,11430,-11426,11430l11426,70485c4761,70485,,65723,,59055l,11430c,4763,4761,,11426,l1052129,v6665,,11426,4763,11426,11430l1063555,59055xe" fillcolor="#656c80" stroked="f" strokeweight=".26431mm">
                <v:stroke joinstyle="miter"/>
                <v:path arrowok="t" o:connecttype="custom" o:connectlocs="1063556,59055;1052130,70485;11426,70485;0,59055;0,11430;11426,0;1052130,0;1063556,11430;1063556,59055" o:connectangles="0,0,0,0,0,0,0,0,0"/>
              </v:shape>
              <v:shape id="Freeform 171" o:spid="_x0000_s1031" style="position:absolute;left:11206;top:3857;width:2952;height:95;visibility:visible;mso-wrap-style:square;v-text-anchor:middle" coordsize="295167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" path="m290407,15240r-282790,c3809,15240,,11430,,7620r,c,3810,3809,,7617,l290407,v3808,,7617,3810,7617,7620l298024,7620v,4763,-2857,7620,-7617,7620xe" fillcolor="#efa401 [2407]" stroked="f" strokeweight=".26431mm">
                <v:stroke joinstyle="miter"/>
                <v:path arrowok="t" o:connecttype="custom" o:connectlocs="290407,15240;7617,15240;0,7620;0,7620;7617,0;290407,0;298024,7620;298024,7620;290407,15240" o:connectangles="0,0,0,0,0,0,0,0,0"/>
              </v:shape>
              <v:shape id="Freeform 172" o:spid="_x0000_s1032" style="position:absolute;left:11216;top:4124;width:3047;height:95;visibility:visible;mso-wrap-style:square;v-text-anchor:middle" coordsize="304688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" path="m299928,15240r-292311,c3809,15240,,11430,,7620r,c,3810,3809,,7617,l299928,v3809,,7617,3810,7617,7620l307545,7620v,3810,-3808,7620,-7617,7620xe" fillcolor="#efa401 [2407]" stroked="f" strokeweight=".26431mm">
                <v:stroke joinstyle="miter"/>
                <v:path arrowok="t" o:connecttype="custom" o:connectlocs="299929,15240;7617,15240;0,7620;0,7620;7617,0;299929,0;307546,7620;307546,7620;299929,15240" o:connectangles="0,0,0,0,0,0,0,0,0"/>
              </v:shape>
              <v:shape id="Freeform 173" o:spid="_x0000_s1033" style="position:absolute;left:11206;top:4391;width:3142;height:95;visibility:visible;mso-wrap-style:square;v-text-anchor:middle" coordsize="3142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" path="m311354,15240r-303737,c3809,15240,,11430,,7620r,c,3810,3809,,7617,l311354,v3809,,7617,3810,7617,7620l318971,7620v,3810,-3808,7620,-7617,7620xe" fillcolor="#efa401 [2407]" stroked="f" strokeweight=".26431mm">
                <v:stroke joinstyle="miter"/>
                <v:path arrowok="t" o:connecttype="custom" o:connectlocs="311354,15240;7617,15240;0,7620;0,7620;7617,0;311354,0;318971,7620;318971,7620;311354,15240" o:connectangles="0,0,0,0,0,0,0,0,0"/>
              </v:shape>
              <v:shape id="Freeform 174" o:spid="_x0000_s1034" style="position:absolute;left:11206;top:4648;width:3238;height:95;visibility:visible;mso-wrap-style:square;v-text-anchor:middle" coordsize="323732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" path="m320876,15240r-313259,c3809,15240,,11430,,7620r,c,3810,3809,,7617,l320876,v3808,,7617,3810,7617,7620l328493,7620v,4762,-2857,7620,-7617,7620xe" fillcolor="#efa401 [2407]" stroked="f" strokeweight=".26431mm">
                <v:stroke joinstyle="miter"/>
                <v:path arrowok="t" o:connecttype="custom" o:connectlocs="320876,15240;7617,15240;0,7620;0,7620;7617,0;320876,0;328493,7620;328493,7620;320876,15240" o:connectangles="0,0,0,0,0,0,0,0,0"/>
              </v:shape>
              <v:shape id="Freeform 175" o:spid="_x0000_s1035" style="position:absolute;left:11206;top:4914;width:3333;height:96;visibility:visible;mso-wrap-style:square;v-text-anchor:middle" coordsize="333253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" path="m331349,15240r-323732,c3809,15240,,11430,,7620r,c,3810,3809,,7617,l331349,v3809,,7618,3810,7618,7620l338967,7620v,3810,-2857,7620,-7618,7620xe" fillcolor="#efa401 [2407]" stroked="f" strokeweight=".26431mm">
                <v:stroke joinstyle="miter"/>
                <v:path arrowok="t" o:connecttype="custom" o:connectlocs="331350,15240;7617,15240;0,7620;0,7620;7617,0;331350,0;338968,7620;338968,7620;331350,15240" o:connectangles="0,0,0,0,0,0,0,0,0"/>
              </v:shape>
              <v:shape id="Freeform 176" o:spid="_x0000_s1036" style="position:absolute;left:11206;top:5172;width:3428;height:95;visibility:visible;mso-wrap-style:square;v-text-anchor:middle" coordsize="34277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" path="m338014,15240r-330397,c3809,15240,,11430,,7620r,c,3810,3809,,7617,l338014,v3809,,7618,3810,7618,7620l345632,7620v,4762,-3809,7620,-7618,7620xe" fillcolor="#efa401 [2407]" stroked="f" strokeweight=".26431mm">
                <v:stroke joinstyle="miter"/>
                <v:path arrowok="t" o:connecttype="custom" o:connectlocs="338014,15240;7617,15240;0,7620;0,7620;7617,0;338014,0;345632,7620;345632,7620;338014,15240" o:connectangles="0,0,0,0,0,0,0,0,0"/>
              </v:shape>
              <v:shape id="Freeform 177" o:spid="_x0000_s1037" style="position:absolute;left:13196;top:5438;width:1524;height:96;visibility:visible;mso-wrap-style:square;v-text-anchor:middle" coordsize="152344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" path="m145680,15240r-138063,c3809,15240,,11430,,7620r,c,3810,3809,,7617,l145680,v3808,,7617,3810,7617,7620l153297,7620v,4762,-2857,7620,-7617,7620xe" fillcolor="#efa401 [2407]" stroked="f" strokeweight=".26431mm">
                <v:stroke joinstyle="miter"/>
                <v:path arrowok="t" o:connecttype="custom" o:connectlocs="145680,15240;7617,15240;0,7620;0,7620;7617,0;145680,0;153297,7620;153297,7620;145680,15240" o:connectangles="0,0,0,0,0,0,0,0,0"/>
              </v:shape>
              <v:shape id="Freeform 178" o:spid="_x0000_s1038" style="position:absolute;left:13568;top:5705;width:1237;height:95;visibility:visible;mso-wrap-style:square;v-text-anchor:middle" coordsize="123779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" path="m116162,15240r-108545,c3809,15240,,11430,,7620r,c,3810,3809,,7617,l117115,v3808,,7617,3810,7617,7620l124732,7620v-952,3810,-3809,7620,-8570,7620xe" fillcolor="#efa401 [2407]" stroked="f" strokeweight=".26431mm">
                <v:stroke joinstyle="miter"/>
                <v:path arrowok="t" o:connecttype="custom" o:connectlocs="116163,15240;7617,15240;0,7620;0,7620;7617,0;117116,0;124733,7620;124733,7620;116163,15240" o:connectangles="0,0,0,0,0,0,0,0,0"/>
              </v:shape>
              <v:shape id="Freeform 179" o:spid="_x0000_s1039" style="position:absolute;left:13825;top:5962;width:1047;height:95;visibility:visible;mso-wrap-style:square;v-text-anchor:middle" coordsize="104736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" path="m100928,15240r-93311,c3809,15240,,11430,,7620r,c,3810,3809,,7617,r93311,c104737,,108545,3810,108545,7620r,c108545,12382,104737,15240,100928,15240xe" fillcolor="#efa401 [2407]" stroked="f" strokeweight=".26431mm">
                <v:stroke joinstyle="miter"/>
                <v:path arrowok="t" o:connecttype="custom" o:connectlocs="100929,15240;7617,15240;0,7620;0,7620;7617,0;100929,0;108546,7620;108546,7620;100929,15240" o:connectangles="0,0,0,0,0,0,0,0,0"/>
              </v:shape>
              <v:shape id="Freeform 180" o:spid="_x0000_s1040" style="position:absolute;left:13958;top:6229;width:762;height:95;visibility:visible;mso-wrap-style:square;v-text-anchor:middle" coordsize="76172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" path="m69507,15240r-61890,c3809,15240,,11430,,7620r,c,3810,3809,,7617,l69507,v3809,,7617,3810,7617,7620l77124,7620v,3810,-2856,7620,-7617,7620xe" fillcolor="#efa401 [2407]" stroked="f" strokeweight=".26431mm">
                <v:stroke joinstyle="miter"/>
                <v:path arrowok="t" o:connecttype="custom" o:connectlocs="69507,15240;7617,15240;0,7620;0,7620;7617,0;69507,0;77124,7620;77124,7620;69507,15240" o:connectangles="0,0,0,0,0,0,0,0,0"/>
              </v:shape>
              <v:shape id="Freeform 181" o:spid="_x0000_s1041" style="position:absolute;left:10883;top:5591;width:4475;height:1047;visibility:visible;mso-wrap-style:square;v-text-anchor:middle" coordsize="447511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" path="m451320,53358v-952,-1906,-952,-2858,-1904,-4763l366579,100983r-58081,c253273,-3792,139967,18,134254,18l,18,,11447r134254,c134254,11447,134254,11447,134254,11447v952,,112354,-5714,165674,98108c300880,111460,302785,112412,304689,112412r63794,c369435,112412,370387,112412,371340,111460l452273,60025v,-1905,,-3810,-953,-6667xe" fillcolor="#efa401 [2407]" stroked="f" strokeweight=".26431mm">
                <v:stroke joinstyle="miter"/>
                <v:path arrowok="t" o:connecttype="custom" o:connectlocs="451321,53358;449417,48595;366580,100983;308499,100983;134254,18;0,18;0,11447;134254,11447;134254,11447;299929,109555;304690,112412;368484,112412;371341,111460;452274,60025;451321,53358" o:connectangles="0,0,0,0,0,0,0,0,0,0,0,0,0,0,0"/>
              </v:shape>
              <v:shape id="Freeform 182" o:spid="_x0000_s1042" style="position:absolute;left:10883;top:1228;width:2856;height:95;visibility:visible;mso-wrap-style:square;v-text-anchor:middle" coordsize="28564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" path="m,11430r293263,c290407,7620,288502,3810,285646,l,,,11430xe" fillcolor="#efa401 [2407]" stroked="f" strokeweight=".26431mm">
                <v:stroke joinstyle="miter"/>
                <v:path arrowok="t" o:connecttype="custom" o:connectlocs="0,11430;293264,11430;285647,0;0,0;0,11430" o:connectangles="0,0,0,0,0"/>
              </v:shape>
              <v:shape id="Freeform 183" o:spid="_x0000_s1043" style="position:absolute;left:10883;top:3571;width:3618;height:96;visibility:visible;mso-wrap-style:square;v-text-anchor:middle" coordsize="361818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" path="m,8572r369435,c368483,5715,367531,2858,366579,l,,,8572xe" fillcolor="#efa401 [2407]" stroked="f" strokeweight=".26431mm">
                <v:stroke joinstyle="miter"/>
                <v:path arrowok="t" o:connecttype="custom" o:connectlocs="0,81648300;369435,81648300;366579,0;0,0;0,81648300" o:connectangles="0,0,0,0,0"/>
              </v:shape>
              <v:shape id="Freeform 184" o:spid="_x0000_s1044" style="position:absolute;left:11187;top:6153;width:2666;height:2667;visibility:visible;mso-wrap-style:square;v-text-anchor:middle" coordsize="266602,26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" path="m,133350v,73343,59986,133350,133301,133350c206617,266700,266603,206693,266603,133350,266603,60007,206617,,133301,,59033,,,60007,,133350xe" fillcolor="#4e4e4e" stroked="f" strokeweight=".26431mm">
                <v:stroke joinstyle="miter"/>
                <v:path arrowok="t" o:connecttype="custom" o:connectlocs="0,133350;133302,266700;266604,133350;133302,0;0,133350" o:connectangles="0,0,0,0,0"/>
              </v:shape>
              <v:shape id="Freeform 185" o:spid="_x0000_s1045" style="position:absolute;left:11606;top:6581;width:1809;height:1810;visibility:visible;mso-wrap-style:square;v-text-anchor:middle" coordsize="180909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" path="m,90488v,50482,40942,90487,90455,90487c140919,180975,180909,140018,180909,90488,180909,40005,139966,,90455,,40942,,,40957,,90488xe" stroked="f" strokeweight=".26431mm">
                <v:stroke joinstyle="miter"/>
                <v:path arrowok="t" o:connecttype="custom" o:connectlocs="0,90488;90455,180975;180909,90488;90455,0;0,90488" o:connectangles="0,0,0,0,0"/>
              </v:shape>
              <v:shape id="Freeform 186" o:spid="_x0000_s1046" style="position:absolute;left:12044;top:7010;width:952;height:952;visibility:visible;mso-wrap-style:square;v-text-anchor:middle" coordsize="95215,9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" path="m,47625c,74295,20947,95250,47608,95250v26660,,47607,-20955,47607,-47625c95215,20955,74268,,47608,,20947,,,21907,,47625xe" fillcolor="#c0bfbf" stroked="f" strokeweight=".26431mm">
                <v:stroke joinstyle="miter"/>
                <v:path arrowok="t" o:connecttype="custom" o:connectlocs="0,47625;47608,95250;95215,47625;47608,0;0,47625" o:connectangles="0,0,0,0,0"/>
              </v:shape>
              <v:shape id="Freeform 187" o:spid="_x0000_s1047" style="position:absolute;left:12444;top:6761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" path="m,6816v,3810,2857,6667,6665,6667c10474,13483,13330,10626,13330,6816,13330,3006,10474,148,6665,148,3809,-805,,3006,,6816xe" fillcolor="#c0bfbf" stroked="f" strokeweight=".26431mm">
                <v:stroke joinstyle="miter"/>
                <v:path arrowok="t" o:connecttype="custom" o:connectlocs="0,6816;6666,13483;13331,6816;6666,148;0,6816" o:connectangles="0,0,0,0,0"/>
              </v:shape>
              <v:shape id="Freeform 188" o:spid="_x0000_s1048" style="position:absolute;left:11975;top:6950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" path="m2142,11668v2857,2858,6665,2858,9522,c14520,8811,14520,5001,11664,2143,8807,-714,4999,-714,2142,2143v-2856,2858,-2856,6668,,9525xe" fillcolor="#c0bfbf" stroked="f" strokeweight=".26431mm">
                <v:stroke joinstyle="miter"/>
                <v:path arrowok="t" o:connecttype="custom" o:connectlocs="2142,11668;11665,11668;11665,2143;2142,2143;2142,11668" o:connectangles="0,0,0,0,0"/>
              </v:shape>
              <v:shape id="Freeform 189" o:spid="_x0000_s1049" style="position:absolute;left:11787;top:7429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" path="m6665,13335v3809,,6665,-2857,6665,-6667c13330,2858,10474,,6665,,2856,,,2858,,6668v,2857,2856,6667,6665,6667xe" fillcolor="#c0bfbf" stroked="f" strokeweight=".26431mm">
                <v:stroke joinstyle="miter"/>
                <v:path arrowok="t" o:connecttype="custom" o:connectlocs="6666,13335;13331,6668;6666,0;0,6668;6666,13335" o:connectangles="0,0,0,0,0"/>
              </v:shape>
              <v:shape id="Freeform 190" o:spid="_x0000_s1050" style="position:absolute;left:11985;top:7893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" path="m11664,11668v2856,-2857,2856,-6668,,-9525c8807,-714,4999,-714,2142,2143v-2856,2857,-2856,6668,,9525c4047,14525,8807,14525,11664,11668xe" fillcolor="#c0bfbf" stroked="f" strokeweight=".26431mm">
                <v:stroke joinstyle="miter"/>
                <v:path arrowok="t" o:connecttype="custom" o:connectlocs="11665,11668;11665,2143;2142,2143;2142,11668;11665,11668" o:connectangles="0,0,0,0,0"/>
              </v:shape>
              <v:shape id="Freeform 191" o:spid="_x0000_s1051" style="position:absolute;left:12454;top:8086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" path="m13330,6668c13330,2858,10474,,6665,,2856,,,2858,,6668v,3810,2856,6667,6665,6667c10474,13335,13330,10478,13330,6668xe" fillcolor="#c0bfbf" stroked="f" strokeweight=".26431mm">
                <v:stroke joinstyle="miter"/>
                <v:path arrowok="t" o:connecttype="custom" o:connectlocs="13331,6668;6666,0;0,6668;6666,13335;13331,6668" o:connectangles="0,0,0,0,0"/>
              </v:shape>
              <v:shape id="Freeform 192" o:spid="_x0000_s1052" style="position:absolute;left:12920;top:7896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" path="m13330,6668v,3682,-2984,6667,-6665,6667c2984,13335,,10350,,6668,,2985,2984,,6665,v3681,,6665,2985,6665,6668xe" fillcolor="#c0bfbf" stroked="f" strokeweight=".26431mm">
                <v:stroke joinstyle="miter"/>
                <v:path arrowok="t" o:connecttype="custom" o:connectlocs="13331,6668;6666,13335;0,6668;6666,0;13331,6668" o:connectangles="0,0,0,0,0"/>
              </v:shape>
              <v:shape id="Freeform 193" o:spid="_x0000_s1053" style="position:absolute;left:13111;top:7419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" path="m6665,c2857,,,2858,,6668v,3810,2857,6667,6665,6667c10474,13335,13330,10478,13330,6668,14282,2858,10474,,6665,xe" fillcolor="#c0bfbf" stroked="f" strokeweight=".26431mm">
                <v:stroke joinstyle="miter"/>
                <v:path arrowok="t" o:connecttype="custom" o:connectlocs="6666,0;0,6668;6666,13335;13331,6668;6666,0" o:connectangles="0,0,0,0,0"/>
              </v:shape>
              <v:shape id="Freeform 194" o:spid="_x0000_s1054" style="position:absolute;left:12920;top:6953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" path="m13330,6668v,3682,-2984,6667,-6665,6667c2984,13335,,10350,,6668,,2985,2984,,6665,v3681,,6665,2985,6665,6668xe" fillcolor="#c0bfbf" stroked="f" strokeweight=".26431mm">
                <v:stroke joinstyle="miter"/>
                <v:path arrowok="t" o:connecttype="custom" o:connectlocs="13331,6668;6666,13335;0,6668;6666,0;13331,6668" o:connectangles="0,0,0,0,0"/>
              </v:shape>
              <v:shape id="Freeform 195" o:spid="_x0000_s1055" style="position:absolute;left:942;top:6153;width:2666;height:2667;visibility:visible;mso-wrap-style:square;v-text-anchor:middle" coordsize="266602,26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" path="m,133350v,73343,59986,133350,133301,133350c206617,266700,266603,206693,266603,133350,266603,60007,206617,,133301,,59986,,,60007,,133350xe" fillcolor="#4e4e4e" stroked="f" strokeweight=".26431mm">
                <v:stroke joinstyle="miter"/>
                <v:path arrowok="t" o:connecttype="custom" o:connectlocs="0,133350;133302,266700;266604,133350;133302,0;0,133350" o:connectangles="0,0,0,0,0"/>
              </v:shape>
              <v:shape id="Freeform 196" o:spid="_x0000_s1056" style="position:absolute;left:1371;top:6581;width:1809;height:1810;visibility:visible;mso-wrap-style:square;v-text-anchor:middle" coordsize="180909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" path="m,90488v,50482,40942,90487,90455,90487c140919,180975,180909,140018,180909,90488,180909,40005,139966,,90455,,39990,,,40957,,90488xe" stroked="f" strokeweight=".26431mm">
                <v:stroke joinstyle="miter"/>
                <v:path arrowok="t" o:connecttype="custom" o:connectlocs="0,90488;90455,180975;180909,90488;90455,0;0,90488" o:connectangles="0,0,0,0,0"/>
              </v:shape>
              <v:shape id="Freeform 197" o:spid="_x0000_s1057" style="position:absolute;left:1799;top:7010;width:952;height:952;visibility:visible;mso-wrap-style:square;v-text-anchor:middle" coordsize="95215,9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" path="m,47625c,74295,20947,95250,47608,95250v26660,,47607,-20955,47607,-47625c95215,20955,74268,,47608,,21899,,,21907,,47625xe" fillcolor="#c0bfbf" stroked="f" strokeweight=".26431mm">
                <v:stroke joinstyle="miter"/>
                <v:path arrowok="t" o:connecttype="custom" o:connectlocs="0,47625;47608,95250;95215,47625;47608,0;0,47625" o:connectangles="0,0,0,0,0"/>
              </v:shape>
              <v:shape id="Freeform 198" o:spid="_x0000_s1058" style="position:absolute;left:2208;top:6761;width:96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" path="m,6816v,3810,2856,6667,6665,6667c10474,13483,13330,10626,13330,6816,13330,3006,10474,148,6665,148,2856,-805,,3006,,6816xe" fillcolor="#c0bfbf" stroked="f" strokeweight=".26431mm">
                <v:stroke joinstyle="miter"/>
                <v:path arrowok="t" o:connecttype="custom" o:connectlocs="0,6816;6666,13483;13331,6816;6666,148;0,6816" o:connectangles="0,0,0,0,0"/>
              </v:shape>
              <v:shape id="Freeform 199" o:spid="_x0000_s1059" style="position:absolute;left:1740;top:6950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" path="m2142,11668v2857,2858,6665,2858,9522,c14520,8811,14520,5001,11664,2143,8807,-714,4999,-714,2142,2143v-2856,2858,-2856,6668,,9525xe" fillcolor="#c0bfbf" stroked="f" strokeweight=".26431mm">
                <v:stroke joinstyle="miter"/>
                <v:path arrowok="t" o:connecttype="custom" o:connectlocs="2142,11668;11665,11668;11665,2143;2142,2143;2142,11668" o:connectangles="0,0,0,0,0"/>
              </v:shape>
              <v:shape id="Freeform 200" o:spid="_x0000_s1060" style="position:absolute;left:1542;top:7429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" path="m6665,13335v3809,,6665,-2857,6665,-6667c13330,2858,10474,,6665,,2856,,,2858,,6668v,2857,2856,6667,6665,6667xe" fillcolor="#c0bfbf" stroked="f" strokeweight=".26431mm">
                <v:stroke joinstyle="miter"/>
                <v:path arrowok="t" o:connecttype="custom" o:connectlocs="6666,13335;13331,6668;6666,0;0,6668;6666,13335" o:connectangles="0,0,0,0,0"/>
              </v:shape>
              <v:shape id="Freeform 201" o:spid="_x0000_s1061" style="position:absolute;left:1740;top:7893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" path="m11664,11668v2856,-2857,2856,-6668,,-9525c8807,-714,4999,-714,2142,2143v-2856,2857,-2856,6668,,9525c4999,14525,8807,14525,11664,11668xe" fillcolor="#c0bfbf" stroked="f" strokeweight=".26431mm">
                <v:stroke joinstyle="miter"/>
                <v:path arrowok="t" o:connecttype="custom" o:connectlocs="11665,11668;11665,2143;2142,2143;2142,11668;11665,11668" o:connectangles="0,0,0,0,0"/>
              </v:shape>
              <v:shape id="Freeform 202" o:spid="_x0000_s1062" style="position:absolute;left:2208;top:8086;width:96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" path="m13330,6668c13330,2858,10474,,6665,,2856,,,2858,,6668v,3810,2856,6667,6665,6667c10474,13335,13330,10478,13330,6668xe" fillcolor="#c0bfbf" stroked="f" strokeweight=".26431mm">
                <v:stroke joinstyle="miter"/>
                <v:path arrowok="t" o:connecttype="custom" o:connectlocs="13331,6668;6666,0;0,6668;6666,13335;13331,6668" o:connectangles="0,0,0,0,0"/>
              </v:shape>
              <v:shape id="Freeform 203" o:spid="_x0000_s1063" style="position:absolute;left:2682;top:7884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" path="m11664,2143c8807,-714,4999,-714,2142,2143v-2856,2858,-2856,6668,,9525c4999,14526,8807,14526,11664,11668v1904,-1905,1904,-6667,,-9525xe" fillcolor="#c0bfbf" stroked="f" strokeweight=".26431mm">
                <v:stroke joinstyle="miter"/>
                <v:path arrowok="t" o:connecttype="custom" o:connectlocs="11665,2143;2142,2143;2142,11668;11665,11668;11665,2143" o:connectangles="0,0,0,0,0"/>
              </v:shape>
              <v:shape id="Freeform 204" o:spid="_x0000_s1064" style="position:absolute;left:2875;top:7419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" path="m6665,c2856,,,2858,,6668v,3810,2856,6667,6665,6667c10474,13335,13330,10478,13330,6668,13330,2858,10474,,6665,xe" fillcolor="#c0bfbf" stroked="f" strokeweight=".26431mm">
                <v:stroke joinstyle="miter"/>
                <v:path arrowok="t" o:connecttype="custom" o:connectlocs="6666,0;0,6668;6666,13335;13331,6668;6666,0" o:connectangles="0,0,0,0,0"/>
              </v:shape>
              <v:shape id="Freeform 205" o:spid="_x0000_s1065" style="position:absolute;left:2673;top:6950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" path="m2142,2143v-2856,2858,-2856,6668,,9525c4999,14526,8807,14526,11664,11668v2856,-2857,2856,-6667,,-9525c9760,-714,4999,-714,2142,2143xe" fillcolor="#c0bfbf" stroked="f" strokeweight=".26431mm">
                <v:stroke joinstyle="miter"/>
                <v:path arrowok="t" o:connecttype="custom" o:connectlocs="2142,2143;2142,11668;11665,11668;11665,2143;2142,2143" o:connectangles="0,0,0,0,0"/>
              </v:shape>
              <v:shape id="Freeform 206" o:spid="_x0000_s1066" style="position:absolute;left:247;top:704;width:10569;height:7049;visibility:visible;mso-wrap-style:square;v-text-anchor:middle" coordsize="1056889,704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" path="m,l,706755r39038,c39038,705802,39038,704850,39990,703898l82837,580073v3809,-9525,11426,-16193,20948,-16193l199000,563880r6665,l300880,563880v9522,,17139,6668,20948,16193l364675,703898v,952,952,1904,952,2857l1063555,706755,1063555,,,xe" fillcolor="#fec444 [3207]" stroked="f" strokeweight=".26431mm">
                <v:stroke joinstyle="miter"/>
                <v:path arrowok="t" o:connecttype="custom" o:connectlocs="0,0;0,706755;39038,706755;39990,703898;82837,580073;103785,563880;199000,563880;205665,563880;300880,563880;321828,580073;364675,703898;365627,706755;1063556,706755;1063556,0;0,0" o:connectangles="0,0,0,0,0,0,0,0,0,0,0,0,0,0,0"/>
              </v:shape>
              <v:shape id="Freeform 207" o:spid="_x0000_s1067" style="position:absolute;left:247;top:4305;width:10569;height:95;visibility:visible;mso-wrap-style:square;v-text-anchor:middle" coordsize="1056889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" path="m,l1063555,r,16193l,16193,,xe" fillcolor="#efa401 [2407]" stroked="f" strokeweight=".26431mm">
                <v:stroke joinstyle="miter"/>
                <v:path arrowok="t" o:connecttype="custom" o:connectlocs="0,0;1063556,0;1063556,16193;0,16193" o:connectangles="0,0,0,0"/>
              </v:shape>
              <v:shape id="Freeform 208" o:spid="_x0000_s1068" style="position:absolute;left:10787;top:704;width:96;height:7049;visibility:visible;mso-wrap-style:square;v-text-anchor:middle" coordsize="9521,704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" path="m,l10474,r,706755l,706755,,xe" fillcolor="#efa401 [2407]" stroked="f" strokeweight=".26431mm">
                <v:stroke joinstyle="miter"/>
                <v:path arrowok="t" o:connecttype="custom" o:connectlocs="0,0;10475,0;10475,706755;0,706755" o:connectangles="0,0,0,0"/>
              </v:shape>
              <v:shape id="Freeform 209" o:spid="_x0000_s1069" style="position:absolute;left:14187;top:7286;width:857;height:572;visibility:visible;mso-wrap-style:square;v-text-anchor:middle" coordsize="85693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" path="m86646,40005v,9525,-7617,17145,-17139,17145l17139,57150c7617,57150,,49530,,40005l,17145c,7620,7617,,17139,l69507,v9522,,17139,7620,17139,17145l86646,40005xe" stroked="f" strokeweight=".26431mm">
                <v:stroke joinstyle="miter"/>
                <v:path arrowok="t" o:connecttype="custom" o:connectlocs="86647,40005;69508,57150;17139,57150;0,40005;0,17145;17139,0;69508,0;86647,17145;86647,40005" o:connectangles="0,0,0,0,0,0,0,0,0"/>
              </v:shape>
              <v:shape id="Freeform 210" o:spid="_x0000_s1070" style="position:absolute;left:457;top:5829;width:3618;height:1905;visibility:visible;mso-wrap-style:square;v-text-anchor:middle" coordsize="361818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" path="m311354,l56177,c24756,,,24765,,56197l,194310r14282,l14282,56197v,-22859,19043,-41909,41895,-41909l311354,14288v22852,,41895,19050,41895,41909l353249,194310r14282,l367531,56197c367531,25717,341823,,311354,xe" fillcolor="#efa401 [2407]" stroked="f" strokeweight=".26431mm">
                <v:stroke joinstyle="miter"/>
                <v:path arrowok="t" o:connecttype="custom" o:connectlocs="311354,0;56177,0;0,56197;0,194310;14282,194310;14282,56197;56177,14288;311354,14288;353249,56197;353249,194310;367531,194310;367531,56197;311354,0" o:connectangles="0,0,0,0,0,0,0,0,0,0,0,0,0"/>
              </v:shape>
              <v:shape id="Freeform 211" o:spid="_x0000_s1071" style="position:absolute;left:5836;top:1266;width:4190;height:2477;visibility:visible;mso-wrap-style:square;v-text-anchor:middle" coordsize="418947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" path="m426564,240030v,4762,-3808,7620,-7617,7620l7617,247650c2856,247650,,243840,,240030l,7620c,2858,3809,,7617,l418947,v4761,,7617,3810,7617,7620l426564,240030xe" fillcolor="#e1eef7 [660]" stroked="f" strokeweight=".26431mm">
                <v:stroke joinstyle="miter"/>
                <v:path arrowok="t" o:connecttype="custom" o:connectlocs="426564,240030;418947,247650;7617,247650;0,240030;0,7620;7617,0;418947,0;426564,7620;426564,240030" o:connectangles="0,0,0,0,0,0,0,0,0"/>
              </v:shape>
              <v:shape id="Freeform 212" o:spid="_x0000_s1072" style="position:absolute;top:7353;width:666;height:190;visibility:visible;mso-wrap-style:square;v-text-anchor:middle" coordsize="6665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" path="m69507,23813v,1904,-952,2857,-2856,2857l2856,26670c952,26670,,25717,,23813l,2857c,953,952,,2856,l66651,v1904,,2856,953,2856,2857l69507,23813xe" stroked="f" strokeweight=".26431mm">
                <v:stroke joinstyle="miter"/>
                <v:path arrowok="t" o:connecttype="custom" o:connectlocs="69508,23813;66652,26670;2856,26670;0,23813;0,2857;2856,0;66652,0;69508,2857;69508,23813" o:connectangles="0,0,0,0,0,0,0,0,0"/>
              </v:shape>
              <v:shape id="Freeform 213" o:spid="_x0000_s1073" style="position:absolute;left:123;top:7543;width:572;height:286;visibility:visible;mso-wrap-style:square;v-text-anchor:middle" coordsize="57129,28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" path="m57129,27622v,1906,-952,2858,-2856,2858l2856,30480c952,30480,,29528,,27622l,2857c,953,952,,2856,l54273,v1904,,2856,953,2856,2857l57129,27622xe" stroked="f" strokeweight=".26431mm">
                <v:stroke joinstyle="miter"/>
                <v:path arrowok="t" o:connecttype="custom" o:connectlocs="57129,27622;54273,30480;2856,30480;0,27622;0,2857;2856,0;54273,0;57129,2857;57129,27622" o:connectangles="0,0,0,0,0,0,0,0,0"/>
              </v:shape>
              <v:shape id="Freeform 214" o:spid="_x0000_s1074" style="position:absolute;left:883;top:1266;width:4190;height:2477;visibility:visible;mso-wrap-style:square;v-text-anchor:middle" coordsize="418947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" path="m426564,240030v,4762,-3808,7620,-7617,7620l7617,247650c2856,247650,,243840,,240030l,7620c,2858,3809,,7617,l418947,v4761,,7617,3810,7617,7620l426564,240030xe" fillcolor="#e1eef7 [660]" stroked="f" strokeweight=".26431mm">
                <v:stroke joinstyle="miter"/>
                <v:path arrowok="t" o:connecttype="custom" o:connectlocs="426564,240030;418947,247650;7617,247650;0,240030;0,7620;7617,0;418947,0;426564,7620;426564,240030" o:connectangles="0,0,0,0,0,0,0,0,0"/>
              </v:shape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730" w:rsidRDefault="000D373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4ECBB5D1" wp14:editId="77A1FFBA">
              <wp:simplePos x="0" y="0"/>
              <wp:positionH relativeFrom="page">
                <wp:posOffset>-165100</wp:posOffset>
              </wp:positionH>
              <wp:positionV relativeFrom="page">
                <wp:posOffset>9918700</wp:posOffset>
              </wp:positionV>
              <wp:extent cx="8013700" cy="391160"/>
              <wp:effectExtent l="0" t="3175" r="0" b="0"/>
              <wp:wrapNone/>
              <wp:docPr id="2" name="Rectangle 2" descr="Page bord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013700" cy="391160"/>
                      </a:xfrm>
                      <a:prstGeom prst="rect">
                        <a:avLst/>
                      </a:prstGeom>
                      <a:solidFill>
                        <a:schemeClr val="accent3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B291BBE" id="Rectangle 2" o:spid="_x0000_s1026" alt="Page border" style="position:absolute;margin-left:-13pt;margin-top:781pt;width:631pt;height:30.8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" fillcolor="#ed6566 [3206]" stroked="f" strokecolor="#4a7ebb" strokeweight="1.5pt">
              <v:shadow opacity="22938f" offset="0"/>
              <v:textbox inset=",7.2pt,,7.2pt"/>
              <w10:wrap anchorx="page" anchory="page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1" layoutInCell="1" allowOverlap="1" wp14:anchorId="5751FF8E" wp14:editId="1CDC6B9F">
              <wp:simplePos x="0" y="0"/>
              <wp:positionH relativeFrom="page">
                <wp:posOffset>7326630</wp:posOffset>
              </wp:positionH>
              <wp:positionV relativeFrom="page">
                <wp:posOffset>7625715</wp:posOffset>
              </wp:positionV>
              <wp:extent cx="2267585" cy="2724785"/>
              <wp:effectExtent l="249555" t="5715" r="245110" b="3175"/>
              <wp:wrapNone/>
              <wp:docPr id="1" name="AutoShape 1" descr="Abstract footer desig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672400">
                        <a:off x="0" y="0"/>
                        <a:ext cx="2267585" cy="2724785"/>
                      </a:xfrm>
                      <a:prstGeom prst="parallelogram">
                        <a:avLst>
                          <a:gd name="adj" fmla="val 43968"/>
                        </a:avLst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7E1DA3"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AutoShape 1" o:spid="_x0000_s1026" type="#_x0000_t7" alt="Abstract footer design" style="position:absolute;margin-left:576.9pt;margin-top:600.45pt;width:178.55pt;height:214.55pt;rotation:734440fd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" adj="9497" fillcolor="#6aaeda [3204]" stroked="f" strokecolor="#4a7ebb" strokeweight="1.5pt">
              <v:shadow opacity="22938f" offset="0"/>
              <v:textbox inset=",7.2pt,,7.2pt"/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F25" w:rsidRDefault="00346F25" w:rsidP="002E635C">
      <w:r>
        <w:separator/>
      </w:r>
    </w:p>
  </w:footnote>
  <w:footnote w:type="continuationSeparator" w:id="0">
    <w:p w:rsidR="00346F25" w:rsidRDefault="00346F25" w:rsidP="002E63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2E7" w:rsidRPr="00C802E7" w:rsidRDefault="00270B07" w:rsidP="00C802E7">
    <w:pPr>
      <w:pStyle w:val="Header"/>
      <w:jc w:val="center"/>
      <w:rPr>
        <w:b/>
        <w:sz w:val="40"/>
      </w:rPr>
    </w:pPr>
    <w:r>
      <w:rPr>
        <w:b/>
        <w:sz w:val="40"/>
      </w:rPr>
      <w:t>HIKING OR CAMPING PACKING LIST</w:t>
    </w:r>
  </w:p>
  <w:p w:rsidR="00C802E7" w:rsidRDefault="00C802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C6FE1"/>
    <w:multiLevelType w:val="multilevel"/>
    <w:tmpl w:val="C5CCA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7E64B4"/>
    <w:multiLevelType w:val="multilevel"/>
    <w:tmpl w:val="2A820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021033"/>
    <w:multiLevelType w:val="multilevel"/>
    <w:tmpl w:val="3328C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404DA3"/>
    <w:multiLevelType w:val="multilevel"/>
    <w:tmpl w:val="40148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A97637"/>
    <w:multiLevelType w:val="multilevel"/>
    <w:tmpl w:val="E264A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6836154"/>
    <w:multiLevelType w:val="multilevel"/>
    <w:tmpl w:val="45369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BBB7B37"/>
    <w:multiLevelType w:val="multilevel"/>
    <w:tmpl w:val="8396A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removePersonalInformation/>
  <w:removeDateAndTime/>
  <w:proofState w:spelling="clean" w:grammar="clean"/>
  <w:attachedTemplate r:id="rId1"/>
  <w:stylePaneSortMethod w:val="00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2E7"/>
    <w:rsid w:val="00032741"/>
    <w:rsid w:val="00047C35"/>
    <w:rsid w:val="000649A8"/>
    <w:rsid w:val="00071F9D"/>
    <w:rsid w:val="00073EB8"/>
    <w:rsid w:val="0008718B"/>
    <w:rsid w:val="000C44AF"/>
    <w:rsid w:val="000D28F5"/>
    <w:rsid w:val="000D3730"/>
    <w:rsid w:val="000D7E3C"/>
    <w:rsid w:val="000E59D4"/>
    <w:rsid w:val="00112BE6"/>
    <w:rsid w:val="0015171B"/>
    <w:rsid w:val="001543E2"/>
    <w:rsid w:val="001D37D3"/>
    <w:rsid w:val="001F0071"/>
    <w:rsid w:val="001F3D32"/>
    <w:rsid w:val="00231BAF"/>
    <w:rsid w:val="00250EAB"/>
    <w:rsid w:val="00252167"/>
    <w:rsid w:val="00270B07"/>
    <w:rsid w:val="002D0FAA"/>
    <w:rsid w:val="002D3221"/>
    <w:rsid w:val="002E6286"/>
    <w:rsid w:val="002E635C"/>
    <w:rsid w:val="002F1462"/>
    <w:rsid w:val="00346F25"/>
    <w:rsid w:val="00354212"/>
    <w:rsid w:val="00357F1D"/>
    <w:rsid w:val="0039189A"/>
    <w:rsid w:val="003934CD"/>
    <w:rsid w:val="003A141E"/>
    <w:rsid w:val="003B395E"/>
    <w:rsid w:val="003C5653"/>
    <w:rsid w:val="004647F7"/>
    <w:rsid w:val="00480F8F"/>
    <w:rsid w:val="004842D4"/>
    <w:rsid w:val="004A5320"/>
    <w:rsid w:val="004A5CA3"/>
    <w:rsid w:val="004B708C"/>
    <w:rsid w:val="004C6EAB"/>
    <w:rsid w:val="004D1D71"/>
    <w:rsid w:val="004E6F3C"/>
    <w:rsid w:val="00502D08"/>
    <w:rsid w:val="00527CE0"/>
    <w:rsid w:val="00587761"/>
    <w:rsid w:val="00596B62"/>
    <w:rsid w:val="006038A7"/>
    <w:rsid w:val="006253F7"/>
    <w:rsid w:val="00644264"/>
    <w:rsid w:val="00687659"/>
    <w:rsid w:val="006B238F"/>
    <w:rsid w:val="006C2B5A"/>
    <w:rsid w:val="006D0BD3"/>
    <w:rsid w:val="006D2FA5"/>
    <w:rsid w:val="006D79F1"/>
    <w:rsid w:val="00710724"/>
    <w:rsid w:val="007515D7"/>
    <w:rsid w:val="00775FBA"/>
    <w:rsid w:val="007B6638"/>
    <w:rsid w:val="008003B0"/>
    <w:rsid w:val="00801BAF"/>
    <w:rsid w:val="008167A2"/>
    <w:rsid w:val="00830E7B"/>
    <w:rsid w:val="0085007C"/>
    <w:rsid w:val="00877266"/>
    <w:rsid w:val="00882A7D"/>
    <w:rsid w:val="008A1E27"/>
    <w:rsid w:val="008A7BCF"/>
    <w:rsid w:val="008C2DE7"/>
    <w:rsid w:val="008E1AD7"/>
    <w:rsid w:val="00900637"/>
    <w:rsid w:val="009267BE"/>
    <w:rsid w:val="0093563E"/>
    <w:rsid w:val="0097279A"/>
    <w:rsid w:val="00976A1E"/>
    <w:rsid w:val="00982D4B"/>
    <w:rsid w:val="009A6B9F"/>
    <w:rsid w:val="009F137A"/>
    <w:rsid w:val="009F5C48"/>
    <w:rsid w:val="00A13F6D"/>
    <w:rsid w:val="00A177C8"/>
    <w:rsid w:val="00A376AC"/>
    <w:rsid w:val="00A944FF"/>
    <w:rsid w:val="00A95DBE"/>
    <w:rsid w:val="00AE1950"/>
    <w:rsid w:val="00AF64A2"/>
    <w:rsid w:val="00B06F51"/>
    <w:rsid w:val="00B12637"/>
    <w:rsid w:val="00B224FD"/>
    <w:rsid w:val="00B26F99"/>
    <w:rsid w:val="00B61DBF"/>
    <w:rsid w:val="00BA2AAB"/>
    <w:rsid w:val="00BB1028"/>
    <w:rsid w:val="00BC007B"/>
    <w:rsid w:val="00BE6E39"/>
    <w:rsid w:val="00BF1BA9"/>
    <w:rsid w:val="00BF79A1"/>
    <w:rsid w:val="00C10FCC"/>
    <w:rsid w:val="00C802E7"/>
    <w:rsid w:val="00CE28E4"/>
    <w:rsid w:val="00CE690D"/>
    <w:rsid w:val="00CF3BF6"/>
    <w:rsid w:val="00D013E7"/>
    <w:rsid w:val="00D05C43"/>
    <w:rsid w:val="00D75022"/>
    <w:rsid w:val="00D7764D"/>
    <w:rsid w:val="00D83CCC"/>
    <w:rsid w:val="00DB2877"/>
    <w:rsid w:val="00DC7D3C"/>
    <w:rsid w:val="00DD087E"/>
    <w:rsid w:val="00E103B6"/>
    <w:rsid w:val="00E13265"/>
    <w:rsid w:val="00E3397F"/>
    <w:rsid w:val="00E528BC"/>
    <w:rsid w:val="00E63174"/>
    <w:rsid w:val="00E70379"/>
    <w:rsid w:val="00E85144"/>
    <w:rsid w:val="00EA6FD6"/>
    <w:rsid w:val="00EF1048"/>
    <w:rsid w:val="00F035A0"/>
    <w:rsid w:val="00F07BEC"/>
    <w:rsid w:val="00F11371"/>
    <w:rsid w:val="00F20F9F"/>
    <w:rsid w:val="00F22940"/>
    <w:rsid w:val="00F431DF"/>
    <w:rsid w:val="00F43741"/>
    <w:rsid w:val="00F47149"/>
    <w:rsid w:val="00F62DC8"/>
    <w:rsid w:val="00F730C0"/>
    <w:rsid w:val="00F924D5"/>
    <w:rsid w:val="00FB6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FF87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before="20" w:after="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/>
    <w:lsdException w:name="List Number 3" w:semiHidden="1" w:unhideWhenUsed="1"/>
    <w:lsdException w:name="List Number 4" w:semiHidden="1" w:unhideWhenUsed="1"/>
    <w:lsdException w:name="List Number 5" w:semiHidden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174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38A7"/>
    <w:pPr>
      <w:keepNext/>
      <w:spacing w:before="300" w:after="40"/>
      <w:jc w:val="left"/>
      <w:outlineLvl w:val="0"/>
    </w:pPr>
    <w:rPr>
      <w:rFonts w:asciiTheme="majorHAnsi" w:hAnsiTheme="majorHAnsi"/>
      <w:smallCaps/>
      <w:color w:val="6AAEDA" w:themeColor="accent1"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F20F9F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F20F9F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F20F9F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F20F9F"/>
    <w:pPr>
      <w:spacing w:before="200" w:after="0"/>
      <w:jc w:val="left"/>
      <w:outlineLvl w:val="4"/>
    </w:pPr>
    <w:rPr>
      <w:smallCaps/>
      <w:color w:val="3AA9A3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F20F9F"/>
    <w:pPr>
      <w:spacing w:after="0"/>
      <w:jc w:val="left"/>
      <w:outlineLvl w:val="5"/>
    </w:pPr>
    <w:rPr>
      <w:smallCaps/>
      <w:color w:val="66CAC5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rsid w:val="00F20F9F"/>
    <w:pPr>
      <w:spacing w:after="0"/>
      <w:jc w:val="left"/>
      <w:outlineLvl w:val="6"/>
    </w:pPr>
    <w:rPr>
      <w:b/>
      <w:smallCaps/>
      <w:color w:val="66CAC5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rsid w:val="00F20F9F"/>
    <w:pPr>
      <w:spacing w:after="0"/>
      <w:jc w:val="left"/>
      <w:outlineLvl w:val="7"/>
    </w:pPr>
    <w:rPr>
      <w:b/>
      <w:i/>
      <w:smallCaps/>
      <w:color w:val="3AA9A3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rsid w:val="00F20F9F"/>
    <w:pPr>
      <w:spacing w:after="0"/>
      <w:jc w:val="left"/>
      <w:outlineLvl w:val="8"/>
    </w:pPr>
    <w:rPr>
      <w:b/>
      <w:i/>
      <w:smallCaps/>
      <w:color w:val="27706C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7279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6038A7"/>
    <w:pPr>
      <w:spacing w:after="1000"/>
      <w:jc w:val="right"/>
    </w:pPr>
    <w:rPr>
      <w:rFonts w:asciiTheme="majorHAnsi" w:hAnsiTheme="majorHAnsi"/>
      <w:smallCaps/>
      <w:spacing w:val="5"/>
      <w:sz w:val="72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6038A7"/>
    <w:rPr>
      <w:rFonts w:asciiTheme="majorHAnsi" w:hAnsiTheme="majorHAnsi"/>
      <w:smallCaps/>
      <w:spacing w:val="5"/>
      <w:sz w:val="72"/>
      <w:szCs w:val="48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038A7"/>
    <w:rPr>
      <w:rFonts w:asciiTheme="majorHAnsi" w:hAnsiTheme="majorHAnsi"/>
      <w:smallCaps/>
      <w:color w:val="6AAEDA" w:themeColor="accent1"/>
      <w:spacing w:val="5"/>
      <w:sz w:val="32"/>
      <w:szCs w:val="32"/>
      <w:lang w:val="en-US"/>
    </w:rPr>
  </w:style>
  <w:style w:type="character" w:styleId="PlaceholderText">
    <w:name w:val="Placeholder Text"/>
    <w:basedOn w:val="DefaultParagraphFont"/>
    <w:semiHidden/>
    <w:rsid w:val="00231BAF"/>
    <w:rPr>
      <w:color w:val="808080"/>
    </w:rPr>
  </w:style>
  <w:style w:type="paragraph" w:customStyle="1" w:styleId="checkboxindent">
    <w:name w:val="checkbox indent"/>
    <w:basedOn w:val="Normal"/>
    <w:qFormat/>
    <w:rsid w:val="00F431DF"/>
    <w:pPr>
      <w:ind w:left="272" w:hanging="272"/>
    </w:pPr>
  </w:style>
  <w:style w:type="paragraph" w:styleId="Header">
    <w:name w:val="header"/>
    <w:basedOn w:val="Normal"/>
    <w:link w:val="HeaderChar"/>
    <w:uiPriority w:val="99"/>
    <w:rsid w:val="00E63174"/>
    <w:pPr>
      <w:spacing w:after="0"/>
      <w:jc w:val="right"/>
    </w:pPr>
    <w:rPr>
      <w:noProof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E63174"/>
    <w:rPr>
      <w:noProof/>
      <w:sz w:val="18"/>
      <w:lang w:val="en-US"/>
    </w:rPr>
  </w:style>
  <w:style w:type="paragraph" w:styleId="Footer">
    <w:name w:val="footer"/>
    <w:basedOn w:val="Normal"/>
    <w:link w:val="FooterChar"/>
    <w:semiHidden/>
    <w:rsid w:val="00E63174"/>
    <w:pPr>
      <w:spacing w:after="0"/>
    </w:pPr>
  </w:style>
  <w:style w:type="character" w:customStyle="1" w:styleId="FooterChar">
    <w:name w:val="Footer Char"/>
    <w:basedOn w:val="DefaultParagraphFont"/>
    <w:link w:val="Footer"/>
    <w:semiHidden/>
    <w:rsid w:val="00E63174"/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3174"/>
    <w:rPr>
      <w:smallCaps/>
      <w:spacing w:val="5"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E63174"/>
    <w:rPr>
      <w:smallCaps/>
      <w:spacing w:val="5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E63174"/>
    <w:rPr>
      <w:smallCaps/>
      <w:spacing w:val="10"/>
      <w:sz w:val="22"/>
      <w:szCs w:val="22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3174"/>
    <w:rPr>
      <w:smallCaps/>
      <w:color w:val="3AA9A3" w:themeColor="accent2" w:themeShade="BF"/>
      <w:spacing w:val="10"/>
      <w:sz w:val="22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3174"/>
    <w:rPr>
      <w:smallCaps/>
      <w:color w:val="66CAC5" w:themeColor="accent2"/>
      <w:spacing w:val="5"/>
      <w:sz w:val="22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3174"/>
    <w:rPr>
      <w:b/>
      <w:smallCaps/>
      <w:color w:val="66CAC5" w:themeColor="accent2"/>
      <w:spacing w:val="10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3174"/>
    <w:rPr>
      <w:b/>
      <w:i/>
      <w:smallCaps/>
      <w:color w:val="3AA9A3" w:themeColor="accent2" w:themeShade="BF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3174"/>
    <w:rPr>
      <w:b/>
      <w:i/>
      <w:smallCaps/>
      <w:color w:val="27706C" w:themeColor="accent2" w:themeShade="7F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20F9F"/>
    <w:rPr>
      <w:b/>
      <w:bCs/>
      <w:caps/>
      <w:sz w:val="16"/>
      <w:szCs w:val="18"/>
    </w:rPr>
  </w:style>
  <w:style w:type="paragraph" w:styleId="Subtitle">
    <w:name w:val="Subtitle"/>
    <w:basedOn w:val="Normal"/>
    <w:next w:val="Normal"/>
    <w:link w:val="SubtitleChar"/>
    <w:uiPriority w:val="11"/>
    <w:semiHidden/>
    <w:rsid w:val="00F20F9F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63174"/>
    <w:rPr>
      <w:rFonts w:asciiTheme="majorHAnsi" w:eastAsiaTheme="majorEastAsia" w:hAnsiTheme="majorHAnsi" w:cstheme="majorBidi"/>
      <w:szCs w:val="22"/>
      <w:lang w:val="en-US"/>
    </w:rPr>
  </w:style>
  <w:style w:type="character" w:styleId="Strong">
    <w:name w:val="Strong"/>
    <w:uiPriority w:val="22"/>
    <w:qFormat/>
    <w:rsid w:val="006038A7"/>
    <w:rPr>
      <w:b/>
      <w:color w:val="auto"/>
    </w:rPr>
  </w:style>
  <w:style w:type="character" w:styleId="Emphasis">
    <w:name w:val="Emphasis"/>
    <w:uiPriority w:val="20"/>
    <w:semiHidden/>
    <w:rsid w:val="00F20F9F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semiHidden/>
    <w:rsid w:val="00F20F9F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1"/>
    <w:semiHidden/>
    <w:rsid w:val="00E63174"/>
    <w:rPr>
      <w:lang w:val="en-US"/>
    </w:rPr>
  </w:style>
  <w:style w:type="paragraph" w:styleId="ListParagraph">
    <w:name w:val="List Paragraph"/>
    <w:basedOn w:val="Normal"/>
    <w:uiPriority w:val="34"/>
    <w:semiHidden/>
    <w:rsid w:val="00F20F9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semiHidden/>
    <w:rsid w:val="00F20F9F"/>
    <w:rPr>
      <w:i/>
    </w:rPr>
  </w:style>
  <w:style w:type="character" w:customStyle="1" w:styleId="QuoteChar">
    <w:name w:val="Quote Char"/>
    <w:basedOn w:val="DefaultParagraphFont"/>
    <w:link w:val="Quote"/>
    <w:uiPriority w:val="29"/>
    <w:semiHidden/>
    <w:rsid w:val="00E63174"/>
    <w:rPr>
      <w:i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F20F9F"/>
    <w:pPr>
      <w:pBdr>
        <w:top w:val="single" w:sz="8" w:space="10" w:color="3AA9A3" w:themeColor="accent2" w:themeShade="BF"/>
        <w:left w:val="single" w:sz="8" w:space="10" w:color="3AA9A3" w:themeColor="accent2" w:themeShade="BF"/>
        <w:bottom w:val="single" w:sz="8" w:space="10" w:color="3AA9A3" w:themeColor="accent2" w:themeShade="BF"/>
        <w:right w:val="single" w:sz="8" w:space="10" w:color="3AA9A3" w:themeColor="accent2" w:themeShade="BF"/>
      </w:pBdr>
      <w:shd w:val="clear" w:color="auto" w:fill="66CAC5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E63174"/>
    <w:rPr>
      <w:b/>
      <w:i/>
      <w:color w:val="FFFFFF" w:themeColor="background1"/>
      <w:shd w:val="clear" w:color="auto" w:fill="66CAC5" w:themeFill="accent2"/>
      <w:lang w:val="en-US"/>
    </w:rPr>
  </w:style>
  <w:style w:type="character" w:styleId="SubtleEmphasis">
    <w:name w:val="Subtle Emphasis"/>
    <w:uiPriority w:val="19"/>
    <w:semiHidden/>
    <w:rsid w:val="00F20F9F"/>
    <w:rPr>
      <w:i/>
    </w:rPr>
  </w:style>
  <w:style w:type="character" w:styleId="IntenseEmphasis">
    <w:name w:val="Intense Emphasis"/>
    <w:uiPriority w:val="21"/>
    <w:semiHidden/>
    <w:rsid w:val="00F20F9F"/>
    <w:rPr>
      <w:b/>
      <w:i/>
      <w:color w:val="66CAC5" w:themeColor="accent2"/>
      <w:spacing w:val="10"/>
    </w:rPr>
  </w:style>
  <w:style w:type="character" w:styleId="SubtleReference">
    <w:name w:val="Subtle Reference"/>
    <w:uiPriority w:val="31"/>
    <w:semiHidden/>
    <w:rsid w:val="00F20F9F"/>
    <w:rPr>
      <w:b/>
    </w:rPr>
  </w:style>
  <w:style w:type="character" w:styleId="IntenseReference">
    <w:name w:val="Intense Reference"/>
    <w:uiPriority w:val="32"/>
    <w:semiHidden/>
    <w:rsid w:val="00F20F9F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semiHidden/>
    <w:rsid w:val="00F20F9F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20F9F"/>
    <w:pPr>
      <w:outlineLvl w:val="9"/>
    </w:pPr>
  </w:style>
  <w:style w:type="paragraph" w:styleId="BalloonText">
    <w:name w:val="Balloon Text"/>
    <w:basedOn w:val="Normal"/>
    <w:link w:val="BalloonTextChar"/>
    <w:semiHidden/>
    <w:unhideWhenUsed/>
    <w:rsid w:val="00502D08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02D08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rsid w:val="00BE6E39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Roaming\Microsoft\Templates\Festival%20checklist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000000"/>
      </a:dk1>
      <a:lt1>
        <a:srgbClr val="FFFFFF"/>
      </a:lt1>
      <a:dk2>
        <a:srgbClr val="464646"/>
      </a:dk2>
      <a:lt2>
        <a:srgbClr val="FFFFFF"/>
      </a:lt2>
      <a:accent1>
        <a:srgbClr val="6AAEDA"/>
      </a:accent1>
      <a:accent2>
        <a:srgbClr val="66CAC5"/>
      </a:accent2>
      <a:accent3>
        <a:srgbClr val="ED6566"/>
      </a:accent3>
      <a:accent4>
        <a:srgbClr val="FEC444"/>
      </a:accent4>
      <a:accent5>
        <a:srgbClr val="C86DAA"/>
      </a:accent5>
      <a:accent6>
        <a:srgbClr val="92D050"/>
      </a:accent6>
      <a:hlink>
        <a:srgbClr val="A05024"/>
      </a:hlink>
      <a:folHlink>
        <a:srgbClr val="FEC037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B0574983-B468-4D23-B640-8AE3911AE9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A0C7DD-171C-42CA-B64A-4338FB3C66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E04DE2-3292-44D2-81C6-7EAB86DB544A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Festival checklist</Template>
  <TotalTime>0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    This list can be customized based on the trip duration, weather, and specific ac</vt:lpstr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2025-01-06T11:23:00Z</dcterms:created>
  <dcterms:modified xsi:type="dcterms:W3CDTF">2025-01-06T11:27:00Z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