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15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4"/>
        <w:gridCol w:w="5061"/>
      </w:tblGrid>
      <w:tr w:rsidR="00C802E7" w:rsidRPr="0078001F" w:rsidTr="0078001F">
        <w:trPr>
          <w:trHeight w:val="11420"/>
        </w:trPr>
        <w:tc>
          <w:tcPr>
            <w:tcW w:w="5554" w:type="dxa"/>
          </w:tcPr>
          <w:p w:rsidR="0078001F" w:rsidRPr="0078001F" w:rsidRDefault="0078001F" w:rsidP="00F17944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Clothing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Comfortable outfits for driving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Light jacket or sweater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Sunglasses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Extra socks and underwear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Hats or caps</w:t>
            </w:r>
          </w:p>
          <w:p w:rsidR="0078001F" w:rsidRPr="0078001F" w:rsidRDefault="0078001F" w:rsidP="00F17944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Footwear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Comfortable driving shoes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Flip-flops or sandals (for rest stops or camping)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Sneakers (if planning any hikes or activities)</w:t>
            </w:r>
          </w:p>
          <w:p w:rsidR="0078001F" w:rsidRPr="0078001F" w:rsidRDefault="0078001F" w:rsidP="00F17944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Toiletries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Toothbrush and toothpaste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Shampoo, conditioner, and soap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Hairbrush or comb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Deodorant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Travel-sized hand sanitizer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Wet wipes</w:t>
            </w:r>
          </w:p>
          <w:p w:rsidR="0078001F" w:rsidRPr="0078001F" w:rsidRDefault="0078001F" w:rsidP="00F17944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Electronics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Phone and charger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Portable power bank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GPS or map (if using offline navigation)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Camera or GoPro for scenic stops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Laptop or tablet (optional, for entertainment or work)</w:t>
            </w:r>
          </w:p>
          <w:p w:rsidR="0078001F" w:rsidRPr="0078001F" w:rsidRDefault="0078001F" w:rsidP="00F17944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Travel Documents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Driver’s license and car registration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Roadside assistance contact info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Insurance details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Reservation confirmations (hotels, campsites)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Maps or travel guides</w:t>
            </w:r>
          </w:p>
          <w:p w:rsidR="0078001F" w:rsidRPr="0078001F" w:rsidRDefault="0078001F" w:rsidP="00F17944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Snacks &amp; Drinks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Water bottles (reusable preferred)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Road trip snacks (nuts, granola bars, trail mix, chips)</w:t>
            </w:r>
          </w:p>
          <w:p w:rsidR="0078001F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Cooler with cold drinks and perishables</w:t>
            </w:r>
          </w:p>
          <w:p w:rsidR="004A5CA3" w:rsidRPr="0078001F" w:rsidRDefault="0078001F" w:rsidP="00F17944">
            <w:pPr>
              <w:numPr>
                <w:ilvl w:val="1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Cooler packs or ice packs</w:t>
            </w:r>
          </w:p>
        </w:tc>
        <w:tc>
          <w:tcPr>
            <w:tcW w:w="5061" w:type="dxa"/>
          </w:tcPr>
          <w:p w:rsidR="0078001F" w:rsidRPr="0078001F" w:rsidRDefault="0078001F" w:rsidP="00F179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First-Aid Kit</w:t>
            </w:r>
          </w:p>
          <w:p w:rsidR="0078001F" w:rsidRPr="0078001F" w:rsidRDefault="0078001F" w:rsidP="00F17944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78001F">
              <w:rPr>
                <w:rFonts w:ascii="Arial" w:eastAsia="Times New Roman" w:hAnsi="Arial" w:cs="Arial"/>
                <w:sz w:val="24"/>
                <w:szCs w:val="24"/>
              </w:rPr>
              <w:t>Band-aids</w:t>
            </w:r>
            <w:proofErr w:type="spellEnd"/>
            <w:r w:rsidRPr="0078001F">
              <w:rPr>
                <w:rFonts w:ascii="Arial" w:eastAsia="Times New Roman" w:hAnsi="Arial" w:cs="Arial"/>
                <w:sz w:val="24"/>
                <w:szCs w:val="24"/>
              </w:rPr>
              <w:t>, antiseptic wipes</w:t>
            </w:r>
          </w:p>
          <w:p w:rsidR="0078001F" w:rsidRPr="0078001F" w:rsidRDefault="0078001F" w:rsidP="00F17944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Pain relievers (e.g., ibuprofen, aspirin)</w:t>
            </w:r>
          </w:p>
          <w:p w:rsidR="0078001F" w:rsidRPr="0078001F" w:rsidRDefault="0078001F" w:rsidP="00F17944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Allergy medications</w:t>
            </w:r>
          </w:p>
          <w:p w:rsidR="0078001F" w:rsidRPr="0078001F" w:rsidRDefault="0078001F" w:rsidP="00F17944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Personal prescriptions (if needed)</w:t>
            </w:r>
          </w:p>
          <w:p w:rsidR="0078001F" w:rsidRPr="0078001F" w:rsidRDefault="0078001F" w:rsidP="00F17944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Sunscreen and lip balm with SPF</w:t>
            </w:r>
          </w:p>
          <w:p w:rsidR="0078001F" w:rsidRPr="0078001F" w:rsidRDefault="0078001F" w:rsidP="00F179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Car Essentials</w:t>
            </w:r>
          </w:p>
          <w:p w:rsidR="0078001F" w:rsidRPr="0078001F" w:rsidRDefault="0078001F" w:rsidP="00F17944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Car charger for electronics</w:t>
            </w:r>
          </w:p>
          <w:p w:rsidR="0078001F" w:rsidRPr="0078001F" w:rsidRDefault="0078001F" w:rsidP="00F17944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Jumper cables</w:t>
            </w:r>
          </w:p>
          <w:p w:rsidR="0078001F" w:rsidRPr="0078001F" w:rsidRDefault="0078001F" w:rsidP="00F17944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Spare tire, jack, and tire iron</w:t>
            </w:r>
          </w:p>
          <w:p w:rsidR="0078001F" w:rsidRPr="0078001F" w:rsidRDefault="0078001F" w:rsidP="00F17944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Flashlight or headlamp</w:t>
            </w:r>
          </w:p>
          <w:p w:rsidR="0078001F" w:rsidRPr="0078001F" w:rsidRDefault="0078001F" w:rsidP="00F17944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Extra car keys</w:t>
            </w:r>
          </w:p>
          <w:p w:rsidR="0078001F" w:rsidRPr="0078001F" w:rsidRDefault="0078001F" w:rsidP="00F17944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Emergency roadside kit (e.g., reflective vest, warning triangle)</w:t>
            </w:r>
          </w:p>
          <w:p w:rsidR="0078001F" w:rsidRPr="0078001F" w:rsidRDefault="0078001F" w:rsidP="00F179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Entertainment &amp; Comfort</w:t>
            </w:r>
          </w:p>
          <w:p w:rsidR="0078001F" w:rsidRPr="0078001F" w:rsidRDefault="0078001F" w:rsidP="00F17944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Road trip playlist or audiobooks</w:t>
            </w:r>
          </w:p>
          <w:p w:rsidR="0078001F" w:rsidRPr="0078001F" w:rsidRDefault="0078001F" w:rsidP="00F17944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Travel pillow and blanket</w:t>
            </w:r>
          </w:p>
          <w:p w:rsidR="0078001F" w:rsidRPr="0078001F" w:rsidRDefault="0078001F" w:rsidP="00F17944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Magazines, puzzle books, or playing cards</w:t>
            </w:r>
          </w:p>
          <w:p w:rsidR="0078001F" w:rsidRPr="0078001F" w:rsidRDefault="0078001F" w:rsidP="00F17944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Travel journal or sketchbook</w:t>
            </w:r>
          </w:p>
          <w:p w:rsidR="0078001F" w:rsidRPr="0078001F" w:rsidRDefault="0078001F" w:rsidP="00F17944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Laptop for movies or work (if applicable)</w:t>
            </w:r>
          </w:p>
          <w:p w:rsidR="0078001F" w:rsidRPr="0078001F" w:rsidRDefault="0078001F" w:rsidP="00F17944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Miscellaneous</w:t>
            </w:r>
          </w:p>
          <w:p w:rsidR="0078001F" w:rsidRPr="0078001F" w:rsidRDefault="0078001F" w:rsidP="00F1794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Camera or phone tripod</w:t>
            </w:r>
          </w:p>
          <w:p w:rsidR="0078001F" w:rsidRPr="0078001F" w:rsidRDefault="0078001F" w:rsidP="00F1794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Travel-sized laundry detergent (if staying at hotels with laundry facilities)</w:t>
            </w:r>
          </w:p>
          <w:p w:rsidR="0078001F" w:rsidRPr="0078001F" w:rsidRDefault="0078001F" w:rsidP="00F1794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Reusable shopping bags</w:t>
            </w:r>
          </w:p>
          <w:p w:rsidR="0078001F" w:rsidRPr="0078001F" w:rsidRDefault="0078001F" w:rsidP="00F1794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Trash bags for waste</w:t>
            </w:r>
          </w:p>
          <w:p w:rsidR="0078001F" w:rsidRPr="0078001F" w:rsidRDefault="0078001F" w:rsidP="00F1794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>Paper towels or napkins</w:t>
            </w:r>
          </w:p>
          <w:p w:rsidR="008E1AD7" w:rsidRPr="0078001F" w:rsidRDefault="0078001F" w:rsidP="00F17944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78001F">
              <w:rPr>
                <w:rFonts w:ascii="Arial" w:eastAsia="Times New Roman" w:hAnsi="Arial" w:cs="Arial"/>
                <w:sz w:val="24"/>
                <w:szCs w:val="24"/>
              </w:rPr>
              <w:t xml:space="preserve">Travel guidebooks or </w:t>
            </w:r>
            <w:proofErr w:type="spellStart"/>
            <w:r w:rsidRPr="0078001F">
              <w:rPr>
                <w:rFonts w:ascii="Arial" w:eastAsia="Times New Roman" w:hAnsi="Arial" w:cs="Arial"/>
                <w:sz w:val="24"/>
                <w:szCs w:val="24"/>
              </w:rPr>
              <w:t>itinerarie</w:t>
            </w:r>
            <w:proofErr w:type="spellEnd"/>
          </w:p>
        </w:tc>
      </w:tr>
    </w:tbl>
    <w:p w:rsidR="006038A7" w:rsidRDefault="006038A7" w:rsidP="00E5571F">
      <w:pPr>
        <w:pStyle w:val="Heading3"/>
        <w:rPr>
          <w:rFonts w:ascii="Arial" w:hAnsi="Arial" w:cs="Arial"/>
        </w:rPr>
      </w:pPr>
    </w:p>
    <w:p w:rsidR="0078001F" w:rsidRDefault="0078001F" w:rsidP="0078001F"/>
    <w:p w:rsidR="0078001F" w:rsidRDefault="0078001F" w:rsidP="0078001F"/>
    <w:p w:rsidR="0078001F" w:rsidRPr="0078001F" w:rsidRDefault="0078001F" w:rsidP="0078001F">
      <w:r>
        <w:t>This list will help ensure you're prepared for a fun, smoo</w:t>
      </w:r>
      <w:bookmarkStart w:id="0" w:name="_GoBack"/>
      <w:bookmarkEnd w:id="0"/>
      <w:r>
        <w:t>th, and comfortable road trip!</w:t>
      </w:r>
    </w:p>
    <w:sectPr w:rsidR="0078001F" w:rsidRPr="0078001F" w:rsidSect="004A5CA3">
      <w:headerReference w:type="default" r:id="rId10"/>
      <w:footerReference w:type="default" r:id="rId11"/>
      <w:footerReference w:type="first" r:id="rId12"/>
      <w:pgSz w:w="12240" w:h="15840" w:code="1"/>
      <w:pgMar w:top="1440" w:right="720" w:bottom="72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944" w:rsidRDefault="00F17944" w:rsidP="002E635C">
      <w:r>
        <w:separator/>
      </w:r>
    </w:p>
  </w:endnote>
  <w:endnote w:type="continuationSeparator" w:id="0">
    <w:p w:rsidR="00F17944" w:rsidRDefault="00F17944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D56B73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9A3195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DC2B39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557C1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1F9694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EBC2A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944" w:rsidRDefault="00F17944" w:rsidP="002E635C">
      <w:r>
        <w:separator/>
      </w:r>
    </w:p>
  </w:footnote>
  <w:footnote w:type="continuationSeparator" w:id="0">
    <w:p w:rsidR="00F17944" w:rsidRDefault="00F17944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78001F" w:rsidP="00C802E7">
    <w:pPr>
      <w:pStyle w:val="Header"/>
      <w:jc w:val="center"/>
      <w:rPr>
        <w:b/>
        <w:sz w:val="40"/>
      </w:rPr>
    </w:pPr>
    <w:r>
      <w:rPr>
        <w:b/>
        <w:sz w:val="40"/>
      </w:rPr>
      <w:t>ROAD TRIP</w:t>
    </w:r>
    <w:r w:rsidR="00270B0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27F48"/>
    <w:multiLevelType w:val="multilevel"/>
    <w:tmpl w:val="8F28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31615D"/>
    <w:multiLevelType w:val="multilevel"/>
    <w:tmpl w:val="07C0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9137C2"/>
    <w:multiLevelType w:val="multilevel"/>
    <w:tmpl w:val="8020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320D25"/>
    <w:multiLevelType w:val="multilevel"/>
    <w:tmpl w:val="01C2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C60F53"/>
    <w:multiLevelType w:val="multilevel"/>
    <w:tmpl w:val="47C8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8718B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70B07"/>
    <w:rsid w:val="002D0FAA"/>
    <w:rsid w:val="002D3221"/>
    <w:rsid w:val="002E6286"/>
    <w:rsid w:val="002E635C"/>
    <w:rsid w:val="002F1462"/>
    <w:rsid w:val="00354212"/>
    <w:rsid w:val="00357F1D"/>
    <w:rsid w:val="0039189A"/>
    <w:rsid w:val="003934CD"/>
    <w:rsid w:val="003A141E"/>
    <w:rsid w:val="003B395E"/>
    <w:rsid w:val="003C5653"/>
    <w:rsid w:val="004647F7"/>
    <w:rsid w:val="00480F8F"/>
    <w:rsid w:val="004842D4"/>
    <w:rsid w:val="004A5320"/>
    <w:rsid w:val="004A5CA3"/>
    <w:rsid w:val="004B708C"/>
    <w:rsid w:val="004C6EAB"/>
    <w:rsid w:val="004D1D71"/>
    <w:rsid w:val="004E6F3C"/>
    <w:rsid w:val="00502D08"/>
    <w:rsid w:val="00527CE0"/>
    <w:rsid w:val="00587761"/>
    <w:rsid w:val="00596B62"/>
    <w:rsid w:val="005F3FBB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476CD"/>
    <w:rsid w:val="007515D7"/>
    <w:rsid w:val="00775FBA"/>
    <w:rsid w:val="0078001F"/>
    <w:rsid w:val="007B6638"/>
    <w:rsid w:val="008003B0"/>
    <w:rsid w:val="00801BAF"/>
    <w:rsid w:val="008167A2"/>
    <w:rsid w:val="00830E7B"/>
    <w:rsid w:val="0085007C"/>
    <w:rsid w:val="00877266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5571F"/>
    <w:rsid w:val="00E63174"/>
    <w:rsid w:val="00E70379"/>
    <w:rsid w:val="00E85144"/>
    <w:rsid w:val="00EA6FD6"/>
    <w:rsid w:val="00EF1048"/>
    <w:rsid w:val="00F035A0"/>
    <w:rsid w:val="00F07BEC"/>
    <w:rsid w:val="00F11371"/>
    <w:rsid w:val="00F17944"/>
    <w:rsid w:val="00F20F9F"/>
    <w:rsid w:val="00F22940"/>
    <w:rsid w:val="00F431DF"/>
    <w:rsid w:val="00F43741"/>
    <w:rsid w:val="00F47149"/>
    <w:rsid w:val="00F62DC8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2025-01-06T11:34:00Z</dcterms:created>
  <dcterms:modified xsi:type="dcterms:W3CDTF">2025-01-06T11:38:00Z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