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0"/>
        <w:gridCol w:w="5040"/>
      </w:tblGrid>
      <w:tr w:rsidR="00C802E7" w:rsidRPr="008E1AD7" w:rsidTr="008E1AD7">
        <w:trPr>
          <w:trHeight w:val="1178"/>
        </w:trPr>
        <w:tc>
          <w:tcPr>
            <w:tcW w:w="5310" w:type="dxa"/>
          </w:tcPr>
          <w:p w:rsidR="008E1AD7" w:rsidRPr="008E1AD7" w:rsidRDefault="008E1AD7" w:rsidP="008E1AD7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1. Clothing</w:t>
            </w:r>
          </w:p>
          <w:p w:rsidR="008E1AD7" w:rsidRPr="008E1AD7" w:rsidRDefault="008E1AD7" w:rsidP="008E1AD7">
            <w:pPr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2 casual tops (e.g., t-shirts or blouses)</w:t>
            </w:r>
          </w:p>
          <w:p w:rsidR="008E1AD7" w:rsidRPr="008E1AD7" w:rsidRDefault="008E1AD7" w:rsidP="008E1AD7">
            <w:pPr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1 pair of jeans or casual pants</w:t>
            </w:r>
          </w:p>
          <w:p w:rsidR="008E1AD7" w:rsidRPr="008E1AD7" w:rsidRDefault="008E1AD7" w:rsidP="008E1AD7">
            <w:pPr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1 pair of shorts or a skirt</w:t>
            </w:r>
          </w:p>
          <w:p w:rsidR="008E1AD7" w:rsidRPr="008E1AD7" w:rsidRDefault="008E1AD7" w:rsidP="008E1AD7">
            <w:pPr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1 lightweight jacket or sweater</w:t>
            </w:r>
          </w:p>
          <w:p w:rsidR="008E1AD7" w:rsidRPr="008E1AD7" w:rsidRDefault="008E1AD7" w:rsidP="008E1AD7">
            <w:pPr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1 set of sleepwear</w:t>
            </w:r>
          </w:p>
          <w:p w:rsidR="008E1AD7" w:rsidRPr="008E1AD7" w:rsidRDefault="008E1AD7" w:rsidP="008E1AD7">
            <w:pPr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2 sets of underwear</w:t>
            </w:r>
          </w:p>
          <w:p w:rsidR="008E1AD7" w:rsidRPr="008E1AD7" w:rsidRDefault="008E1AD7" w:rsidP="008E1AD7">
            <w:pPr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2 pairs of socks</w:t>
            </w:r>
          </w:p>
          <w:p w:rsidR="008E1AD7" w:rsidRPr="008E1AD7" w:rsidRDefault="008E1AD7" w:rsidP="008E1AD7">
            <w:pPr>
              <w:numPr>
                <w:ilvl w:val="0"/>
                <w:numId w:val="35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1 outfit for evening or special events (e.g., dress or collared shirt)</w:t>
            </w:r>
          </w:p>
          <w:p w:rsidR="008E1AD7" w:rsidRPr="008E1AD7" w:rsidRDefault="008E1AD7" w:rsidP="008E1AD7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2. Footwear</w:t>
            </w:r>
            <w:bookmarkStart w:id="0" w:name="_GoBack"/>
            <w:bookmarkEnd w:id="0"/>
          </w:p>
          <w:p w:rsidR="008E1AD7" w:rsidRPr="008E1AD7" w:rsidRDefault="008E1AD7" w:rsidP="008E1AD7">
            <w:pPr>
              <w:numPr>
                <w:ilvl w:val="0"/>
                <w:numId w:val="36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Comfortable walking shoes</w:t>
            </w:r>
          </w:p>
          <w:p w:rsidR="008E1AD7" w:rsidRPr="008E1AD7" w:rsidRDefault="008E1AD7" w:rsidP="008E1AD7">
            <w:pPr>
              <w:numPr>
                <w:ilvl w:val="0"/>
                <w:numId w:val="36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Flip-flops or sandals</w:t>
            </w:r>
          </w:p>
          <w:p w:rsidR="008E1AD7" w:rsidRPr="008E1AD7" w:rsidRDefault="008E1AD7" w:rsidP="008E1AD7">
            <w:pPr>
              <w:numPr>
                <w:ilvl w:val="0"/>
                <w:numId w:val="36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Optional: Dress shoes</w:t>
            </w:r>
          </w:p>
          <w:p w:rsidR="008E1AD7" w:rsidRPr="008E1AD7" w:rsidRDefault="008E1AD7" w:rsidP="008E1AD7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3. Toiletries</w:t>
            </w:r>
          </w:p>
          <w:p w:rsidR="008E1AD7" w:rsidRPr="008E1AD7" w:rsidRDefault="008E1AD7" w:rsidP="008E1AD7">
            <w:pPr>
              <w:numPr>
                <w:ilvl w:val="0"/>
                <w:numId w:val="37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Travel-size toothbrush and toothpaste</w:t>
            </w:r>
          </w:p>
          <w:p w:rsidR="008E1AD7" w:rsidRPr="008E1AD7" w:rsidRDefault="008E1AD7" w:rsidP="008E1AD7">
            <w:pPr>
              <w:numPr>
                <w:ilvl w:val="0"/>
                <w:numId w:val="37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Shampoo and conditioner</w:t>
            </w:r>
          </w:p>
          <w:p w:rsidR="008E1AD7" w:rsidRPr="008E1AD7" w:rsidRDefault="008E1AD7" w:rsidP="008E1AD7">
            <w:pPr>
              <w:numPr>
                <w:ilvl w:val="0"/>
                <w:numId w:val="37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Soap or body wash</w:t>
            </w:r>
          </w:p>
          <w:p w:rsidR="008E1AD7" w:rsidRPr="008E1AD7" w:rsidRDefault="008E1AD7" w:rsidP="008E1AD7">
            <w:pPr>
              <w:numPr>
                <w:ilvl w:val="0"/>
                <w:numId w:val="37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Deodorant</w:t>
            </w:r>
          </w:p>
          <w:p w:rsidR="008E1AD7" w:rsidRPr="008E1AD7" w:rsidRDefault="008E1AD7" w:rsidP="008E1AD7">
            <w:pPr>
              <w:numPr>
                <w:ilvl w:val="0"/>
                <w:numId w:val="37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Razor (if needed)</w:t>
            </w:r>
          </w:p>
          <w:p w:rsidR="008E1AD7" w:rsidRPr="008E1AD7" w:rsidRDefault="008E1AD7" w:rsidP="008E1AD7">
            <w:pPr>
              <w:numPr>
                <w:ilvl w:val="0"/>
                <w:numId w:val="37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Skincare essentials (e.g., moisturizer, sunscreen, and lip balm)</w:t>
            </w:r>
          </w:p>
          <w:p w:rsidR="008E1AD7" w:rsidRPr="008E1AD7" w:rsidRDefault="008E1AD7" w:rsidP="008E1AD7">
            <w:pPr>
              <w:numPr>
                <w:ilvl w:val="0"/>
                <w:numId w:val="37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Comb or travel hairbrush</w:t>
            </w:r>
          </w:p>
          <w:p w:rsidR="008E1AD7" w:rsidRPr="008E1AD7" w:rsidRDefault="008E1AD7" w:rsidP="008E1AD7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4. Electronics</w:t>
            </w:r>
          </w:p>
          <w:p w:rsidR="008E1AD7" w:rsidRPr="008E1AD7" w:rsidRDefault="008E1AD7" w:rsidP="008E1AD7">
            <w:pPr>
              <w:numPr>
                <w:ilvl w:val="0"/>
                <w:numId w:val="38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Phone and charger</w:t>
            </w:r>
          </w:p>
          <w:p w:rsidR="008E1AD7" w:rsidRPr="008E1AD7" w:rsidRDefault="008E1AD7" w:rsidP="008E1AD7">
            <w:pPr>
              <w:numPr>
                <w:ilvl w:val="0"/>
                <w:numId w:val="38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Portable power bank</w:t>
            </w:r>
          </w:p>
          <w:p w:rsidR="008E1AD7" w:rsidRPr="008E1AD7" w:rsidRDefault="008E1AD7" w:rsidP="008E1AD7">
            <w:pPr>
              <w:numPr>
                <w:ilvl w:val="0"/>
                <w:numId w:val="38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Camera (optional)</w:t>
            </w:r>
          </w:p>
          <w:p w:rsidR="008E1AD7" w:rsidRPr="008E1AD7" w:rsidRDefault="008E1AD7" w:rsidP="008E1AD7">
            <w:pPr>
              <w:numPr>
                <w:ilvl w:val="0"/>
                <w:numId w:val="38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Travel adapter (if needed)</w:t>
            </w:r>
          </w:p>
          <w:p w:rsidR="00C802E7" w:rsidRPr="008E1AD7" w:rsidRDefault="00C802E7" w:rsidP="008E1AD7">
            <w:pPr>
              <w:numPr>
                <w:ilvl w:val="0"/>
                <w:numId w:val="39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8E1AD7" w:rsidRPr="008E1AD7" w:rsidRDefault="008E1AD7" w:rsidP="008E1AD7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5. Travel Documents</w:t>
            </w:r>
          </w:p>
          <w:p w:rsidR="008E1AD7" w:rsidRPr="008E1AD7" w:rsidRDefault="008E1AD7" w:rsidP="008E1AD7">
            <w:pPr>
              <w:numPr>
                <w:ilvl w:val="0"/>
                <w:numId w:val="39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ID or passport</w:t>
            </w:r>
          </w:p>
          <w:p w:rsidR="008E1AD7" w:rsidRPr="008E1AD7" w:rsidRDefault="008E1AD7" w:rsidP="0002758E">
            <w:pPr>
              <w:numPr>
                <w:ilvl w:val="0"/>
                <w:numId w:val="39"/>
              </w:num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Hotel reservation confirmation</w:t>
            </w:r>
          </w:p>
          <w:p w:rsidR="008E1AD7" w:rsidRPr="008E1AD7" w:rsidRDefault="008E1AD7" w:rsidP="0002758E">
            <w:pPr>
              <w:numPr>
                <w:ilvl w:val="0"/>
                <w:numId w:val="39"/>
              </w:num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Printed or digital map/itinerary</w:t>
            </w:r>
          </w:p>
          <w:p w:rsidR="008E1AD7" w:rsidRPr="008E1AD7" w:rsidRDefault="008E1AD7" w:rsidP="008E1AD7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6. Accessories</w:t>
            </w:r>
          </w:p>
          <w:p w:rsidR="008E1AD7" w:rsidRPr="008E1AD7" w:rsidRDefault="008E1AD7" w:rsidP="008E1AD7">
            <w:pPr>
              <w:numPr>
                <w:ilvl w:val="0"/>
                <w:numId w:val="40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Sunglasses</w:t>
            </w:r>
          </w:p>
          <w:p w:rsidR="008E1AD7" w:rsidRPr="008E1AD7" w:rsidRDefault="008E1AD7" w:rsidP="008E1AD7">
            <w:pPr>
              <w:numPr>
                <w:ilvl w:val="0"/>
                <w:numId w:val="40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Lightweight scarf or shawl</w:t>
            </w:r>
          </w:p>
          <w:p w:rsidR="008E1AD7" w:rsidRPr="008E1AD7" w:rsidRDefault="008E1AD7" w:rsidP="008E1AD7">
            <w:pPr>
              <w:numPr>
                <w:ilvl w:val="0"/>
                <w:numId w:val="40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Hat or cap</w:t>
            </w:r>
          </w:p>
          <w:p w:rsidR="00C802E7" w:rsidRPr="008E1AD7" w:rsidRDefault="008E1AD7" w:rsidP="008E1AD7">
            <w:pPr>
              <w:numPr>
                <w:ilvl w:val="0"/>
                <w:numId w:val="40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Jewelry (if needed for evening wear)</w:t>
            </w:r>
          </w:p>
          <w:p w:rsidR="008E1AD7" w:rsidRPr="008E1AD7" w:rsidRDefault="008E1AD7" w:rsidP="008E1AD7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7. Snacks and Drinks</w:t>
            </w:r>
          </w:p>
          <w:p w:rsidR="008E1AD7" w:rsidRPr="008E1AD7" w:rsidRDefault="008E1AD7" w:rsidP="008E1AD7">
            <w:pPr>
              <w:numPr>
                <w:ilvl w:val="0"/>
                <w:numId w:val="41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Reusable water bottle</w:t>
            </w:r>
          </w:p>
          <w:p w:rsidR="008E1AD7" w:rsidRPr="008E1AD7" w:rsidRDefault="008E1AD7" w:rsidP="008E1AD7">
            <w:pPr>
              <w:numPr>
                <w:ilvl w:val="0"/>
                <w:numId w:val="41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Light snacks (e.g., granola bars, nuts, or dried fruit)</w:t>
            </w:r>
          </w:p>
          <w:p w:rsidR="008E1AD7" w:rsidRPr="008E1AD7" w:rsidRDefault="008E1AD7" w:rsidP="008E1AD7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8. Miscellaneous</w:t>
            </w:r>
          </w:p>
          <w:p w:rsidR="008E1AD7" w:rsidRPr="008E1AD7" w:rsidRDefault="008E1AD7" w:rsidP="008E1AD7">
            <w:pPr>
              <w:numPr>
                <w:ilvl w:val="0"/>
                <w:numId w:val="42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 xml:space="preserve">Small first-aid kit (e.g., </w:t>
            </w:r>
            <w:proofErr w:type="spellStart"/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band-aids</w:t>
            </w:r>
            <w:proofErr w:type="spellEnd"/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, pain relievers, allergy meds)</w:t>
            </w:r>
          </w:p>
          <w:p w:rsidR="008E1AD7" w:rsidRPr="008E1AD7" w:rsidRDefault="008E1AD7" w:rsidP="008E1AD7">
            <w:pPr>
              <w:numPr>
                <w:ilvl w:val="0"/>
                <w:numId w:val="42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A good book or magazine</w:t>
            </w:r>
          </w:p>
          <w:p w:rsidR="008E1AD7" w:rsidRPr="008E1AD7" w:rsidRDefault="008E1AD7" w:rsidP="008E1AD7">
            <w:pPr>
              <w:numPr>
                <w:ilvl w:val="0"/>
                <w:numId w:val="42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Playing cards or travel games</w:t>
            </w:r>
          </w:p>
          <w:p w:rsidR="008E1AD7" w:rsidRPr="008E1AD7" w:rsidRDefault="008E1AD7" w:rsidP="008E1AD7">
            <w:pPr>
              <w:numPr>
                <w:ilvl w:val="0"/>
                <w:numId w:val="42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Tote bag or daypack</w:t>
            </w:r>
          </w:p>
          <w:p w:rsidR="008E1AD7" w:rsidRPr="008E1AD7" w:rsidRDefault="008E1AD7" w:rsidP="008E1AD7">
            <w:pPr>
              <w:spacing w:before="100" w:beforeAutospacing="1" w:after="100" w:afterAutospacing="1"/>
              <w:jc w:val="left"/>
              <w:outlineLvl w:val="3"/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b/>
                <w:bCs/>
                <w:sz w:val="24"/>
                <w:szCs w:val="24"/>
              </w:rPr>
              <w:t>9. Destination-Specific Items</w:t>
            </w:r>
          </w:p>
          <w:p w:rsidR="008E1AD7" w:rsidRPr="008E1AD7" w:rsidRDefault="008E1AD7" w:rsidP="008E1AD7">
            <w:pPr>
              <w:numPr>
                <w:ilvl w:val="0"/>
                <w:numId w:val="43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Swimsuit and towel (for beach or pool)</w:t>
            </w:r>
          </w:p>
          <w:p w:rsidR="008E1AD7" w:rsidRPr="008E1AD7" w:rsidRDefault="008E1AD7" w:rsidP="008E1AD7">
            <w:pPr>
              <w:numPr>
                <w:ilvl w:val="0"/>
                <w:numId w:val="43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Hiking shoes and gear (if planning outdoor activities)</w:t>
            </w:r>
          </w:p>
          <w:p w:rsidR="008E1AD7" w:rsidRPr="008E1AD7" w:rsidRDefault="008E1AD7" w:rsidP="008E1AD7">
            <w:pPr>
              <w:numPr>
                <w:ilvl w:val="0"/>
                <w:numId w:val="43"/>
              </w:num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  <w:r w:rsidRPr="008E1AD7">
              <w:rPr>
                <w:rFonts w:ascii="Helvetica CE 55 Roman" w:eastAsia="Times New Roman" w:hAnsi="Helvetica CE 55 Roman" w:cs="Times New Roman"/>
                <w:sz w:val="24"/>
                <w:szCs w:val="24"/>
              </w:rPr>
              <w:t>Raincoat or umbrella (if rain is forecasted)</w:t>
            </w:r>
          </w:p>
          <w:p w:rsidR="008E1AD7" w:rsidRPr="008E1AD7" w:rsidRDefault="008E1AD7" w:rsidP="008E1AD7">
            <w:pPr>
              <w:spacing w:before="100" w:beforeAutospacing="1" w:after="100" w:afterAutospacing="1"/>
              <w:jc w:val="left"/>
              <w:rPr>
                <w:rFonts w:ascii="Helvetica CE 55 Roman" w:eastAsia="Times New Roman" w:hAnsi="Helvetica CE 55 Roman" w:cs="Times New Roman"/>
                <w:sz w:val="24"/>
                <w:szCs w:val="24"/>
              </w:rPr>
            </w:pPr>
          </w:p>
        </w:tc>
      </w:tr>
    </w:tbl>
    <w:p w:rsidR="008E1AD7" w:rsidRPr="008E1AD7" w:rsidRDefault="008E1AD7" w:rsidP="008E1AD7">
      <w:pPr>
        <w:spacing w:before="100" w:beforeAutospacing="1" w:after="100" w:afterAutospacing="1"/>
        <w:jc w:val="left"/>
        <w:outlineLvl w:val="2"/>
        <w:rPr>
          <w:rFonts w:ascii="Helvetica CE 55 Roman" w:eastAsia="Times New Roman" w:hAnsi="Helvetica CE 55 Roman" w:cs="Times New Roman"/>
          <w:b/>
          <w:bCs/>
          <w:sz w:val="27"/>
          <w:szCs w:val="27"/>
        </w:rPr>
      </w:pPr>
      <w:r w:rsidRPr="008E1AD7">
        <w:rPr>
          <w:rFonts w:ascii="Helvetica CE 55 Roman" w:eastAsia="Times New Roman" w:hAnsi="Helvetica CE 55 Roman" w:cs="Times New Roman"/>
          <w:b/>
          <w:bCs/>
          <w:sz w:val="27"/>
          <w:szCs w:val="27"/>
        </w:rPr>
        <w:t>Tips for Packing:</w:t>
      </w:r>
    </w:p>
    <w:p w:rsidR="008E1AD7" w:rsidRPr="008E1AD7" w:rsidRDefault="008E1AD7" w:rsidP="008E1AD7">
      <w:pPr>
        <w:numPr>
          <w:ilvl w:val="0"/>
          <w:numId w:val="44"/>
        </w:numPr>
        <w:spacing w:before="100" w:beforeAutospacing="1" w:after="100" w:afterAutospacing="1"/>
        <w:jc w:val="left"/>
        <w:rPr>
          <w:rFonts w:ascii="Helvetica CE 55 Roman" w:eastAsia="Times New Roman" w:hAnsi="Helvetica CE 55 Roman" w:cs="Times New Roman"/>
          <w:sz w:val="24"/>
          <w:szCs w:val="24"/>
        </w:rPr>
      </w:pPr>
      <w:r w:rsidRPr="008E1AD7">
        <w:rPr>
          <w:rFonts w:ascii="Helvetica CE 55 Roman" w:eastAsia="Times New Roman" w:hAnsi="Helvetica CE 55 Roman" w:cs="Times New Roman"/>
          <w:b/>
          <w:bCs/>
          <w:sz w:val="24"/>
          <w:szCs w:val="24"/>
        </w:rPr>
        <w:t>Pack light:</w:t>
      </w:r>
      <w:r w:rsidRPr="008E1AD7">
        <w:rPr>
          <w:rFonts w:ascii="Helvetica CE 55 Roman" w:eastAsia="Times New Roman" w:hAnsi="Helvetica CE 55 Roman" w:cs="Times New Roman"/>
          <w:sz w:val="24"/>
          <w:szCs w:val="24"/>
        </w:rPr>
        <w:t xml:space="preserve"> Focus on versatile items that can be mixed and matched.</w:t>
      </w:r>
    </w:p>
    <w:p w:rsidR="008E1AD7" w:rsidRPr="008E1AD7" w:rsidRDefault="008E1AD7" w:rsidP="008E1AD7">
      <w:pPr>
        <w:numPr>
          <w:ilvl w:val="0"/>
          <w:numId w:val="44"/>
        </w:numPr>
        <w:spacing w:before="100" w:beforeAutospacing="1" w:after="100" w:afterAutospacing="1"/>
        <w:jc w:val="left"/>
        <w:rPr>
          <w:rFonts w:ascii="Helvetica CE 55 Roman" w:eastAsia="Times New Roman" w:hAnsi="Helvetica CE 55 Roman" w:cs="Times New Roman"/>
          <w:sz w:val="24"/>
          <w:szCs w:val="24"/>
        </w:rPr>
      </w:pPr>
      <w:r w:rsidRPr="008E1AD7">
        <w:rPr>
          <w:rFonts w:ascii="Helvetica CE 55 Roman" w:eastAsia="Times New Roman" w:hAnsi="Helvetica CE 55 Roman" w:cs="Times New Roman"/>
          <w:b/>
          <w:bCs/>
          <w:sz w:val="24"/>
          <w:szCs w:val="24"/>
        </w:rPr>
        <w:t>Check the weather:</w:t>
      </w:r>
      <w:r w:rsidRPr="008E1AD7">
        <w:rPr>
          <w:rFonts w:ascii="Helvetica CE 55 Roman" w:eastAsia="Times New Roman" w:hAnsi="Helvetica CE 55 Roman" w:cs="Times New Roman"/>
          <w:sz w:val="24"/>
          <w:szCs w:val="24"/>
        </w:rPr>
        <w:t xml:space="preserve"> Adjust your list based on the forecast.</w:t>
      </w:r>
    </w:p>
    <w:p w:rsidR="006038A7" w:rsidRPr="008E1AD7" w:rsidRDefault="008E1AD7" w:rsidP="00DB5808">
      <w:pPr>
        <w:numPr>
          <w:ilvl w:val="0"/>
          <w:numId w:val="44"/>
        </w:numPr>
        <w:spacing w:before="100" w:beforeAutospacing="1" w:after="100" w:afterAutospacing="1"/>
        <w:jc w:val="left"/>
        <w:rPr>
          <w:rFonts w:ascii="Helvetica CE 55 Roman" w:hAnsi="Helvetica CE 55 Roman"/>
        </w:rPr>
      </w:pPr>
      <w:r w:rsidRPr="008E1AD7">
        <w:rPr>
          <w:rFonts w:ascii="Helvetica CE 55 Roman" w:eastAsia="Times New Roman" w:hAnsi="Helvetica CE 55 Roman" w:cs="Times New Roman"/>
          <w:b/>
          <w:bCs/>
          <w:sz w:val="24"/>
          <w:szCs w:val="24"/>
        </w:rPr>
        <w:t>Use a weekend bag or carry-on:</w:t>
      </w:r>
      <w:r w:rsidRPr="008E1AD7">
        <w:rPr>
          <w:rFonts w:ascii="Helvetica CE 55 Roman" w:eastAsia="Times New Roman" w:hAnsi="Helvetica CE 55 Roman" w:cs="Times New Roman"/>
          <w:sz w:val="24"/>
          <w:szCs w:val="24"/>
        </w:rPr>
        <w:t xml:space="preserve"> Avoid </w:t>
      </w:r>
      <w:proofErr w:type="spellStart"/>
      <w:r w:rsidRPr="008E1AD7">
        <w:rPr>
          <w:rFonts w:ascii="Helvetica CE 55 Roman" w:eastAsia="Times New Roman" w:hAnsi="Helvetica CE 55 Roman" w:cs="Times New Roman"/>
          <w:sz w:val="24"/>
          <w:szCs w:val="24"/>
        </w:rPr>
        <w:t>overpacking</w:t>
      </w:r>
      <w:proofErr w:type="spellEnd"/>
      <w:r w:rsidRPr="008E1AD7">
        <w:rPr>
          <w:rFonts w:ascii="Helvetica CE 55 Roman" w:eastAsia="Times New Roman" w:hAnsi="Helvetica CE 55 Roman" w:cs="Times New Roman"/>
          <w:sz w:val="24"/>
          <w:szCs w:val="24"/>
        </w:rPr>
        <w:t xml:space="preserve"> by using a smaller bag.</w:t>
      </w:r>
    </w:p>
    <w:sectPr w:rsidR="006038A7" w:rsidRPr="008E1AD7" w:rsidSect="00C802E7">
      <w:headerReference w:type="default" r:id="rId10"/>
      <w:footerReference w:type="default" r:id="rId11"/>
      <w:footerReference w:type="first" r:id="rId12"/>
      <w:pgSz w:w="12240" w:h="15840" w:code="1"/>
      <w:pgMar w:top="1440" w:right="720" w:bottom="450" w:left="900" w:header="45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1BA" w:rsidRDefault="000F11BA" w:rsidP="002E635C">
      <w:r>
        <w:separator/>
      </w:r>
    </w:p>
  </w:endnote>
  <w:endnote w:type="continuationSeparator" w:id="0">
    <w:p w:rsidR="000F11BA" w:rsidRDefault="000F11BA" w:rsidP="002E6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CE 55 Roman">
    <w:panose1 w:val="02000503040000020004"/>
    <w:charset w:val="00"/>
    <w:family w:val="auto"/>
    <w:pitch w:val="variable"/>
    <w:sig w:usb0="8000002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E39" w:rsidRDefault="00BE6E3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99200" behindDoc="1" locked="0" layoutInCell="1" allowOverlap="1" wp14:anchorId="7393E828" wp14:editId="0C3E295D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891272" cy="1536192"/>
              <wp:effectExtent l="0" t="0" r="0" b="6985"/>
              <wp:wrapNone/>
              <wp:docPr id="1321" name="Rectangle 18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91272" cy="1536192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6">
                              <a:lumMod val="40000"/>
                              <a:lumOff val="60000"/>
                              <a:alpha val="0"/>
                            </a:schemeClr>
                          </a:gs>
                          <a:gs pos="100000">
                            <a:schemeClr val="accent6">
                              <a:lumMod val="40000"/>
                              <a:lumOff val="60000"/>
                            </a:schemeClr>
                          </a:gs>
                        </a:gsLst>
                        <a:lin ang="5400000" scaled="1"/>
                        <a:tileRect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00EDDF" id="Rectangle 18" o:spid="_x0000_s1026" style="position:absolute;margin-left:0;margin-top:0;width:621.35pt;height:120.95pt;z-index:-251617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" fillcolor="#d3ecb8 [1305]" stroked="f" strokecolor="#4a7ebb" strokeweight="1.5pt">
              <v:fill opacity="0" color2="#d3ecb8 [1305]" rotate="t" focus="100%" type="gradient"/>
              <v:shadow opacity="22938f" offset="0"/>
              <v:textbox inset=",7.2pt,,7.2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47C59EBD" wp14:editId="03679D38">
              <wp:simplePos x="0" y="0"/>
              <wp:positionH relativeFrom="page">
                <wp:align>center</wp:align>
              </wp:positionH>
              <wp:positionV relativeFrom="paragraph">
                <wp:posOffset>228600</wp:posOffset>
              </wp:positionV>
              <wp:extent cx="7909560" cy="320040"/>
              <wp:effectExtent l="0" t="0" r="15240" b="22860"/>
              <wp:wrapNone/>
              <wp:docPr id="1322" name="Rectangle 1322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09560" cy="32004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1B4DCB" id="Rectangle 1322" o:spid="_x0000_s1026" style="position:absolute;margin-left:0;margin-top:18pt;width:622.8pt;height:25.2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" fillcolor="#464646 [3215]" strokecolor="#5ca6d6 [3044]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390717AE" wp14:editId="602439BD">
              <wp:simplePos x="0" y="0"/>
              <wp:positionH relativeFrom="page">
                <wp:align>center</wp:align>
              </wp:positionH>
              <wp:positionV relativeFrom="paragraph">
                <wp:posOffset>384175</wp:posOffset>
              </wp:positionV>
              <wp:extent cx="7726680" cy="0"/>
              <wp:effectExtent l="38100" t="57150" r="64770" b="114300"/>
              <wp:wrapNone/>
              <wp:docPr id="1323" name="Straight Connector 1323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26680" cy="0"/>
                      </a:xfrm>
                      <a:prstGeom prst="line">
                        <a:avLst/>
                      </a:prstGeom>
                      <a:ln w="50800">
                        <a:solidFill>
                          <a:schemeClr val="bg1"/>
                        </a:solidFill>
                        <a:prstDash val="dash"/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1A8DCB" id="Straight Connector 1323" o:spid="_x0000_s1026" style="position:absolute;z-index:251701248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" from="0,30.25pt" to="608.4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" strokecolor="white [3212]" strokeweight="4pt">
              <v:stroke dashstyle="dash"/>
              <v:shadow on="t" color="black" opacity="24903f" origin=",.5" offset="0,.55556mm"/>
              <w10:wrap anchorx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02272" behindDoc="0" locked="0" layoutInCell="1" allowOverlap="1" wp14:anchorId="68C7E518" wp14:editId="57ACB6F7">
              <wp:simplePos x="0" y="0"/>
              <wp:positionH relativeFrom="column">
                <wp:posOffset>-679310</wp:posOffset>
              </wp:positionH>
              <wp:positionV relativeFrom="paragraph">
                <wp:posOffset>100330</wp:posOffset>
              </wp:positionV>
              <wp:extent cx="704088" cy="402336"/>
              <wp:effectExtent l="0" t="0" r="20320" b="0"/>
              <wp:wrapNone/>
              <wp:docPr id="1324" name="Group 88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088" cy="402336"/>
                        <a:chOff x="0" y="0"/>
                        <a:chExt cx="1535823" cy="882015"/>
                      </a:xfrm>
                    </wpg:grpSpPr>
                    <wps:wsp>
                      <wps:cNvPr id="1325" name="Freeform 167">
                        <a:extLst/>
                      </wps:cNvPr>
                      <wps:cNvSpPr/>
                      <wps:spPr>
                        <a:xfrm>
                          <a:off x="52368" y="596265"/>
                          <a:ext cx="361818" cy="161925"/>
                        </a:xfrm>
                        <a:custGeom>
                          <a:avLst/>
                          <a:gdLst>
                            <a:gd name="connsiteX0" fmla="*/ 0 w 361818"/>
                            <a:gd name="connsiteY0" fmla="*/ 0 h 161925"/>
                            <a:gd name="connsiteX1" fmla="*/ 365627 w 361818"/>
                            <a:gd name="connsiteY1" fmla="*/ 0 h 161925"/>
                            <a:gd name="connsiteX2" fmla="*/ 365627 w 361818"/>
                            <a:gd name="connsiteY2" fmla="*/ 168593 h 161925"/>
                            <a:gd name="connsiteX3" fmla="*/ 0 w 361818"/>
                            <a:gd name="connsiteY3" fmla="*/ 168593 h 161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61818" h="161925">
                              <a:moveTo>
                                <a:pt x="0" y="0"/>
                              </a:moveTo>
                              <a:lnTo>
                                <a:pt x="365627" y="0"/>
                              </a:lnTo>
                              <a:lnTo>
                                <a:pt x="365627" y="168593"/>
                              </a:lnTo>
                              <a:lnTo>
                                <a:pt x="0" y="16859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5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6" name="Freeform 168">
                        <a:extLst/>
                      </wps:cNvPr>
                      <wps:cNvSpPr/>
                      <wps:spPr>
                        <a:xfrm>
                          <a:off x="1088311" y="16022"/>
                          <a:ext cx="447512" cy="752475"/>
                        </a:xfrm>
                        <a:custGeom>
                          <a:avLst/>
                          <a:gdLst>
                            <a:gd name="connsiteX0" fmla="*/ 0 w 447511"/>
                            <a:gd name="connsiteY0" fmla="*/ 728833 h 752475"/>
                            <a:gd name="connsiteX1" fmla="*/ 0 w 447511"/>
                            <a:gd name="connsiteY1" fmla="*/ 31603 h 752475"/>
                            <a:gd name="connsiteX2" fmla="*/ 34278 w 447511"/>
                            <a:gd name="connsiteY2" fmla="*/ 171 h 752475"/>
                            <a:gd name="connsiteX3" fmla="*/ 312306 w 447511"/>
                            <a:gd name="connsiteY3" fmla="*/ 161143 h 752475"/>
                            <a:gd name="connsiteX4" fmla="*/ 451320 w 447511"/>
                            <a:gd name="connsiteY4" fmla="*/ 596436 h 752475"/>
                            <a:gd name="connsiteX5" fmla="*/ 448464 w 447511"/>
                            <a:gd name="connsiteY5" fmla="*/ 623105 h 752475"/>
                            <a:gd name="connsiteX6" fmla="*/ 373244 w 447511"/>
                            <a:gd name="connsiteY6" fmla="*/ 745025 h 752475"/>
                            <a:gd name="connsiteX7" fmla="*/ 346584 w 447511"/>
                            <a:gd name="connsiteY7" fmla="*/ 760265 h 752475"/>
                            <a:gd name="connsiteX8" fmla="*/ 33325 w 447511"/>
                            <a:gd name="connsiteY8" fmla="*/ 760265 h 752475"/>
                            <a:gd name="connsiteX9" fmla="*/ 0 w 447511"/>
                            <a:gd name="connsiteY9" fmla="*/ 728833 h 7524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447511" h="752475">
                              <a:moveTo>
                                <a:pt x="0" y="728833"/>
                              </a:moveTo>
                              <a:lnTo>
                                <a:pt x="0" y="31603"/>
                              </a:lnTo>
                              <a:cubicBezTo>
                                <a:pt x="0" y="12553"/>
                                <a:pt x="16187" y="-1735"/>
                                <a:pt x="34278" y="171"/>
                              </a:cubicBezTo>
                              <a:cubicBezTo>
                                <a:pt x="107593" y="6838"/>
                                <a:pt x="277077" y="34460"/>
                                <a:pt x="312306" y="161143"/>
                              </a:cubicBezTo>
                              <a:cubicBezTo>
                                <a:pt x="351344" y="303065"/>
                                <a:pt x="430373" y="536428"/>
                                <a:pt x="451320" y="596436"/>
                              </a:cubicBezTo>
                              <a:cubicBezTo>
                                <a:pt x="454177" y="605008"/>
                                <a:pt x="453225" y="615486"/>
                                <a:pt x="448464" y="623105"/>
                              </a:cubicBezTo>
                              <a:lnTo>
                                <a:pt x="373244" y="745025"/>
                              </a:lnTo>
                              <a:cubicBezTo>
                                <a:pt x="367531" y="754550"/>
                                <a:pt x="357057" y="760265"/>
                                <a:pt x="346584" y="760265"/>
                              </a:cubicBezTo>
                              <a:lnTo>
                                <a:pt x="33325" y="760265"/>
                              </a:lnTo>
                              <a:cubicBezTo>
                                <a:pt x="14282" y="761218"/>
                                <a:pt x="0" y="746930"/>
                                <a:pt x="0" y="7288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7" name="Freeform 169">
                        <a:extLst/>
                      </wps:cNvPr>
                      <wps:cNvSpPr/>
                      <wps:spPr>
                        <a:xfrm>
                          <a:off x="1120684" y="153304"/>
                          <a:ext cx="276124" cy="180975"/>
                        </a:xfrm>
                        <a:custGeom>
                          <a:avLst/>
                          <a:gdLst>
                            <a:gd name="connsiteX0" fmla="*/ 0 w 276124"/>
                            <a:gd name="connsiteY0" fmla="*/ 28623 h 180975"/>
                            <a:gd name="connsiteX1" fmla="*/ 0 w 276124"/>
                            <a:gd name="connsiteY1" fmla="*/ 157211 h 180975"/>
                            <a:gd name="connsiteX2" fmla="*/ 29517 w 276124"/>
                            <a:gd name="connsiteY2" fmla="*/ 186738 h 180975"/>
                            <a:gd name="connsiteX3" fmla="*/ 248512 w 276124"/>
                            <a:gd name="connsiteY3" fmla="*/ 186738 h 180975"/>
                            <a:gd name="connsiteX4" fmla="*/ 276124 w 276124"/>
                            <a:gd name="connsiteY4" fmla="*/ 149591 h 180975"/>
                            <a:gd name="connsiteX5" fmla="*/ 238990 w 276124"/>
                            <a:gd name="connsiteY5" fmla="*/ 21003 h 180975"/>
                            <a:gd name="connsiteX6" fmla="*/ 211378 w 276124"/>
                            <a:gd name="connsiteY6" fmla="*/ 48 h 180975"/>
                            <a:gd name="connsiteX7" fmla="*/ 29517 w 276124"/>
                            <a:gd name="connsiteY7" fmla="*/ 48 h 180975"/>
                            <a:gd name="connsiteX8" fmla="*/ 0 w 276124"/>
                            <a:gd name="connsiteY8" fmla="*/ 28623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76124" h="180975">
                              <a:moveTo>
                                <a:pt x="0" y="28623"/>
                              </a:moveTo>
                              <a:lnTo>
                                <a:pt x="0" y="157211"/>
                              </a:lnTo>
                              <a:cubicBezTo>
                                <a:pt x="0" y="173403"/>
                                <a:pt x="13330" y="186738"/>
                                <a:pt x="29517" y="186738"/>
                              </a:cubicBezTo>
                              <a:lnTo>
                                <a:pt x="248512" y="186738"/>
                              </a:lnTo>
                              <a:cubicBezTo>
                                <a:pt x="267555" y="186738"/>
                                <a:pt x="281837" y="167688"/>
                                <a:pt x="276124" y="149591"/>
                              </a:cubicBezTo>
                              <a:lnTo>
                                <a:pt x="238990" y="21003"/>
                              </a:lnTo>
                              <a:cubicBezTo>
                                <a:pt x="235182" y="8621"/>
                                <a:pt x="223756" y="48"/>
                                <a:pt x="211378" y="48"/>
                              </a:cubicBezTo>
                              <a:lnTo>
                                <a:pt x="29517" y="48"/>
                              </a:lnTo>
                              <a:cubicBezTo>
                                <a:pt x="13330" y="-904"/>
                                <a:pt x="0" y="12431"/>
                                <a:pt x="0" y="2862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8" name="Freeform 170">
                        <a:extLst/>
                      </wps:cNvPr>
                      <wps:cNvSpPr/>
                      <wps:spPr>
                        <a:xfrm>
                          <a:off x="24756" y="0"/>
                          <a:ext cx="1056890" cy="66675"/>
                        </a:xfrm>
                        <a:custGeom>
                          <a:avLst/>
                          <a:gdLst>
                            <a:gd name="connsiteX0" fmla="*/ 1063555 w 1056889"/>
                            <a:gd name="connsiteY0" fmla="*/ 59055 h 66675"/>
                            <a:gd name="connsiteX1" fmla="*/ 1052129 w 1056889"/>
                            <a:gd name="connsiteY1" fmla="*/ 70485 h 66675"/>
                            <a:gd name="connsiteX2" fmla="*/ 11426 w 1056889"/>
                            <a:gd name="connsiteY2" fmla="*/ 70485 h 66675"/>
                            <a:gd name="connsiteX3" fmla="*/ 0 w 1056889"/>
                            <a:gd name="connsiteY3" fmla="*/ 59055 h 66675"/>
                            <a:gd name="connsiteX4" fmla="*/ 0 w 1056889"/>
                            <a:gd name="connsiteY4" fmla="*/ 11430 h 66675"/>
                            <a:gd name="connsiteX5" fmla="*/ 11426 w 1056889"/>
                            <a:gd name="connsiteY5" fmla="*/ 0 h 66675"/>
                            <a:gd name="connsiteX6" fmla="*/ 1052129 w 1056889"/>
                            <a:gd name="connsiteY6" fmla="*/ 0 h 66675"/>
                            <a:gd name="connsiteX7" fmla="*/ 1063555 w 1056889"/>
                            <a:gd name="connsiteY7" fmla="*/ 11430 h 66675"/>
                            <a:gd name="connsiteX8" fmla="*/ 1063555 w 1056889"/>
                            <a:gd name="connsiteY8" fmla="*/ 59055 h 66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56889" h="66675">
                              <a:moveTo>
                                <a:pt x="1063555" y="59055"/>
                              </a:moveTo>
                              <a:cubicBezTo>
                                <a:pt x="1063555" y="65723"/>
                                <a:pt x="1058794" y="70485"/>
                                <a:pt x="1052129" y="70485"/>
                              </a:cubicBezTo>
                              <a:lnTo>
                                <a:pt x="11426" y="70485"/>
                              </a:lnTo>
                              <a:cubicBezTo>
                                <a:pt x="4761" y="70485"/>
                                <a:pt x="0" y="65723"/>
                                <a:pt x="0" y="59055"/>
                              </a:cubicBezTo>
                              <a:lnTo>
                                <a:pt x="0" y="11430"/>
                              </a:lnTo>
                              <a:cubicBezTo>
                                <a:pt x="0" y="4763"/>
                                <a:pt x="4761" y="0"/>
                                <a:pt x="11426" y="0"/>
                              </a:cubicBezTo>
                              <a:lnTo>
                                <a:pt x="1052129" y="0"/>
                              </a:lnTo>
                              <a:cubicBezTo>
                                <a:pt x="1058794" y="0"/>
                                <a:pt x="1063555" y="4763"/>
                                <a:pt x="1063555" y="11430"/>
                              </a:cubicBezTo>
                              <a:lnTo>
                                <a:pt x="1063555" y="590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6C80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9" name="Freeform 171">
                        <a:extLst/>
                      </wps:cNvPr>
                      <wps:cNvSpPr/>
                      <wps:spPr>
                        <a:xfrm>
                          <a:off x="1120684" y="385762"/>
                          <a:ext cx="295167" cy="9525"/>
                        </a:xfrm>
                        <a:custGeom>
                          <a:avLst/>
                          <a:gdLst>
                            <a:gd name="connsiteX0" fmla="*/ 290407 w 295167"/>
                            <a:gd name="connsiteY0" fmla="*/ 15240 h 9525"/>
                            <a:gd name="connsiteX1" fmla="*/ 7617 w 295167"/>
                            <a:gd name="connsiteY1" fmla="*/ 15240 h 9525"/>
                            <a:gd name="connsiteX2" fmla="*/ 0 w 295167"/>
                            <a:gd name="connsiteY2" fmla="*/ 7620 h 9525"/>
                            <a:gd name="connsiteX3" fmla="*/ 0 w 295167"/>
                            <a:gd name="connsiteY3" fmla="*/ 7620 h 9525"/>
                            <a:gd name="connsiteX4" fmla="*/ 7617 w 295167"/>
                            <a:gd name="connsiteY4" fmla="*/ 0 h 9525"/>
                            <a:gd name="connsiteX5" fmla="*/ 290407 w 295167"/>
                            <a:gd name="connsiteY5" fmla="*/ 0 h 9525"/>
                            <a:gd name="connsiteX6" fmla="*/ 298024 w 295167"/>
                            <a:gd name="connsiteY6" fmla="*/ 7620 h 9525"/>
                            <a:gd name="connsiteX7" fmla="*/ 298024 w 295167"/>
                            <a:gd name="connsiteY7" fmla="*/ 7620 h 9525"/>
                            <a:gd name="connsiteX8" fmla="*/ 290407 w 295167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95167" h="9525">
                              <a:moveTo>
                                <a:pt x="290407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290407" y="0"/>
                              </a:lnTo>
                              <a:cubicBezTo>
                                <a:pt x="294215" y="0"/>
                                <a:pt x="298024" y="3810"/>
                                <a:pt x="298024" y="7620"/>
                              </a:cubicBezTo>
                              <a:lnTo>
                                <a:pt x="298024" y="7620"/>
                              </a:lnTo>
                              <a:cubicBezTo>
                                <a:pt x="298024" y="12383"/>
                                <a:pt x="295167" y="15240"/>
                                <a:pt x="290407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0" name="Freeform 172">
                        <a:extLst/>
                      </wps:cNvPr>
                      <wps:cNvSpPr/>
                      <wps:spPr>
                        <a:xfrm>
                          <a:off x="1121636" y="412433"/>
                          <a:ext cx="304689" cy="9525"/>
                        </a:xfrm>
                        <a:custGeom>
                          <a:avLst/>
                          <a:gdLst>
                            <a:gd name="connsiteX0" fmla="*/ 299928 w 304688"/>
                            <a:gd name="connsiteY0" fmla="*/ 15240 h 9525"/>
                            <a:gd name="connsiteX1" fmla="*/ 7617 w 304688"/>
                            <a:gd name="connsiteY1" fmla="*/ 15240 h 9525"/>
                            <a:gd name="connsiteX2" fmla="*/ 0 w 304688"/>
                            <a:gd name="connsiteY2" fmla="*/ 7620 h 9525"/>
                            <a:gd name="connsiteX3" fmla="*/ 0 w 304688"/>
                            <a:gd name="connsiteY3" fmla="*/ 7620 h 9525"/>
                            <a:gd name="connsiteX4" fmla="*/ 7617 w 304688"/>
                            <a:gd name="connsiteY4" fmla="*/ 0 h 9525"/>
                            <a:gd name="connsiteX5" fmla="*/ 299928 w 304688"/>
                            <a:gd name="connsiteY5" fmla="*/ 0 h 9525"/>
                            <a:gd name="connsiteX6" fmla="*/ 307545 w 304688"/>
                            <a:gd name="connsiteY6" fmla="*/ 7620 h 9525"/>
                            <a:gd name="connsiteX7" fmla="*/ 307545 w 304688"/>
                            <a:gd name="connsiteY7" fmla="*/ 7620 h 9525"/>
                            <a:gd name="connsiteX8" fmla="*/ 299928 w 304688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04688" h="9525">
                              <a:moveTo>
                                <a:pt x="299928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299928" y="0"/>
                              </a:lnTo>
                              <a:cubicBezTo>
                                <a:pt x="303737" y="0"/>
                                <a:pt x="307545" y="3810"/>
                                <a:pt x="307545" y="7620"/>
                              </a:cubicBezTo>
                              <a:lnTo>
                                <a:pt x="307545" y="7620"/>
                              </a:lnTo>
                              <a:cubicBezTo>
                                <a:pt x="307545" y="11430"/>
                                <a:pt x="303737" y="15240"/>
                                <a:pt x="299928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1" name="Freeform 173">
                        <a:extLst/>
                      </wps:cNvPr>
                      <wps:cNvSpPr/>
                      <wps:spPr>
                        <a:xfrm>
                          <a:off x="1120684" y="439103"/>
                          <a:ext cx="314210" cy="9525"/>
                        </a:xfrm>
                        <a:custGeom>
                          <a:avLst/>
                          <a:gdLst>
                            <a:gd name="connsiteX0" fmla="*/ 311354 w 314210"/>
                            <a:gd name="connsiteY0" fmla="*/ 15240 h 9525"/>
                            <a:gd name="connsiteX1" fmla="*/ 7617 w 314210"/>
                            <a:gd name="connsiteY1" fmla="*/ 15240 h 9525"/>
                            <a:gd name="connsiteX2" fmla="*/ 0 w 314210"/>
                            <a:gd name="connsiteY2" fmla="*/ 7620 h 9525"/>
                            <a:gd name="connsiteX3" fmla="*/ 0 w 314210"/>
                            <a:gd name="connsiteY3" fmla="*/ 7620 h 9525"/>
                            <a:gd name="connsiteX4" fmla="*/ 7617 w 314210"/>
                            <a:gd name="connsiteY4" fmla="*/ 0 h 9525"/>
                            <a:gd name="connsiteX5" fmla="*/ 311354 w 314210"/>
                            <a:gd name="connsiteY5" fmla="*/ 0 h 9525"/>
                            <a:gd name="connsiteX6" fmla="*/ 318971 w 314210"/>
                            <a:gd name="connsiteY6" fmla="*/ 7620 h 9525"/>
                            <a:gd name="connsiteX7" fmla="*/ 318971 w 314210"/>
                            <a:gd name="connsiteY7" fmla="*/ 7620 h 9525"/>
                            <a:gd name="connsiteX8" fmla="*/ 311354 w 314210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14210" h="9525">
                              <a:moveTo>
                                <a:pt x="311354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11354" y="0"/>
                              </a:lnTo>
                              <a:cubicBezTo>
                                <a:pt x="315163" y="0"/>
                                <a:pt x="318971" y="3810"/>
                                <a:pt x="318971" y="7620"/>
                              </a:cubicBezTo>
                              <a:lnTo>
                                <a:pt x="318971" y="7620"/>
                              </a:lnTo>
                              <a:cubicBezTo>
                                <a:pt x="318971" y="11430"/>
                                <a:pt x="315163" y="15240"/>
                                <a:pt x="311354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2" name="Freeform 174">
                        <a:extLst/>
                      </wps:cNvPr>
                      <wps:cNvSpPr/>
                      <wps:spPr>
                        <a:xfrm>
                          <a:off x="1120684" y="464820"/>
                          <a:ext cx="323732" cy="9525"/>
                        </a:xfrm>
                        <a:custGeom>
                          <a:avLst/>
                          <a:gdLst>
                            <a:gd name="connsiteX0" fmla="*/ 320876 w 323732"/>
                            <a:gd name="connsiteY0" fmla="*/ 15240 h 9525"/>
                            <a:gd name="connsiteX1" fmla="*/ 7617 w 323732"/>
                            <a:gd name="connsiteY1" fmla="*/ 15240 h 9525"/>
                            <a:gd name="connsiteX2" fmla="*/ 0 w 323732"/>
                            <a:gd name="connsiteY2" fmla="*/ 7620 h 9525"/>
                            <a:gd name="connsiteX3" fmla="*/ 0 w 323732"/>
                            <a:gd name="connsiteY3" fmla="*/ 7620 h 9525"/>
                            <a:gd name="connsiteX4" fmla="*/ 7617 w 323732"/>
                            <a:gd name="connsiteY4" fmla="*/ 0 h 9525"/>
                            <a:gd name="connsiteX5" fmla="*/ 320876 w 323732"/>
                            <a:gd name="connsiteY5" fmla="*/ 0 h 9525"/>
                            <a:gd name="connsiteX6" fmla="*/ 328493 w 323732"/>
                            <a:gd name="connsiteY6" fmla="*/ 7620 h 9525"/>
                            <a:gd name="connsiteX7" fmla="*/ 328493 w 323732"/>
                            <a:gd name="connsiteY7" fmla="*/ 7620 h 9525"/>
                            <a:gd name="connsiteX8" fmla="*/ 320876 w 323732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23732" h="9525">
                              <a:moveTo>
                                <a:pt x="320876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20876" y="0"/>
                              </a:lnTo>
                              <a:cubicBezTo>
                                <a:pt x="324684" y="0"/>
                                <a:pt x="328493" y="3810"/>
                                <a:pt x="328493" y="7620"/>
                              </a:cubicBezTo>
                              <a:lnTo>
                                <a:pt x="328493" y="7620"/>
                              </a:lnTo>
                              <a:cubicBezTo>
                                <a:pt x="328493" y="12382"/>
                                <a:pt x="325636" y="15240"/>
                                <a:pt x="320876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3" name="Freeform 175">
                        <a:extLst/>
                      </wps:cNvPr>
                      <wps:cNvSpPr/>
                      <wps:spPr>
                        <a:xfrm>
                          <a:off x="1120684" y="491490"/>
                          <a:ext cx="333254" cy="9525"/>
                        </a:xfrm>
                        <a:custGeom>
                          <a:avLst/>
                          <a:gdLst>
                            <a:gd name="connsiteX0" fmla="*/ 331349 w 333253"/>
                            <a:gd name="connsiteY0" fmla="*/ 15240 h 9525"/>
                            <a:gd name="connsiteX1" fmla="*/ 7617 w 333253"/>
                            <a:gd name="connsiteY1" fmla="*/ 15240 h 9525"/>
                            <a:gd name="connsiteX2" fmla="*/ 0 w 333253"/>
                            <a:gd name="connsiteY2" fmla="*/ 7620 h 9525"/>
                            <a:gd name="connsiteX3" fmla="*/ 0 w 333253"/>
                            <a:gd name="connsiteY3" fmla="*/ 7620 h 9525"/>
                            <a:gd name="connsiteX4" fmla="*/ 7617 w 333253"/>
                            <a:gd name="connsiteY4" fmla="*/ 0 h 9525"/>
                            <a:gd name="connsiteX5" fmla="*/ 331349 w 333253"/>
                            <a:gd name="connsiteY5" fmla="*/ 0 h 9525"/>
                            <a:gd name="connsiteX6" fmla="*/ 338967 w 333253"/>
                            <a:gd name="connsiteY6" fmla="*/ 7620 h 9525"/>
                            <a:gd name="connsiteX7" fmla="*/ 338967 w 333253"/>
                            <a:gd name="connsiteY7" fmla="*/ 7620 h 9525"/>
                            <a:gd name="connsiteX8" fmla="*/ 331349 w 333253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33253" h="9525">
                              <a:moveTo>
                                <a:pt x="331349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31349" y="0"/>
                              </a:lnTo>
                              <a:cubicBezTo>
                                <a:pt x="335158" y="0"/>
                                <a:pt x="338967" y="3810"/>
                                <a:pt x="338967" y="7620"/>
                              </a:cubicBezTo>
                              <a:lnTo>
                                <a:pt x="338967" y="7620"/>
                              </a:lnTo>
                              <a:cubicBezTo>
                                <a:pt x="338967" y="11430"/>
                                <a:pt x="336110" y="15240"/>
                                <a:pt x="331349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4" name="Freeform 176">
                        <a:extLst/>
                      </wps:cNvPr>
                      <wps:cNvSpPr/>
                      <wps:spPr>
                        <a:xfrm>
                          <a:off x="1120684" y="517208"/>
                          <a:ext cx="342775" cy="9525"/>
                        </a:xfrm>
                        <a:custGeom>
                          <a:avLst/>
                          <a:gdLst>
                            <a:gd name="connsiteX0" fmla="*/ 338014 w 342775"/>
                            <a:gd name="connsiteY0" fmla="*/ 15240 h 9525"/>
                            <a:gd name="connsiteX1" fmla="*/ 7617 w 342775"/>
                            <a:gd name="connsiteY1" fmla="*/ 15240 h 9525"/>
                            <a:gd name="connsiteX2" fmla="*/ 0 w 342775"/>
                            <a:gd name="connsiteY2" fmla="*/ 7620 h 9525"/>
                            <a:gd name="connsiteX3" fmla="*/ 0 w 342775"/>
                            <a:gd name="connsiteY3" fmla="*/ 7620 h 9525"/>
                            <a:gd name="connsiteX4" fmla="*/ 7617 w 342775"/>
                            <a:gd name="connsiteY4" fmla="*/ 0 h 9525"/>
                            <a:gd name="connsiteX5" fmla="*/ 338014 w 342775"/>
                            <a:gd name="connsiteY5" fmla="*/ 0 h 9525"/>
                            <a:gd name="connsiteX6" fmla="*/ 345632 w 342775"/>
                            <a:gd name="connsiteY6" fmla="*/ 7620 h 9525"/>
                            <a:gd name="connsiteX7" fmla="*/ 345632 w 342775"/>
                            <a:gd name="connsiteY7" fmla="*/ 7620 h 9525"/>
                            <a:gd name="connsiteX8" fmla="*/ 338014 w 342775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42775" h="9525">
                              <a:moveTo>
                                <a:pt x="338014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38014" y="0"/>
                              </a:lnTo>
                              <a:cubicBezTo>
                                <a:pt x="341823" y="0"/>
                                <a:pt x="345632" y="3810"/>
                                <a:pt x="345632" y="7620"/>
                              </a:cubicBezTo>
                              <a:lnTo>
                                <a:pt x="345632" y="7620"/>
                              </a:lnTo>
                              <a:cubicBezTo>
                                <a:pt x="345632" y="12382"/>
                                <a:pt x="341823" y="15240"/>
                                <a:pt x="338014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5" name="Freeform 177">
                        <a:extLst/>
                      </wps:cNvPr>
                      <wps:cNvSpPr/>
                      <wps:spPr>
                        <a:xfrm>
                          <a:off x="1319684" y="543878"/>
                          <a:ext cx="152344" cy="9525"/>
                        </a:xfrm>
                        <a:custGeom>
                          <a:avLst/>
                          <a:gdLst>
                            <a:gd name="connsiteX0" fmla="*/ 145680 w 152344"/>
                            <a:gd name="connsiteY0" fmla="*/ 15240 h 9525"/>
                            <a:gd name="connsiteX1" fmla="*/ 7617 w 152344"/>
                            <a:gd name="connsiteY1" fmla="*/ 15240 h 9525"/>
                            <a:gd name="connsiteX2" fmla="*/ 0 w 152344"/>
                            <a:gd name="connsiteY2" fmla="*/ 7620 h 9525"/>
                            <a:gd name="connsiteX3" fmla="*/ 0 w 152344"/>
                            <a:gd name="connsiteY3" fmla="*/ 7620 h 9525"/>
                            <a:gd name="connsiteX4" fmla="*/ 7617 w 152344"/>
                            <a:gd name="connsiteY4" fmla="*/ 0 h 9525"/>
                            <a:gd name="connsiteX5" fmla="*/ 145680 w 152344"/>
                            <a:gd name="connsiteY5" fmla="*/ 0 h 9525"/>
                            <a:gd name="connsiteX6" fmla="*/ 153297 w 152344"/>
                            <a:gd name="connsiteY6" fmla="*/ 7620 h 9525"/>
                            <a:gd name="connsiteX7" fmla="*/ 153297 w 152344"/>
                            <a:gd name="connsiteY7" fmla="*/ 7620 h 9525"/>
                            <a:gd name="connsiteX8" fmla="*/ 145680 w 152344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52344" h="9525">
                              <a:moveTo>
                                <a:pt x="145680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45680" y="0"/>
                              </a:lnTo>
                              <a:cubicBezTo>
                                <a:pt x="149488" y="0"/>
                                <a:pt x="153297" y="3810"/>
                                <a:pt x="153297" y="7620"/>
                              </a:cubicBezTo>
                              <a:lnTo>
                                <a:pt x="153297" y="7620"/>
                              </a:lnTo>
                              <a:cubicBezTo>
                                <a:pt x="153297" y="12382"/>
                                <a:pt x="150440" y="15240"/>
                                <a:pt x="145680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6" name="Freeform 178">
                        <a:extLst/>
                      </wps:cNvPr>
                      <wps:cNvSpPr/>
                      <wps:spPr>
                        <a:xfrm>
                          <a:off x="1356818" y="570547"/>
                          <a:ext cx="123780" cy="9525"/>
                        </a:xfrm>
                        <a:custGeom>
                          <a:avLst/>
                          <a:gdLst>
                            <a:gd name="connsiteX0" fmla="*/ 116162 w 123779"/>
                            <a:gd name="connsiteY0" fmla="*/ 15240 h 9525"/>
                            <a:gd name="connsiteX1" fmla="*/ 7617 w 123779"/>
                            <a:gd name="connsiteY1" fmla="*/ 15240 h 9525"/>
                            <a:gd name="connsiteX2" fmla="*/ 0 w 123779"/>
                            <a:gd name="connsiteY2" fmla="*/ 7620 h 9525"/>
                            <a:gd name="connsiteX3" fmla="*/ 0 w 123779"/>
                            <a:gd name="connsiteY3" fmla="*/ 7620 h 9525"/>
                            <a:gd name="connsiteX4" fmla="*/ 7617 w 123779"/>
                            <a:gd name="connsiteY4" fmla="*/ 0 h 9525"/>
                            <a:gd name="connsiteX5" fmla="*/ 117115 w 123779"/>
                            <a:gd name="connsiteY5" fmla="*/ 0 h 9525"/>
                            <a:gd name="connsiteX6" fmla="*/ 124732 w 123779"/>
                            <a:gd name="connsiteY6" fmla="*/ 7620 h 9525"/>
                            <a:gd name="connsiteX7" fmla="*/ 124732 w 123779"/>
                            <a:gd name="connsiteY7" fmla="*/ 7620 h 9525"/>
                            <a:gd name="connsiteX8" fmla="*/ 116162 w 123779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23779" h="9525">
                              <a:moveTo>
                                <a:pt x="116162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17115" y="0"/>
                              </a:lnTo>
                              <a:cubicBezTo>
                                <a:pt x="120923" y="0"/>
                                <a:pt x="124732" y="3810"/>
                                <a:pt x="124732" y="7620"/>
                              </a:cubicBezTo>
                              <a:lnTo>
                                <a:pt x="124732" y="7620"/>
                              </a:lnTo>
                              <a:cubicBezTo>
                                <a:pt x="123780" y="11430"/>
                                <a:pt x="120923" y="15240"/>
                                <a:pt x="116162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7" name="Freeform 179">
                        <a:extLst/>
                      </wps:cNvPr>
                      <wps:cNvSpPr/>
                      <wps:spPr>
                        <a:xfrm>
                          <a:off x="1382526" y="596265"/>
                          <a:ext cx="104737" cy="9525"/>
                        </a:xfrm>
                        <a:custGeom>
                          <a:avLst/>
                          <a:gdLst>
                            <a:gd name="connsiteX0" fmla="*/ 100928 w 104736"/>
                            <a:gd name="connsiteY0" fmla="*/ 15240 h 9525"/>
                            <a:gd name="connsiteX1" fmla="*/ 7617 w 104736"/>
                            <a:gd name="connsiteY1" fmla="*/ 15240 h 9525"/>
                            <a:gd name="connsiteX2" fmla="*/ 0 w 104736"/>
                            <a:gd name="connsiteY2" fmla="*/ 7620 h 9525"/>
                            <a:gd name="connsiteX3" fmla="*/ 0 w 104736"/>
                            <a:gd name="connsiteY3" fmla="*/ 7620 h 9525"/>
                            <a:gd name="connsiteX4" fmla="*/ 7617 w 104736"/>
                            <a:gd name="connsiteY4" fmla="*/ 0 h 9525"/>
                            <a:gd name="connsiteX5" fmla="*/ 100928 w 104736"/>
                            <a:gd name="connsiteY5" fmla="*/ 0 h 9525"/>
                            <a:gd name="connsiteX6" fmla="*/ 108545 w 104736"/>
                            <a:gd name="connsiteY6" fmla="*/ 7620 h 9525"/>
                            <a:gd name="connsiteX7" fmla="*/ 108545 w 104736"/>
                            <a:gd name="connsiteY7" fmla="*/ 7620 h 9525"/>
                            <a:gd name="connsiteX8" fmla="*/ 100928 w 104736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4736" h="9525">
                              <a:moveTo>
                                <a:pt x="100928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00928" y="0"/>
                              </a:lnTo>
                              <a:cubicBezTo>
                                <a:pt x="104737" y="0"/>
                                <a:pt x="108545" y="3810"/>
                                <a:pt x="108545" y="7620"/>
                              </a:cubicBezTo>
                              <a:lnTo>
                                <a:pt x="108545" y="7620"/>
                              </a:lnTo>
                              <a:cubicBezTo>
                                <a:pt x="108545" y="12382"/>
                                <a:pt x="104737" y="15240"/>
                                <a:pt x="100928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8" name="Freeform 180">
                        <a:extLst/>
                      </wps:cNvPr>
                      <wps:cNvSpPr/>
                      <wps:spPr>
                        <a:xfrm>
                          <a:off x="1395856" y="622935"/>
                          <a:ext cx="76172" cy="9525"/>
                        </a:xfrm>
                        <a:custGeom>
                          <a:avLst/>
                          <a:gdLst>
                            <a:gd name="connsiteX0" fmla="*/ 69507 w 76172"/>
                            <a:gd name="connsiteY0" fmla="*/ 15240 h 9525"/>
                            <a:gd name="connsiteX1" fmla="*/ 7617 w 76172"/>
                            <a:gd name="connsiteY1" fmla="*/ 15240 h 9525"/>
                            <a:gd name="connsiteX2" fmla="*/ 0 w 76172"/>
                            <a:gd name="connsiteY2" fmla="*/ 7620 h 9525"/>
                            <a:gd name="connsiteX3" fmla="*/ 0 w 76172"/>
                            <a:gd name="connsiteY3" fmla="*/ 7620 h 9525"/>
                            <a:gd name="connsiteX4" fmla="*/ 7617 w 76172"/>
                            <a:gd name="connsiteY4" fmla="*/ 0 h 9525"/>
                            <a:gd name="connsiteX5" fmla="*/ 69507 w 76172"/>
                            <a:gd name="connsiteY5" fmla="*/ 0 h 9525"/>
                            <a:gd name="connsiteX6" fmla="*/ 77124 w 76172"/>
                            <a:gd name="connsiteY6" fmla="*/ 7620 h 9525"/>
                            <a:gd name="connsiteX7" fmla="*/ 77124 w 76172"/>
                            <a:gd name="connsiteY7" fmla="*/ 7620 h 9525"/>
                            <a:gd name="connsiteX8" fmla="*/ 69507 w 76172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76172" h="9525">
                              <a:moveTo>
                                <a:pt x="69507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69507" y="0"/>
                              </a:lnTo>
                              <a:cubicBezTo>
                                <a:pt x="73316" y="0"/>
                                <a:pt x="77124" y="3810"/>
                                <a:pt x="77124" y="7620"/>
                              </a:cubicBezTo>
                              <a:lnTo>
                                <a:pt x="77124" y="7620"/>
                              </a:lnTo>
                              <a:cubicBezTo>
                                <a:pt x="77124" y="11430"/>
                                <a:pt x="74268" y="15240"/>
                                <a:pt x="69507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9" name="Freeform 181">
                        <a:extLst/>
                      </wps:cNvPr>
                      <wps:cNvSpPr/>
                      <wps:spPr>
                        <a:xfrm>
                          <a:off x="1088311" y="559100"/>
                          <a:ext cx="447512" cy="104775"/>
                        </a:xfrm>
                        <a:custGeom>
                          <a:avLst/>
                          <a:gdLst>
                            <a:gd name="connsiteX0" fmla="*/ 451320 w 447511"/>
                            <a:gd name="connsiteY0" fmla="*/ 53358 h 104775"/>
                            <a:gd name="connsiteX1" fmla="*/ 449416 w 447511"/>
                            <a:gd name="connsiteY1" fmla="*/ 48595 h 104775"/>
                            <a:gd name="connsiteX2" fmla="*/ 366579 w 447511"/>
                            <a:gd name="connsiteY2" fmla="*/ 100983 h 104775"/>
                            <a:gd name="connsiteX3" fmla="*/ 308498 w 447511"/>
                            <a:gd name="connsiteY3" fmla="*/ 100983 h 104775"/>
                            <a:gd name="connsiteX4" fmla="*/ 134254 w 447511"/>
                            <a:gd name="connsiteY4" fmla="*/ 18 h 104775"/>
                            <a:gd name="connsiteX5" fmla="*/ 0 w 447511"/>
                            <a:gd name="connsiteY5" fmla="*/ 18 h 104775"/>
                            <a:gd name="connsiteX6" fmla="*/ 0 w 447511"/>
                            <a:gd name="connsiteY6" fmla="*/ 11447 h 104775"/>
                            <a:gd name="connsiteX7" fmla="*/ 134254 w 447511"/>
                            <a:gd name="connsiteY7" fmla="*/ 11447 h 104775"/>
                            <a:gd name="connsiteX8" fmla="*/ 134254 w 447511"/>
                            <a:gd name="connsiteY8" fmla="*/ 11447 h 104775"/>
                            <a:gd name="connsiteX9" fmla="*/ 299928 w 447511"/>
                            <a:gd name="connsiteY9" fmla="*/ 109555 h 104775"/>
                            <a:gd name="connsiteX10" fmla="*/ 304689 w 447511"/>
                            <a:gd name="connsiteY10" fmla="*/ 112412 h 104775"/>
                            <a:gd name="connsiteX11" fmla="*/ 368483 w 447511"/>
                            <a:gd name="connsiteY11" fmla="*/ 112412 h 104775"/>
                            <a:gd name="connsiteX12" fmla="*/ 371340 w 447511"/>
                            <a:gd name="connsiteY12" fmla="*/ 111460 h 104775"/>
                            <a:gd name="connsiteX13" fmla="*/ 452273 w 447511"/>
                            <a:gd name="connsiteY13" fmla="*/ 60025 h 104775"/>
                            <a:gd name="connsiteX14" fmla="*/ 451320 w 447511"/>
                            <a:gd name="connsiteY14" fmla="*/ 53358 h 104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447511" h="104775">
                              <a:moveTo>
                                <a:pt x="451320" y="53358"/>
                              </a:moveTo>
                              <a:cubicBezTo>
                                <a:pt x="450368" y="51452"/>
                                <a:pt x="450368" y="50500"/>
                                <a:pt x="449416" y="48595"/>
                              </a:cubicBezTo>
                              <a:lnTo>
                                <a:pt x="366579" y="100983"/>
                              </a:lnTo>
                              <a:lnTo>
                                <a:pt x="308498" y="100983"/>
                              </a:lnTo>
                              <a:cubicBezTo>
                                <a:pt x="253273" y="-3792"/>
                                <a:pt x="139967" y="18"/>
                                <a:pt x="134254" y="18"/>
                              </a:cubicBezTo>
                              <a:lnTo>
                                <a:pt x="0" y="18"/>
                              </a:lnTo>
                              <a:lnTo>
                                <a:pt x="0" y="11447"/>
                              </a:lnTo>
                              <a:lnTo>
                                <a:pt x="134254" y="11447"/>
                              </a:lnTo>
                              <a:cubicBezTo>
                                <a:pt x="134254" y="11447"/>
                                <a:pt x="134254" y="11447"/>
                                <a:pt x="134254" y="11447"/>
                              </a:cubicBezTo>
                              <a:cubicBezTo>
                                <a:pt x="135206" y="11447"/>
                                <a:pt x="246608" y="5733"/>
                                <a:pt x="299928" y="109555"/>
                              </a:cubicBezTo>
                              <a:cubicBezTo>
                                <a:pt x="300880" y="111460"/>
                                <a:pt x="302785" y="112412"/>
                                <a:pt x="304689" y="112412"/>
                              </a:cubicBezTo>
                              <a:lnTo>
                                <a:pt x="368483" y="112412"/>
                              </a:lnTo>
                              <a:cubicBezTo>
                                <a:pt x="369435" y="112412"/>
                                <a:pt x="370387" y="112412"/>
                                <a:pt x="371340" y="111460"/>
                              </a:cubicBezTo>
                              <a:lnTo>
                                <a:pt x="452273" y="60025"/>
                              </a:lnTo>
                              <a:cubicBezTo>
                                <a:pt x="452273" y="58120"/>
                                <a:pt x="452273" y="56215"/>
                                <a:pt x="451320" y="5335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0" name="Freeform 182">
                        <a:extLst/>
                      </wps:cNvPr>
                      <wps:cNvSpPr/>
                      <wps:spPr>
                        <a:xfrm>
                          <a:off x="1088311" y="122873"/>
                          <a:ext cx="285646" cy="9525"/>
                        </a:xfrm>
                        <a:custGeom>
                          <a:avLst/>
                          <a:gdLst>
                            <a:gd name="connsiteX0" fmla="*/ 0 w 285645"/>
                            <a:gd name="connsiteY0" fmla="*/ 11430 h 9525"/>
                            <a:gd name="connsiteX1" fmla="*/ 293263 w 285645"/>
                            <a:gd name="connsiteY1" fmla="*/ 11430 h 9525"/>
                            <a:gd name="connsiteX2" fmla="*/ 285646 w 285645"/>
                            <a:gd name="connsiteY2" fmla="*/ 0 h 9525"/>
                            <a:gd name="connsiteX3" fmla="*/ 0 w 285645"/>
                            <a:gd name="connsiteY3" fmla="*/ 0 h 9525"/>
                            <a:gd name="connsiteX4" fmla="*/ 0 w 285645"/>
                            <a:gd name="connsiteY4" fmla="*/ 1143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5645" h="9525">
                              <a:moveTo>
                                <a:pt x="0" y="11430"/>
                              </a:moveTo>
                              <a:lnTo>
                                <a:pt x="293263" y="11430"/>
                              </a:lnTo>
                              <a:cubicBezTo>
                                <a:pt x="290407" y="7620"/>
                                <a:pt x="288502" y="3810"/>
                                <a:pt x="285646" y="0"/>
                              </a:cubicBezTo>
                              <a:lnTo>
                                <a:pt x="0" y="0"/>
                              </a:lnTo>
                              <a:lnTo>
                                <a:pt x="0" y="114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1" name="Freeform 183">
                        <a:extLst/>
                      </wps:cNvPr>
                      <wps:cNvSpPr/>
                      <wps:spPr>
                        <a:xfrm>
                          <a:off x="1088311" y="357187"/>
                          <a:ext cx="361818" cy="9525"/>
                        </a:xfrm>
                        <a:custGeom>
                          <a:avLst/>
                          <a:gdLst>
                            <a:gd name="connsiteX0" fmla="*/ 0 w 361818"/>
                            <a:gd name="connsiteY0" fmla="*/ 8572 h 0"/>
                            <a:gd name="connsiteX1" fmla="*/ 369435 w 361818"/>
                            <a:gd name="connsiteY1" fmla="*/ 8572 h 0"/>
                            <a:gd name="connsiteX2" fmla="*/ 366579 w 361818"/>
                            <a:gd name="connsiteY2" fmla="*/ 0 h 0"/>
                            <a:gd name="connsiteX3" fmla="*/ 0 w 361818"/>
                            <a:gd name="connsiteY3" fmla="*/ 0 h 0"/>
                            <a:gd name="connsiteX4" fmla="*/ 0 w 361818"/>
                            <a:gd name="connsiteY4" fmla="*/ 8572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61818">
                              <a:moveTo>
                                <a:pt x="0" y="8572"/>
                              </a:moveTo>
                              <a:lnTo>
                                <a:pt x="369435" y="8572"/>
                              </a:lnTo>
                              <a:cubicBezTo>
                                <a:pt x="368483" y="5715"/>
                                <a:pt x="367531" y="2858"/>
                                <a:pt x="366579" y="0"/>
                              </a:cubicBezTo>
                              <a:lnTo>
                                <a:pt x="0" y="0"/>
                              </a:lnTo>
                              <a:lnTo>
                                <a:pt x="0" y="857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2" name="Freeform 184">
                        <a:extLst/>
                      </wps:cNvPr>
                      <wps:cNvSpPr/>
                      <wps:spPr>
                        <a:xfrm>
                          <a:off x="1118780" y="615315"/>
                          <a:ext cx="266603" cy="266700"/>
                        </a:xfrm>
                        <a:custGeom>
                          <a:avLst/>
                          <a:gdLst>
                            <a:gd name="connsiteX0" fmla="*/ 0 w 266602"/>
                            <a:gd name="connsiteY0" fmla="*/ 133350 h 266700"/>
                            <a:gd name="connsiteX1" fmla="*/ 133301 w 266602"/>
                            <a:gd name="connsiteY1" fmla="*/ 266700 h 266700"/>
                            <a:gd name="connsiteX2" fmla="*/ 266603 w 266602"/>
                            <a:gd name="connsiteY2" fmla="*/ 133350 h 266700"/>
                            <a:gd name="connsiteX3" fmla="*/ 133301 w 266602"/>
                            <a:gd name="connsiteY3" fmla="*/ 0 h 266700"/>
                            <a:gd name="connsiteX4" fmla="*/ 0 w 266602"/>
                            <a:gd name="connsiteY4" fmla="*/ 133350 h 266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6602" h="266700">
                              <a:moveTo>
                                <a:pt x="0" y="133350"/>
                              </a:moveTo>
                              <a:cubicBezTo>
                                <a:pt x="0" y="206693"/>
                                <a:pt x="59986" y="266700"/>
                                <a:pt x="133301" y="266700"/>
                              </a:cubicBezTo>
                              <a:cubicBezTo>
                                <a:pt x="206617" y="266700"/>
                                <a:pt x="266603" y="206693"/>
                                <a:pt x="266603" y="133350"/>
                              </a:cubicBezTo>
                              <a:cubicBezTo>
                                <a:pt x="266603" y="60007"/>
                                <a:pt x="206617" y="0"/>
                                <a:pt x="133301" y="0"/>
                              </a:cubicBezTo>
                              <a:cubicBezTo>
                                <a:pt x="59033" y="0"/>
                                <a:pt x="0" y="60007"/>
                                <a:pt x="0" y="1333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4E4E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3" name="Freeform 185">
                        <a:extLst/>
                      </wps:cNvPr>
                      <wps:cNvSpPr/>
                      <wps:spPr>
                        <a:xfrm>
                          <a:off x="1160674" y="658178"/>
                          <a:ext cx="180909" cy="180975"/>
                        </a:xfrm>
                        <a:custGeom>
                          <a:avLst/>
                          <a:gdLst>
                            <a:gd name="connsiteX0" fmla="*/ 0 w 180909"/>
                            <a:gd name="connsiteY0" fmla="*/ 90488 h 180975"/>
                            <a:gd name="connsiteX1" fmla="*/ 90455 w 180909"/>
                            <a:gd name="connsiteY1" fmla="*/ 180975 h 180975"/>
                            <a:gd name="connsiteX2" fmla="*/ 180909 w 180909"/>
                            <a:gd name="connsiteY2" fmla="*/ 90488 h 180975"/>
                            <a:gd name="connsiteX3" fmla="*/ 90455 w 180909"/>
                            <a:gd name="connsiteY3" fmla="*/ 0 h 180975"/>
                            <a:gd name="connsiteX4" fmla="*/ 0 w 180909"/>
                            <a:gd name="connsiteY4" fmla="*/ 90488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909" h="180975">
                              <a:moveTo>
                                <a:pt x="0" y="90488"/>
                              </a:moveTo>
                              <a:cubicBezTo>
                                <a:pt x="0" y="140970"/>
                                <a:pt x="40942" y="180975"/>
                                <a:pt x="90455" y="180975"/>
                              </a:cubicBezTo>
                              <a:cubicBezTo>
                                <a:pt x="140919" y="180975"/>
                                <a:pt x="180909" y="140018"/>
                                <a:pt x="180909" y="90488"/>
                              </a:cubicBezTo>
                              <a:cubicBezTo>
                                <a:pt x="180909" y="40005"/>
                                <a:pt x="139966" y="0"/>
                                <a:pt x="90455" y="0"/>
                              </a:cubicBezTo>
                              <a:cubicBezTo>
                                <a:pt x="40942" y="0"/>
                                <a:pt x="0" y="40957"/>
                                <a:pt x="0" y="904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4" name="Freeform 186">
                        <a:extLst/>
                      </wps:cNvPr>
                      <wps:cNvSpPr/>
                      <wps:spPr>
                        <a:xfrm>
                          <a:off x="1204473" y="701040"/>
                          <a:ext cx="95215" cy="95250"/>
                        </a:xfrm>
                        <a:custGeom>
                          <a:avLst/>
                          <a:gdLst>
                            <a:gd name="connsiteX0" fmla="*/ 0 w 95215"/>
                            <a:gd name="connsiteY0" fmla="*/ 47625 h 95250"/>
                            <a:gd name="connsiteX1" fmla="*/ 47608 w 95215"/>
                            <a:gd name="connsiteY1" fmla="*/ 95250 h 95250"/>
                            <a:gd name="connsiteX2" fmla="*/ 95215 w 95215"/>
                            <a:gd name="connsiteY2" fmla="*/ 47625 h 95250"/>
                            <a:gd name="connsiteX3" fmla="*/ 47608 w 95215"/>
                            <a:gd name="connsiteY3" fmla="*/ 0 h 95250"/>
                            <a:gd name="connsiteX4" fmla="*/ 0 w 95215"/>
                            <a:gd name="connsiteY4" fmla="*/ 47625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5" h="95250">
                              <a:moveTo>
                                <a:pt x="0" y="47625"/>
                              </a:moveTo>
                              <a:cubicBezTo>
                                <a:pt x="0" y="74295"/>
                                <a:pt x="20947" y="95250"/>
                                <a:pt x="47608" y="95250"/>
                              </a:cubicBezTo>
                              <a:cubicBezTo>
                                <a:pt x="74268" y="95250"/>
                                <a:pt x="95215" y="74295"/>
                                <a:pt x="95215" y="47625"/>
                              </a:cubicBezTo>
                              <a:cubicBezTo>
                                <a:pt x="95215" y="20955"/>
                                <a:pt x="74268" y="0"/>
                                <a:pt x="47608" y="0"/>
                              </a:cubicBezTo>
                              <a:cubicBezTo>
                                <a:pt x="20947" y="0"/>
                                <a:pt x="0" y="21907"/>
                                <a:pt x="0" y="476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5" name="Freeform 187">
                        <a:extLst/>
                      </wps:cNvPr>
                      <wps:cNvSpPr/>
                      <wps:spPr>
                        <a:xfrm>
                          <a:off x="1244464" y="676127"/>
                          <a:ext cx="9522" cy="9525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6816 h 9525"/>
                            <a:gd name="connsiteX1" fmla="*/ 6665 w 9521"/>
                            <a:gd name="connsiteY1" fmla="*/ 13483 h 9525"/>
                            <a:gd name="connsiteX2" fmla="*/ 13330 w 9521"/>
                            <a:gd name="connsiteY2" fmla="*/ 6816 h 9525"/>
                            <a:gd name="connsiteX3" fmla="*/ 6665 w 9521"/>
                            <a:gd name="connsiteY3" fmla="*/ 148 h 9525"/>
                            <a:gd name="connsiteX4" fmla="*/ 0 w 9521"/>
                            <a:gd name="connsiteY4" fmla="*/ 6816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0" y="6816"/>
                              </a:moveTo>
                              <a:cubicBezTo>
                                <a:pt x="0" y="10626"/>
                                <a:pt x="2857" y="13483"/>
                                <a:pt x="6665" y="13483"/>
                              </a:cubicBezTo>
                              <a:cubicBezTo>
                                <a:pt x="10474" y="13483"/>
                                <a:pt x="13330" y="10626"/>
                                <a:pt x="13330" y="6816"/>
                              </a:cubicBezTo>
                              <a:cubicBezTo>
                                <a:pt x="13330" y="3006"/>
                                <a:pt x="10474" y="148"/>
                                <a:pt x="6665" y="148"/>
                              </a:cubicBezTo>
                              <a:cubicBezTo>
                                <a:pt x="3809" y="-805"/>
                                <a:pt x="0" y="3006"/>
                                <a:pt x="0" y="68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6" name="Freeform 188">
                        <a:extLst/>
                      </wps:cNvPr>
                      <wps:cNvSpPr/>
                      <wps:spPr>
                        <a:xfrm>
                          <a:off x="1197570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11668 h 9525"/>
                            <a:gd name="connsiteX1" fmla="*/ 11664 w 9521"/>
                            <a:gd name="connsiteY1" fmla="*/ 11668 h 9525"/>
                            <a:gd name="connsiteX2" fmla="*/ 11664 w 9521"/>
                            <a:gd name="connsiteY2" fmla="*/ 2143 h 9525"/>
                            <a:gd name="connsiteX3" fmla="*/ 2142 w 9521"/>
                            <a:gd name="connsiteY3" fmla="*/ 2143 h 9525"/>
                            <a:gd name="connsiteX4" fmla="*/ 2142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11668"/>
                              </a:move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7" name="Freeform 189">
                        <a:extLst/>
                      </wps:cNvPr>
                      <wps:cNvSpPr/>
                      <wps:spPr>
                        <a:xfrm>
                          <a:off x="1178765" y="742950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13335 h 9525"/>
                            <a:gd name="connsiteX1" fmla="*/ 13330 w 9521"/>
                            <a:gd name="connsiteY1" fmla="*/ 6668 h 9525"/>
                            <a:gd name="connsiteX2" fmla="*/ 6665 w 9521"/>
                            <a:gd name="connsiteY2" fmla="*/ 0 h 9525"/>
                            <a:gd name="connsiteX3" fmla="*/ 0 w 9521"/>
                            <a:gd name="connsiteY3" fmla="*/ 6668 h 9525"/>
                            <a:gd name="connsiteX4" fmla="*/ 6665 w 9521"/>
                            <a:gd name="connsiteY4" fmla="*/ 13335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13335"/>
                              </a:move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9525"/>
                                <a:pt x="2856" y="13335"/>
                                <a:pt x="6665" y="133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8" name="Freeform 190">
                        <a:extLst/>
                      </wps:cNvPr>
                      <wps:cNvSpPr/>
                      <wps:spPr>
                        <a:xfrm>
                          <a:off x="1198522" y="789384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11668 h 9525"/>
                            <a:gd name="connsiteX1" fmla="*/ 11664 w 9521"/>
                            <a:gd name="connsiteY1" fmla="*/ 2143 h 9525"/>
                            <a:gd name="connsiteX2" fmla="*/ 2142 w 9521"/>
                            <a:gd name="connsiteY2" fmla="*/ 2143 h 9525"/>
                            <a:gd name="connsiteX3" fmla="*/ 2142 w 9521"/>
                            <a:gd name="connsiteY3" fmla="*/ 11668 h 9525"/>
                            <a:gd name="connsiteX4" fmla="*/ 11664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11668"/>
                              </a:moveTo>
                              <a:cubicBezTo>
                                <a:pt x="14520" y="8811"/>
                                <a:pt x="14520" y="5000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0"/>
                                <a:pt x="-714" y="8811"/>
                                <a:pt x="2142" y="11668"/>
                              </a:cubicBezTo>
                              <a:cubicBezTo>
                                <a:pt x="4047" y="14525"/>
                                <a:pt x="8807" y="14525"/>
                                <a:pt x="11664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9" name="Freeform 191">
                        <a:extLst/>
                      </wps:cNvPr>
                      <wps:cNvSpPr/>
                      <wps:spPr>
                        <a:xfrm>
                          <a:off x="1245416" y="808672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0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13335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0" name="Freeform 192">
                        <a:extLst/>
                      </wps:cNvPr>
                      <wps:cNvSpPr/>
                      <wps:spPr>
                        <a:xfrm>
                          <a:off x="1292071" y="789623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13335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0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10350"/>
                                <a:pt x="10346" y="13335"/>
                                <a:pt x="6665" y="13335"/>
                              </a:cubicBezTo>
                              <a:cubicBezTo>
                                <a:pt x="2984" y="13335"/>
                                <a:pt x="0" y="10350"/>
                                <a:pt x="0" y="6668"/>
                              </a:cubicBezTo>
                              <a:cubicBezTo>
                                <a:pt x="0" y="2985"/>
                                <a:pt x="2984" y="0"/>
                                <a:pt x="6665" y="0"/>
                              </a:cubicBezTo>
                              <a:cubicBezTo>
                                <a:pt x="10346" y="0"/>
                                <a:pt x="13330" y="2985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1" name="Freeform 193">
                        <a:extLst/>
                      </wps:cNvPr>
                      <wps:cNvSpPr/>
                      <wps:spPr>
                        <a:xfrm>
                          <a:off x="1311114" y="741997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0 h 9525"/>
                            <a:gd name="connsiteX1" fmla="*/ 0 w 9521"/>
                            <a:gd name="connsiteY1" fmla="*/ 6668 h 9525"/>
                            <a:gd name="connsiteX2" fmla="*/ 6665 w 9521"/>
                            <a:gd name="connsiteY2" fmla="*/ 13335 h 9525"/>
                            <a:gd name="connsiteX3" fmla="*/ 13330 w 9521"/>
                            <a:gd name="connsiteY3" fmla="*/ 6668 h 9525"/>
                            <a:gd name="connsiteX4" fmla="*/ 6665 w 9521"/>
                            <a:gd name="connsiteY4" fmla="*/ 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0"/>
                              </a:moveTo>
                              <a:cubicBezTo>
                                <a:pt x="2857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7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4282" y="2858"/>
                                <a:pt x="10474" y="0"/>
                                <a:pt x="66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2" name="Freeform 194">
                        <a:extLst/>
                      </wps:cNvPr>
                      <wps:cNvSpPr/>
                      <wps:spPr>
                        <a:xfrm>
                          <a:off x="1292071" y="695325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13335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0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10350"/>
                                <a:pt x="10346" y="13335"/>
                                <a:pt x="6665" y="13335"/>
                              </a:cubicBezTo>
                              <a:cubicBezTo>
                                <a:pt x="2984" y="13335"/>
                                <a:pt x="0" y="10350"/>
                                <a:pt x="0" y="6668"/>
                              </a:cubicBezTo>
                              <a:cubicBezTo>
                                <a:pt x="0" y="2985"/>
                                <a:pt x="2984" y="0"/>
                                <a:pt x="6665" y="0"/>
                              </a:cubicBezTo>
                              <a:cubicBezTo>
                                <a:pt x="10346" y="0"/>
                                <a:pt x="13330" y="2985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3" name="Freeform 195">
                        <a:extLst/>
                      </wps:cNvPr>
                      <wps:cNvSpPr/>
                      <wps:spPr>
                        <a:xfrm>
                          <a:off x="94263" y="615315"/>
                          <a:ext cx="266603" cy="266700"/>
                        </a:xfrm>
                        <a:custGeom>
                          <a:avLst/>
                          <a:gdLst>
                            <a:gd name="connsiteX0" fmla="*/ 0 w 266602"/>
                            <a:gd name="connsiteY0" fmla="*/ 133350 h 266700"/>
                            <a:gd name="connsiteX1" fmla="*/ 133301 w 266602"/>
                            <a:gd name="connsiteY1" fmla="*/ 266700 h 266700"/>
                            <a:gd name="connsiteX2" fmla="*/ 266603 w 266602"/>
                            <a:gd name="connsiteY2" fmla="*/ 133350 h 266700"/>
                            <a:gd name="connsiteX3" fmla="*/ 133301 w 266602"/>
                            <a:gd name="connsiteY3" fmla="*/ 0 h 266700"/>
                            <a:gd name="connsiteX4" fmla="*/ 0 w 266602"/>
                            <a:gd name="connsiteY4" fmla="*/ 133350 h 266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6602" h="266700">
                              <a:moveTo>
                                <a:pt x="0" y="133350"/>
                              </a:moveTo>
                              <a:cubicBezTo>
                                <a:pt x="0" y="206693"/>
                                <a:pt x="59986" y="266700"/>
                                <a:pt x="133301" y="266700"/>
                              </a:cubicBezTo>
                              <a:cubicBezTo>
                                <a:pt x="206617" y="266700"/>
                                <a:pt x="266603" y="206693"/>
                                <a:pt x="266603" y="133350"/>
                              </a:cubicBezTo>
                              <a:cubicBezTo>
                                <a:pt x="266603" y="60007"/>
                                <a:pt x="206617" y="0"/>
                                <a:pt x="133301" y="0"/>
                              </a:cubicBezTo>
                              <a:cubicBezTo>
                                <a:pt x="59986" y="0"/>
                                <a:pt x="0" y="60007"/>
                                <a:pt x="0" y="1333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4E4E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4" name="Freeform 196">
                        <a:extLst/>
                      </wps:cNvPr>
                      <wps:cNvSpPr/>
                      <wps:spPr>
                        <a:xfrm>
                          <a:off x="137110" y="658178"/>
                          <a:ext cx="180909" cy="180975"/>
                        </a:xfrm>
                        <a:custGeom>
                          <a:avLst/>
                          <a:gdLst>
                            <a:gd name="connsiteX0" fmla="*/ 0 w 180909"/>
                            <a:gd name="connsiteY0" fmla="*/ 90488 h 180975"/>
                            <a:gd name="connsiteX1" fmla="*/ 90455 w 180909"/>
                            <a:gd name="connsiteY1" fmla="*/ 180975 h 180975"/>
                            <a:gd name="connsiteX2" fmla="*/ 180909 w 180909"/>
                            <a:gd name="connsiteY2" fmla="*/ 90488 h 180975"/>
                            <a:gd name="connsiteX3" fmla="*/ 90455 w 180909"/>
                            <a:gd name="connsiteY3" fmla="*/ 0 h 180975"/>
                            <a:gd name="connsiteX4" fmla="*/ 0 w 180909"/>
                            <a:gd name="connsiteY4" fmla="*/ 90488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909" h="180975">
                              <a:moveTo>
                                <a:pt x="0" y="90488"/>
                              </a:moveTo>
                              <a:cubicBezTo>
                                <a:pt x="0" y="140970"/>
                                <a:pt x="40942" y="180975"/>
                                <a:pt x="90455" y="180975"/>
                              </a:cubicBezTo>
                              <a:cubicBezTo>
                                <a:pt x="140919" y="180975"/>
                                <a:pt x="180909" y="140018"/>
                                <a:pt x="180909" y="90488"/>
                              </a:cubicBezTo>
                              <a:cubicBezTo>
                                <a:pt x="180909" y="40005"/>
                                <a:pt x="139966" y="0"/>
                                <a:pt x="90455" y="0"/>
                              </a:cubicBezTo>
                              <a:cubicBezTo>
                                <a:pt x="39990" y="0"/>
                                <a:pt x="0" y="40957"/>
                                <a:pt x="0" y="904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5" name="Freeform 197">
                        <a:extLst/>
                      </wps:cNvPr>
                      <wps:cNvSpPr/>
                      <wps:spPr>
                        <a:xfrm>
                          <a:off x="179957" y="701040"/>
                          <a:ext cx="95215" cy="95250"/>
                        </a:xfrm>
                        <a:custGeom>
                          <a:avLst/>
                          <a:gdLst>
                            <a:gd name="connsiteX0" fmla="*/ 0 w 95215"/>
                            <a:gd name="connsiteY0" fmla="*/ 47625 h 95250"/>
                            <a:gd name="connsiteX1" fmla="*/ 47608 w 95215"/>
                            <a:gd name="connsiteY1" fmla="*/ 95250 h 95250"/>
                            <a:gd name="connsiteX2" fmla="*/ 95215 w 95215"/>
                            <a:gd name="connsiteY2" fmla="*/ 47625 h 95250"/>
                            <a:gd name="connsiteX3" fmla="*/ 47608 w 95215"/>
                            <a:gd name="connsiteY3" fmla="*/ 0 h 95250"/>
                            <a:gd name="connsiteX4" fmla="*/ 0 w 95215"/>
                            <a:gd name="connsiteY4" fmla="*/ 47625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5" h="95250">
                              <a:moveTo>
                                <a:pt x="0" y="47625"/>
                              </a:moveTo>
                              <a:cubicBezTo>
                                <a:pt x="0" y="74295"/>
                                <a:pt x="20947" y="95250"/>
                                <a:pt x="47608" y="95250"/>
                              </a:cubicBezTo>
                              <a:cubicBezTo>
                                <a:pt x="74268" y="95250"/>
                                <a:pt x="95215" y="74295"/>
                                <a:pt x="95215" y="47625"/>
                              </a:cubicBezTo>
                              <a:cubicBezTo>
                                <a:pt x="95215" y="20955"/>
                                <a:pt x="74268" y="0"/>
                                <a:pt x="47608" y="0"/>
                              </a:cubicBezTo>
                              <a:cubicBezTo>
                                <a:pt x="21899" y="0"/>
                                <a:pt x="0" y="21907"/>
                                <a:pt x="0" y="476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6" name="Freeform 198">
                        <a:extLst/>
                      </wps:cNvPr>
                      <wps:cNvSpPr/>
                      <wps:spPr>
                        <a:xfrm>
                          <a:off x="220899" y="676127"/>
                          <a:ext cx="9522" cy="9525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6816 h 9525"/>
                            <a:gd name="connsiteX1" fmla="*/ 6665 w 9521"/>
                            <a:gd name="connsiteY1" fmla="*/ 13483 h 9525"/>
                            <a:gd name="connsiteX2" fmla="*/ 13330 w 9521"/>
                            <a:gd name="connsiteY2" fmla="*/ 6816 h 9525"/>
                            <a:gd name="connsiteX3" fmla="*/ 6665 w 9521"/>
                            <a:gd name="connsiteY3" fmla="*/ 148 h 9525"/>
                            <a:gd name="connsiteX4" fmla="*/ 0 w 9521"/>
                            <a:gd name="connsiteY4" fmla="*/ 6816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0" y="6816"/>
                              </a:moveTo>
                              <a:cubicBezTo>
                                <a:pt x="0" y="10626"/>
                                <a:pt x="2856" y="13483"/>
                                <a:pt x="6665" y="13483"/>
                              </a:cubicBezTo>
                              <a:cubicBezTo>
                                <a:pt x="10474" y="13483"/>
                                <a:pt x="13330" y="10626"/>
                                <a:pt x="13330" y="6816"/>
                              </a:cubicBezTo>
                              <a:cubicBezTo>
                                <a:pt x="13330" y="3006"/>
                                <a:pt x="10474" y="148"/>
                                <a:pt x="6665" y="148"/>
                              </a:cubicBezTo>
                              <a:cubicBezTo>
                                <a:pt x="2856" y="-805"/>
                                <a:pt x="0" y="3006"/>
                                <a:pt x="0" y="68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7" name="Freeform 199">
                        <a:extLst/>
                      </wps:cNvPr>
                      <wps:cNvSpPr/>
                      <wps:spPr>
                        <a:xfrm>
                          <a:off x="174006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11668 h 9525"/>
                            <a:gd name="connsiteX1" fmla="*/ 11664 w 9521"/>
                            <a:gd name="connsiteY1" fmla="*/ 11668 h 9525"/>
                            <a:gd name="connsiteX2" fmla="*/ 11664 w 9521"/>
                            <a:gd name="connsiteY2" fmla="*/ 2143 h 9525"/>
                            <a:gd name="connsiteX3" fmla="*/ 2142 w 9521"/>
                            <a:gd name="connsiteY3" fmla="*/ 2143 h 9525"/>
                            <a:gd name="connsiteX4" fmla="*/ 2142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11668"/>
                              </a:move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8" name="Freeform 200">
                        <a:extLst/>
                      </wps:cNvPr>
                      <wps:cNvSpPr/>
                      <wps:spPr>
                        <a:xfrm>
                          <a:off x="154248" y="742950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13335 h 9525"/>
                            <a:gd name="connsiteX1" fmla="*/ 13330 w 9521"/>
                            <a:gd name="connsiteY1" fmla="*/ 6668 h 9525"/>
                            <a:gd name="connsiteX2" fmla="*/ 6665 w 9521"/>
                            <a:gd name="connsiteY2" fmla="*/ 0 h 9525"/>
                            <a:gd name="connsiteX3" fmla="*/ 0 w 9521"/>
                            <a:gd name="connsiteY3" fmla="*/ 6668 h 9525"/>
                            <a:gd name="connsiteX4" fmla="*/ 6665 w 9521"/>
                            <a:gd name="connsiteY4" fmla="*/ 13335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13335"/>
                              </a:move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9525"/>
                                <a:pt x="2856" y="13335"/>
                                <a:pt x="6665" y="133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9" name="Freeform 201">
                        <a:extLst/>
                      </wps:cNvPr>
                      <wps:cNvSpPr/>
                      <wps:spPr>
                        <a:xfrm>
                          <a:off x="174006" y="789384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11668 h 9525"/>
                            <a:gd name="connsiteX1" fmla="*/ 11664 w 9521"/>
                            <a:gd name="connsiteY1" fmla="*/ 2143 h 9525"/>
                            <a:gd name="connsiteX2" fmla="*/ 2142 w 9521"/>
                            <a:gd name="connsiteY2" fmla="*/ 2143 h 9525"/>
                            <a:gd name="connsiteX3" fmla="*/ 2142 w 9521"/>
                            <a:gd name="connsiteY3" fmla="*/ 11668 h 9525"/>
                            <a:gd name="connsiteX4" fmla="*/ 11664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11668"/>
                              </a:moveTo>
                              <a:cubicBezTo>
                                <a:pt x="14520" y="8811"/>
                                <a:pt x="14520" y="5000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0"/>
                                <a:pt x="-714" y="8811"/>
                                <a:pt x="2142" y="11668"/>
                              </a:cubicBezTo>
                              <a:cubicBezTo>
                                <a:pt x="4999" y="14525"/>
                                <a:pt x="8807" y="14525"/>
                                <a:pt x="11664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0" name="Freeform 202">
                        <a:extLst/>
                      </wps:cNvPr>
                      <wps:cNvSpPr/>
                      <wps:spPr>
                        <a:xfrm>
                          <a:off x="220899" y="808672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0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13335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1" name="Freeform 203">
                        <a:extLst/>
                      </wps:cNvPr>
                      <wps:cNvSpPr/>
                      <wps:spPr>
                        <a:xfrm>
                          <a:off x="268269" y="788432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2143 h 9525"/>
                            <a:gd name="connsiteX1" fmla="*/ 2142 w 9521"/>
                            <a:gd name="connsiteY1" fmla="*/ 2143 h 9525"/>
                            <a:gd name="connsiteX2" fmla="*/ 2142 w 9521"/>
                            <a:gd name="connsiteY2" fmla="*/ 11668 h 9525"/>
                            <a:gd name="connsiteX3" fmla="*/ 11664 w 9521"/>
                            <a:gd name="connsiteY3" fmla="*/ 11668 h 9525"/>
                            <a:gd name="connsiteX4" fmla="*/ 11664 w 9521"/>
                            <a:gd name="connsiteY4" fmla="*/ 214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2143"/>
                              </a:move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3568" y="9763"/>
                                <a:pt x="13568" y="5001"/>
                                <a:pt x="11664" y="21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2" name="Freeform 204">
                        <a:extLst/>
                      </wps:cNvPr>
                      <wps:cNvSpPr/>
                      <wps:spPr>
                        <a:xfrm>
                          <a:off x="287550" y="741997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0 h 9525"/>
                            <a:gd name="connsiteX1" fmla="*/ 0 w 9521"/>
                            <a:gd name="connsiteY1" fmla="*/ 6668 h 9525"/>
                            <a:gd name="connsiteX2" fmla="*/ 6665 w 9521"/>
                            <a:gd name="connsiteY2" fmla="*/ 13335 h 9525"/>
                            <a:gd name="connsiteX3" fmla="*/ 13330 w 9521"/>
                            <a:gd name="connsiteY3" fmla="*/ 6668 h 9525"/>
                            <a:gd name="connsiteX4" fmla="*/ 6665 w 9521"/>
                            <a:gd name="connsiteY4" fmla="*/ 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0"/>
                              </a:move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3" name="Freeform 205">
                        <a:extLst/>
                      </wps:cNvPr>
                      <wps:cNvSpPr/>
                      <wps:spPr>
                        <a:xfrm>
                          <a:off x="267317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2143 h 9525"/>
                            <a:gd name="connsiteX1" fmla="*/ 2142 w 9521"/>
                            <a:gd name="connsiteY1" fmla="*/ 11668 h 9525"/>
                            <a:gd name="connsiteX2" fmla="*/ 11664 w 9521"/>
                            <a:gd name="connsiteY2" fmla="*/ 11668 h 9525"/>
                            <a:gd name="connsiteX3" fmla="*/ 11664 w 9521"/>
                            <a:gd name="connsiteY3" fmla="*/ 2143 h 9525"/>
                            <a:gd name="connsiteX4" fmla="*/ 2142 w 9521"/>
                            <a:gd name="connsiteY4" fmla="*/ 214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2143"/>
                              </a:move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9760" y="-714"/>
                                <a:pt x="4999" y="-714"/>
                                <a:pt x="2142" y="21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4" name="Freeform 206">
                        <a:extLst/>
                      </wps:cNvPr>
                      <wps:cNvSpPr/>
                      <wps:spPr>
                        <a:xfrm>
                          <a:off x="24756" y="70485"/>
                          <a:ext cx="1056890" cy="704850"/>
                        </a:xfrm>
                        <a:custGeom>
                          <a:avLst/>
                          <a:gdLst>
                            <a:gd name="connsiteX0" fmla="*/ 0 w 1056889"/>
                            <a:gd name="connsiteY0" fmla="*/ 0 h 704850"/>
                            <a:gd name="connsiteX1" fmla="*/ 0 w 1056889"/>
                            <a:gd name="connsiteY1" fmla="*/ 706755 h 704850"/>
                            <a:gd name="connsiteX2" fmla="*/ 39038 w 1056889"/>
                            <a:gd name="connsiteY2" fmla="*/ 706755 h 704850"/>
                            <a:gd name="connsiteX3" fmla="*/ 39990 w 1056889"/>
                            <a:gd name="connsiteY3" fmla="*/ 703898 h 704850"/>
                            <a:gd name="connsiteX4" fmla="*/ 82837 w 1056889"/>
                            <a:gd name="connsiteY4" fmla="*/ 580073 h 704850"/>
                            <a:gd name="connsiteX5" fmla="*/ 103785 w 1056889"/>
                            <a:gd name="connsiteY5" fmla="*/ 563880 h 704850"/>
                            <a:gd name="connsiteX6" fmla="*/ 199000 w 1056889"/>
                            <a:gd name="connsiteY6" fmla="*/ 563880 h 704850"/>
                            <a:gd name="connsiteX7" fmla="*/ 205665 w 1056889"/>
                            <a:gd name="connsiteY7" fmla="*/ 563880 h 704850"/>
                            <a:gd name="connsiteX8" fmla="*/ 300880 w 1056889"/>
                            <a:gd name="connsiteY8" fmla="*/ 563880 h 704850"/>
                            <a:gd name="connsiteX9" fmla="*/ 321828 w 1056889"/>
                            <a:gd name="connsiteY9" fmla="*/ 580073 h 704850"/>
                            <a:gd name="connsiteX10" fmla="*/ 364675 w 1056889"/>
                            <a:gd name="connsiteY10" fmla="*/ 703898 h 704850"/>
                            <a:gd name="connsiteX11" fmla="*/ 365627 w 1056889"/>
                            <a:gd name="connsiteY11" fmla="*/ 706755 h 704850"/>
                            <a:gd name="connsiteX12" fmla="*/ 1063555 w 1056889"/>
                            <a:gd name="connsiteY12" fmla="*/ 706755 h 704850"/>
                            <a:gd name="connsiteX13" fmla="*/ 1063555 w 1056889"/>
                            <a:gd name="connsiteY13" fmla="*/ 0 h 704850"/>
                            <a:gd name="connsiteX14" fmla="*/ 0 w 1056889"/>
                            <a:gd name="connsiteY14" fmla="*/ 0 h 704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056889" h="704850">
                              <a:moveTo>
                                <a:pt x="0" y="0"/>
                              </a:moveTo>
                              <a:lnTo>
                                <a:pt x="0" y="706755"/>
                              </a:lnTo>
                              <a:lnTo>
                                <a:pt x="39038" y="706755"/>
                              </a:lnTo>
                              <a:cubicBezTo>
                                <a:pt x="39038" y="705802"/>
                                <a:pt x="39038" y="704850"/>
                                <a:pt x="39990" y="703898"/>
                              </a:cubicBezTo>
                              <a:lnTo>
                                <a:pt x="82837" y="580073"/>
                              </a:lnTo>
                              <a:cubicBezTo>
                                <a:pt x="86646" y="570548"/>
                                <a:pt x="94263" y="563880"/>
                                <a:pt x="103785" y="563880"/>
                              </a:cubicBezTo>
                              <a:lnTo>
                                <a:pt x="199000" y="563880"/>
                              </a:lnTo>
                              <a:lnTo>
                                <a:pt x="205665" y="563880"/>
                              </a:lnTo>
                              <a:lnTo>
                                <a:pt x="300880" y="563880"/>
                              </a:lnTo>
                              <a:cubicBezTo>
                                <a:pt x="310402" y="563880"/>
                                <a:pt x="318019" y="570548"/>
                                <a:pt x="321828" y="580073"/>
                              </a:cubicBezTo>
                              <a:lnTo>
                                <a:pt x="364675" y="703898"/>
                              </a:lnTo>
                              <a:cubicBezTo>
                                <a:pt x="364675" y="704850"/>
                                <a:pt x="365627" y="705802"/>
                                <a:pt x="365627" y="706755"/>
                              </a:cubicBezTo>
                              <a:lnTo>
                                <a:pt x="1063555" y="706755"/>
                              </a:lnTo>
                              <a:lnTo>
                                <a:pt x="106355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5" name="Freeform 207">
                        <a:extLst/>
                      </wps:cNvPr>
                      <wps:cNvSpPr/>
                      <wps:spPr>
                        <a:xfrm>
                          <a:off x="24756" y="430530"/>
                          <a:ext cx="1056890" cy="9525"/>
                        </a:xfrm>
                        <a:custGeom>
                          <a:avLst/>
                          <a:gdLst>
                            <a:gd name="connsiteX0" fmla="*/ 0 w 1056889"/>
                            <a:gd name="connsiteY0" fmla="*/ 0 h 9525"/>
                            <a:gd name="connsiteX1" fmla="*/ 1063555 w 1056889"/>
                            <a:gd name="connsiteY1" fmla="*/ 0 h 9525"/>
                            <a:gd name="connsiteX2" fmla="*/ 1063555 w 1056889"/>
                            <a:gd name="connsiteY2" fmla="*/ 16193 h 9525"/>
                            <a:gd name="connsiteX3" fmla="*/ 0 w 1056889"/>
                            <a:gd name="connsiteY3" fmla="*/ 1619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56889" h="9525">
                              <a:moveTo>
                                <a:pt x="0" y="0"/>
                              </a:moveTo>
                              <a:lnTo>
                                <a:pt x="1063555" y="0"/>
                              </a:lnTo>
                              <a:lnTo>
                                <a:pt x="1063555" y="16193"/>
                              </a:lnTo>
                              <a:lnTo>
                                <a:pt x="0" y="1619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6" name="Freeform 208">
                        <a:extLst/>
                      </wps:cNvPr>
                      <wps:cNvSpPr/>
                      <wps:spPr>
                        <a:xfrm>
                          <a:off x="1078789" y="70485"/>
                          <a:ext cx="9522" cy="704850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0 h 704850"/>
                            <a:gd name="connsiteX1" fmla="*/ 10474 w 9521"/>
                            <a:gd name="connsiteY1" fmla="*/ 0 h 704850"/>
                            <a:gd name="connsiteX2" fmla="*/ 10474 w 9521"/>
                            <a:gd name="connsiteY2" fmla="*/ 706755 h 704850"/>
                            <a:gd name="connsiteX3" fmla="*/ 0 w 9521"/>
                            <a:gd name="connsiteY3" fmla="*/ 706755 h 704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521" h="704850">
                              <a:moveTo>
                                <a:pt x="0" y="0"/>
                              </a:moveTo>
                              <a:lnTo>
                                <a:pt x="10474" y="0"/>
                              </a:lnTo>
                              <a:lnTo>
                                <a:pt x="10474" y="706755"/>
                              </a:lnTo>
                              <a:lnTo>
                                <a:pt x="0" y="70675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7" name="Freeform 209">
                        <a:extLst/>
                      </wps:cNvPr>
                      <wps:cNvSpPr/>
                      <wps:spPr>
                        <a:xfrm>
                          <a:off x="1418708" y="728662"/>
                          <a:ext cx="85694" cy="57150"/>
                        </a:xfrm>
                        <a:custGeom>
                          <a:avLst/>
                          <a:gdLst>
                            <a:gd name="connsiteX0" fmla="*/ 86646 w 85693"/>
                            <a:gd name="connsiteY0" fmla="*/ 40005 h 57150"/>
                            <a:gd name="connsiteX1" fmla="*/ 69507 w 85693"/>
                            <a:gd name="connsiteY1" fmla="*/ 57150 h 57150"/>
                            <a:gd name="connsiteX2" fmla="*/ 17139 w 85693"/>
                            <a:gd name="connsiteY2" fmla="*/ 57150 h 57150"/>
                            <a:gd name="connsiteX3" fmla="*/ 0 w 85693"/>
                            <a:gd name="connsiteY3" fmla="*/ 40005 h 57150"/>
                            <a:gd name="connsiteX4" fmla="*/ 0 w 85693"/>
                            <a:gd name="connsiteY4" fmla="*/ 17145 h 57150"/>
                            <a:gd name="connsiteX5" fmla="*/ 17139 w 85693"/>
                            <a:gd name="connsiteY5" fmla="*/ 0 h 57150"/>
                            <a:gd name="connsiteX6" fmla="*/ 69507 w 85693"/>
                            <a:gd name="connsiteY6" fmla="*/ 0 h 57150"/>
                            <a:gd name="connsiteX7" fmla="*/ 86646 w 85693"/>
                            <a:gd name="connsiteY7" fmla="*/ 17145 h 57150"/>
                            <a:gd name="connsiteX8" fmla="*/ 86646 w 85693"/>
                            <a:gd name="connsiteY8" fmla="*/ 40005 h 571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85693" h="57150">
                              <a:moveTo>
                                <a:pt x="86646" y="40005"/>
                              </a:moveTo>
                              <a:cubicBezTo>
                                <a:pt x="86646" y="49530"/>
                                <a:pt x="79029" y="57150"/>
                                <a:pt x="69507" y="57150"/>
                              </a:cubicBezTo>
                              <a:lnTo>
                                <a:pt x="17139" y="57150"/>
                              </a:lnTo>
                              <a:cubicBezTo>
                                <a:pt x="7617" y="57150"/>
                                <a:pt x="0" y="49530"/>
                                <a:pt x="0" y="40005"/>
                              </a:cubicBezTo>
                              <a:lnTo>
                                <a:pt x="0" y="17145"/>
                              </a:lnTo>
                              <a:cubicBezTo>
                                <a:pt x="0" y="7620"/>
                                <a:pt x="7617" y="0"/>
                                <a:pt x="17139" y="0"/>
                              </a:cubicBezTo>
                              <a:lnTo>
                                <a:pt x="69507" y="0"/>
                              </a:lnTo>
                              <a:cubicBezTo>
                                <a:pt x="79029" y="0"/>
                                <a:pt x="86646" y="7620"/>
                                <a:pt x="86646" y="17145"/>
                              </a:cubicBezTo>
                              <a:lnTo>
                                <a:pt x="86646" y="400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8" name="Freeform 210">
                        <a:extLst/>
                      </wps:cNvPr>
                      <wps:cNvSpPr/>
                      <wps:spPr>
                        <a:xfrm>
                          <a:off x="45703" y="582930"/>
                          <a:ext cx="361818" cy="190500"/>
                        </a:xfrm>
                        <a:custGeom>
                          <a:avLst/>
                          <a:gdLst>
                            <a:gd name="connsiteX0" fmla="*/ 311354 w 361818"/>
                            <a:gd name="connsiteY0" fmla="*/ 0 h 190500"/>
                            <a:gd name="connsiteX1" fmla="*/ 56177 w 361818"/>
                            <a:gd name="connsiteY1" fmla="*/ 0 h 190500"/>
                            <a:gd name="connsiteX2" fmla="*/ 0 w 361818"/>
                            <a:gd name="connsiteY2" fmla="*/ 56197 h 190500"/>
                            <a:gd name="connsiteX3" fmla="*/ 0 w 361818"/>
                            <a:gd name="connsiteY3" fmla="*/ 194310 h 190500"/>
                            <a:gd name="connsiteX4" fmla="*/ 14282 w 361818"/>
                            <a:gd name="connsiteY4" fmla="*/ 194310 h 190500"/>
                            <a:gd name="connsiteX5" fmla="*/ 14282 w 361818"/>
                            <a:gd name="connsiteY5" fmla="*/ 56197 h 190500"/>
                            <a:gd name="connsiteX6" fmla="*/ 56177 w 361818"/>
                            <a:gd name="connsiteY6" fmla="*/ 14288 h 190500"/>
                            <a:gd name="connsiteX7" fmla="*/ 311354 w 361818"/>
                            <a:gd name="connsiteY7" fmla="*/ 14288 h 190500"/>
                            <a:gd name="connsiteX8" fmla="*/ 353249 w 361818"/>
                            <a:gd name="connsiteY8" fmla="*/ 56197 h 190500"/>
                            <a:gd name="connsiteX9" fmla="*/ 353249 w 361818"/>
                            <a:gd name="connsiteY9" fmla="*/ 194310 h 190500"/>
                            <a:gd name="connsiteX10" fmla="*/ 367531 w 361818"/>
                            <a:gd name="connsiteY10" fmla="*/ 194310 h 190500"/>
                            <a:gd name="connsiteX11" fmla="*/ 367531 w 361818"/>
                            <a:gd name="connsiteY11" fmla="*/ 56197 h 190500"/>
                            <a:gd name="connsiteX12" fmla="*/ 311354 w 361818"/>
                            <a:gd name="connsiteY12" fmla="*/ 0 h 1905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361818" h="190500">
                              <a:moveTo>
                                <a:pt x="311354" y="0"/>
                              </a:moveTo>
                              <a:lnTo>
                                <a:pt x="56177" y="0"/>
                              </a:lnTo>
                              <a:cubicBezTo>
                                <a:pt x="24756" y="0"/>
                                <a:pt x="0" y="24765"/>
                                <a:pt x="0" y="56197"/>
                              </a:cubicBezTo>
                              <a:lnTo>
                                <a:pt x="0" y="194310"/>
                              </a:lnTo>
                              <a:lnTo>
                                <a:pt x="14282" y="194310"/>
                              </a:lnTo>
                              <a:lnTo>
                                <a:pt x="14282" y="56197"/>
                              </a:lnTo>
                              <a:cubicBezTo>
                                <a:pt x="14282" y="33338"/>
                                <a:pt x="33325" y="14288"/>
                                <a:pt x="56177" y="14288"/>
                              </a:cubicBezTo>
                              <a:lnTo>
                                <a:pt x="311354" y="14288"/>
                              </a:lnTo>
                              <a:cubicBezTo>
                                <a:pt x="334206" y="14288"/>
                                <a:pt x="353249" y="33338"/>
                                <a:pt x="353249" y="56197"/>
                              </a:cubicBezTo>
                              <a:lnTo>
                                <a:pt x="353249" y="194310"/>
                              </a:lnTo>
                              <a:lnTo>
                                <a:pt x="367531" y="194310"/>
                              </a:lnTo>
                              <a:lnTo>
                                <a:pt x="367531" y="56197"/>
                              </a:lnTo>
                              <a:cubicBezTo>
                                <a:pt x="367531" y="25717"/>
                                <a:pt x="341823" y="0"/>
                                <a:pt x="3113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9" name="Freeform 211">
                        <a:extLst/>
                      </wps:cNvPr>
                      <wps:cNvSpPr/>
                      <wps:spPr>
                        <a:xfrm>
                          <a:off x="583670" y="126682"/>
                          <a:ext cx="418947" cy="247650"/>
                        </a:xfrm>
                        <a:custGeom>
                          <a:avLst/>
                          <a:gdLst>
                            <a:gd name="connsiteX0" fmla="*/ 426564 w 418947"/>
                            <a:gd name="connsiteY0" fmla="*/ 240030 h 247650"/>
                            <a:gd name="connsiteX1" fmla="*/ 418947 w 418947"/>
                            <a:gd name="connsiteY1" fmla="*/ 247650 h 247650"/>
                            <a:gd name="connsiteX2" fmla="*/ 7617 w 418947"/>
                            <a:gd name="connsiteY2" fmla="*/ 247650 h 247650"/>
                            <a:gd name="connsiteX3" fmla="*/ 0 w 418947"/>
                            <a:gd name="connsiteY3" fmla="*/ 240030 h 247650"/>
                            <a:gd name="connsiteX4" fmla="*/ 0 w 418947"/>
                            <a:gd name="connsiteY4" fmla="*/ 7620 h 247650"/>
                            <a:gd name="connsiteX5" fmla="*/ 7617 w 418947"/>
                            <a:gd name="connsiteY5" fmla="*/ 0 h 247650"/>
                            <a:gd name="connsiteX6" fmla="*/ 418947 w 418947"/>
                            <a:gd name="connsiteY6" fmla="*/ 0 h 247650"/>
                            <a:gd name="connsiteX7" fmla="*/ 426564 w 418947"/>
                            <a:gd name="connsiteY7" fmla="*/ 7620 h 247650"/>
                            <a:gd name="connsiteX8" fmla="*/ 426564 w 418947"/>
                            <a:gd name="connsiteY8" fmla="*/ 240030 h 247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18947" h="247650">
                              <a:moveTo>
                                <a:pt x="426564" y="240030"/>
                              </a:moveTo>
                              <a:cubicBezTo>
                                <a:pt x="426564" y="244792"/>
                                <a:pt x="422756" y="247650"/>
                                <a:pt x="418947" y="247650"/>
                              </a:cubicBezTo>
                              <a:lnTo>
                                <a:pt x="7617" y="247650"/>
                              </a:lnTo>
                              <a:cubicBezTo>
                                <a:pt x="2856" y="247650"/>
                                <a:pt x="0" y="243840"/>
                                <a:pt x="0" y="240030"/>
                              </a:cubicBezTo>
                              <a:lnTo>
                                <a:pt x="0" y="7620"/>
                              </a:lnTo>
                              <a:cubicBezTo>
                                <a:pt x="0" y="2858"/>
                                <a:pt x="3809" y="0"/>
                                <a:pt x="7617" y="0"/>
                              </a:cubicBezTo>
                              <a:lnTo>
                                <a:pt x="418947" y="0"/>
                              </a:lnTo>
                              <a:cubicBezTo>
                                <a:pt x="423708" y="0"/>
                                <a:pt x="426564" y="3810"/>
                                <a:pt x="426564" y="7620"/>
                              </a:cubicBezTo>
                              <a:lnTo>
                                <a:pt x="426564" y="2400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0" name="Freeform 212">
                        <a:extLst/>
                      </wps:cNvPr>
                      <wps:cNvSpPr/>
                      <wps:spPr>
                        <a:xfrm>
                          <a:off x="0" y="735330"/>
                          <a:ext cx="66651" cy="19050"/>
                        </a:xfrm>
                        <a:custGeom>
                          <a:avLst/>
                          <a:gdLst>
                            <a:gd name="connsiteX0" fmla="*/ 69507 w 66650"/>
                            <a:gd name="connsiteY0" fmla="*/ 23813 h 19050"/>
                            <a:gd name="connsiteX1" fmla="*/ 66651 w 66650"/>
                            <a:gd name="connsiteY1" fmla="*/ 26670 h 19050"/>
                            <a:gd name="connsiteX2" fmla="*/ 2856 w 66650"/>
                            <a:gd name="connsiteY2" fmla="*/ 26670 h 19050"/>
                            <a:gd name="connsiteX3" fmla="*/ 0 w 66650"/>
                            <a:gd name="connsiteY3" fmla="*/ 23813 h 19050"/>
                            <a:gd name="connsiteX4" fmla="*/ 0 w 66650"/>
                            <a:gd name="connsiteY4" fmla="*/ 2857 h 19050"/>
                            <a:gd name="connsiteX5" fmla="*/ 2856 w 66650"/>
                            <a:gd name="connsiteY5" fmla="*/ 0 h 19050"/>
                            <a:gd name="connsiteX6" fmla="*/ 66651 w 66650"/>
                            <a:gd name="connsiteY6" fmla="*/ 0 h 19050"/>
                            <a:gd name="connsiteX7" fmla="*/ 69507 w 66650"/>
                            <a:gd name="connsiteY7" fmla="*/ 2857 h 19050"/>
                            <a:gd name="connsiteX8" fmla="*/ 69507 w 66650"/>
                            <a:gd name="connsiteY8" fmla="*/ 23813 h 19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66650" h="19050">
                              <a:moveTo>
                                <a:pt x="69507" y="23813"/>
                              </a:moveTo>
                              <a:cubicBezTo>
                                <a:pt x="69507" y="25717"/>
                                <a:pt x="68555" y="26670"/>
                                <a:pt x="66651" y="26670"/>
                              </a:cubicBezTo>
                              <a:lnTo>
                                <a:pt x="2856" y="26670"/>
                              </a:lnTo>
                              <a:cubicBezTo>
                                <a:pt x="952" y="26670"/>
                                <a:pt x="0" y="25717"/>
                                <a:pt x="0" y="23813"/>
                              </a:cubicBezTo>
                              <a:lnTo>
                                <a:pt x="0" y="2857"/>
                              </a:lnTo>
                              <a:cubicBezTo>
                                <a:pt x="0" y="953"/>
                                <a:pt x="952" y="0"/>
                                <a:pt x="2856" y="0"/>
                              </a:cubicBezTo>
                              <a:lnTo>
                                <a:pt x="66651" y="0"/>
                              </a:lnTo>
                              <a:cubicBezTo>
                                <a:pt x="68555" y="0"/>
                                <a:pt x="69507" y="953"/>
                                <a:pt x="69507" y="2857"/>
                              </a:cubicBezTo>
                              <a:lnTo>
                                <a:pt x="69507" y="238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1" name="Freeform 213">
                        <a:extLst/>
                      </wps:cNvPr>
                      <wps:cNvSpPr/>
                      <wps:spPr>
                        <a:xfrm>
                          <a:off x="12378" y="754380"/>
                          <a:ext cx="57129" cy="28575"/>
                        </a:xfrm>
                        <a:custGeom>
                          <a:avLst/>
                          <a:gdLst>
                            <a:gd name="connsiteX0" fmla="*/ 57129 w 57129"/>
                            <a:gd name="connsiteY0" fmla="*/ 27622 h 28575"/>
                            <a:gd name="connsiteX1" fmla="*/ 54273 w 57129"/>
                            <a:gd name="connsiteY1" fmla="*/ 30480 h 28575"/>
                            <a:gd name="connsiteX2" fmla="*/ 2856 w 57129"/>
                            <a:gd name="connsiteY2" fmla="*/ 30480 h 28575"/>
                            <a:gd name="connsiteX3" fmla="*/ 0 w 57129"/>
                            <a:gd name="connsiteY3" fmla="*/ 27622 h 28575"/>
                            <a:gd name="connsiteX4" fmla="*/ 0 w 57129"/>
                            <a:gd name="connsiteY4" fmla="*/ 2857 h 28575"/>
                            <a:gd name="connsiteX5" fmla="*/ 2856 w 57129"/>
                            <a:gd name="connsiteY5" fmla="*/ 0 h 28575"/>
                            <a:gd name="connsiteX6" fmla="*/ 54273 w 57129"/>
                            <a:gd name="connsiteY6" fmla="*/ 0 h 28575"/>
                            <a:gd name="connsiteX7" fmla="*/ 57129 w 57129"/>
                            <a:gd name="connsiteY7" fmla="*/ 2857 h 28575"/>
                            <a:gd name="connsiteX8" fmla="*/ 57129 w 57129"/>
                            <a:gd name="connsiteY8" fmla="*/ 27622 h 285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7129" h="28575">
                              <a:moveTo>
                                <a:pt x="57129" y="27622"/>
                              </a:moveTo>
                              <a:cubicBezTo>
                                <a:pt x="57129" y="29528"/>
                                <a:pt x="56177" y="30480"/>
                                <a:pt x="54273" y="30480"/>
                              </a:cubicBezTo>
                              <a:lnTo>
                                <a:pt x="2856" y="30480"/>
                              </a:lnTo>
                              <a:cubicBezTo>
                                <a:pt x="952" y="30480"/>
                                <a:pt x="0" y="29528"/>
                                <a:pt x="0" y="27622"/>
                              </a:cubicBezTo>
                              <a:lnTo>
                                <a:pt x="0" y="2857"/>
                              </a:lnTo>
                              <a:cubicBezTo>
                                <a:pt x="0" y="953"/>
                                <a:pt x="952" y="0"/>
                                <a:pt x="2856" y="0"/>
                              </a:cubicBezTo>
                              <a:lnTo>
                                <a:pt x="54273" y="0"/>
                              </a:lnTo>
                              <a:cubicBezTo>
                                <a:pt x="56177" y="0"/>
                                <a:pt x="57129" y="953"/>
                                <a:pt x="57129" y="2857"/>
                              </a:cubicBezTo>
                              <a:lnTo>
                                <a:pt x="57129" y="2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2" name="Freeform 214">
                        <a:extLst/>
                      </wps:cNvPr>
                      <wps:cNvSpPr/>
                      <wps:spPr>
                        <a:xfrm>
                          <a:off x="88370" y="126682"/>
                          <a:ext cx="418947" cy="247650"/>
                        </a:xfrm>
                        <a:custGeom>
                          <a:avLst/>
                          <a:gdLst>
                            <a:gd name="connsiteX0" fmla="*/ 426564 w 418947"/>
                            <a:gd name="connsiteY0" fmla="*/ 240030 h 247650"/>
                            <a:gd name="connsiteX1" fmla="*/ 418947 w 418947"/>
                            <a:gd name="connsiteY1" fmla="*/ 247650 h 247650"/>
                            <a:gd name="connsiteX2" fmla="*/ 7617 w 418947"/>
                            <a:gd name="connsiteY2" fmla="*/ 247650 h 247650"/>
                            <a:gd name="connsiteX3" fmla="*/ 0 w 418947"/>
                            <a:gd name="connsiteY3" fmla="*/ 240030 h 247650"/>
                            <a:gd name="connsiteX4" fmla="*/ 0 w 418947"/>
                            <a:gd name="connsiteY4" fmla="*/ 7620 h 247650"/>
                            <a:gd name="connsiteX5" fmla="*/ 7617 w 418947"/>
                            <a:gd name="connsiteY5" fmla="*/ 0 h 247650"/>
                            <a:gd name="connsiteX6" fmla="*/ 418947 w 418947"/>
                            <a:gd name="connsiteY6" fmla="*/ 0 h 247650"/>
                            <a:gd name="connsiteX7" fmla="*/ 426564 w 418947"/>
                            <a:gd name="connsiteY7" fmla="*/ 7620 h 247650"/>
                            <a:gd name="connsiteX8" fmla="*/ 426564 w 418947"/>
                            <a:gd name="connsiteY8" fmla="*/ 240030 h 247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18947" h="247650">
                              <a:moveTo>
                                <a:pt x="426564" y="240030"/>
                              </a:moveTo>
                              <a:cubicBezTo>
                                <a:pt x="426564" y="244792"/>
                                <a:pt x="422756" y="247650"/>
                                <a:pt x="418947" y="247650"/>
                              </a:cubicBezTo>
                              <a:lnTo>
                                <a:pt x="7617" y="247650"/>
                              </a:lnTo>
                              <a:cubicBezTo>
                                <a:pt x="2856" y="247650"/>
                                <a:pt x="0" y="243840"/>
                                <a:pt x="0" y="240030"/>
                              </a:cubicBezTo>
                              <a:lnTo>
                                <a:pt x="0" y="7620"/>
                              </a:lnTo>
                              <a:cubicBezTo>
                                <a:pt x="0" y="2858"/>
                                <a:pt x="3809" y="0"/>
                                <a:pt x="7617" y="0"/>
                              </a:cubicBezTo>
                              <a:lnTo>
                                <a:pt x="418947" y="0"/>
                              </a:lnTo>
                              <a:cubicBezTo>
                                <a:pt x="423708" y="0"/>
                                <a:pt x="426564" y="3810"/>
                                <a:pt x="426564" y="7620"/>
                              </a:cubicBezTo>
                              <a:lnTo>
                                <a:pt x="426564" y="2400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CA142E8" id="Group 88" o:spid="_x0000_s1026" style="position:absolute;margin-left:-53.5pt;margin-top:7.9pt;width:55.45pt;height:31.7pt;z-index:251702272;mso-width-relative:margin;mso-height-relative:margin" coordsize="15358,8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">
              <v:shape id="Freeform 167" o:spid="_x0000_s1027" style="position:absolute;left:523;top:5962;width:3618;height:1619;visibility:visible;mso-wrap-style:square;v-text-anchor:middle" coordsize="361818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" path="m,l365627,r,168593l,168593,,xe" fillcolor="#9f6d01 [1607]" stroked="f" strokeweight=".26431mm">
                <v:stroke joinstyle="miter"/>
                <v:path arrowok="t" o:connecttype="custom" o:connectlocs="0,0;365627,0;365627,168593;0,168593" o:connectangles="0,0,0,0"/>
              </v:shape>
              <v:shape id="Freeform 168" o:spid="_x0000_s1028" style="position:absolute;left:10883;top:160;width:4475;height:7524;visibility:visible;mso-wrap-style:square;v-text-anchor:middle" coordsize="447511,75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" path="m,728833l,31603c,12553,16187,-1735,34278,171v73315,6667,242799,34289,278028,160972c351344,303065,430373,536428,451320,596436v2857,8572,1905,19050,-2856,26669l373244,745025v-5713,9525,-16187,15240,-26660,15240l33325,760265c14282,761218,,746930,,728833xe" fillcolor="#fec444 [3207]" stroked="f" strokeweight=".26431mm">
                <v:stroke joinstyle="miter"/>
                <v:path arrowok="t" o:connecttype="custom" o:connectlocs="0,728833;0,31603;34278,171;312307,161143;451321,596436;448465,623105;373245,745025;346585,760265;33325,760265;0,728833" o:connectangles="0,0,0,0,0,0,0,0,0,0"/>
              </v:shape>
              <v:shape id="Freeform 169" o:spid="_x0000_s1029" style="position:absolute;left:11206;top:1533;width:2762;height:1809;visibility:visible;mso-wrap-style:square;v-text-anchor:middle" coordsize="276124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" path="m,28623l,157211v,16192,13330,29527,29517,29527l248512,186738v19043,,33325,-19050,27612,-37147l238990,21003c235182,8621,223756,48,211378,48l29517,48c13330,-904,,12431,,28623xe" fillcolor="#e1eef7 [660]" stroked="f" strokeweight=".26431mm">
                <v:stroke joinstyle="miter"/>
                <v:path arrowok="t" o:connecttype="custom" o:connectlocs="0,28623;0,157211;29517,186738;248512,186738;276124,149591;238990,21003;211378,48;29517,48;0,28623" o:connectangles="0,0,0,0,0,0,0,0,0"/>
              </v:shape>
              <v:shape id="Freeform 170" o:spid="_x0000_s1030" style="position:absolute;left:247;width:10569;height:666;visibility:visible;mso-wrap-style:square;v-text-anchor:middle" coordsize="1056889,66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" path="m1063555,59055v,6668,-4761,11430,-11426,11430l11426,70485c4761,70485,,65723,,59055l,11430c,4763,4761,,11426,l1052129,v6665,,11426,4763,11426,11430l1063555,59055xe" fillcolor="#656c80" stroked="f" strokeweight=".26431mm">
                <v:stroke joinstyle="miter"/>
                <v:path arrowok="t" o:connecttype="custom" o:connectlocs="1063556,59055;1052130,70485;11426,70485;0,59055;0,11430;11426,0;1052130,0;1063556,11430;1063556,59055" o:connectangles="0,0,0,0,0,0,0,0,0"/>
              </v:shape>
              <v:shape id="Freeform 171" o:spid="_x0000_s1031" style="position:absolute;left:11206;top:3857;width:2952;height:95;visibility:visible;mso-wrap-style:square;v-text-anchor:middle" coordsize="295167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" path="m290407,15240r-282790,c3809,15240,,11430,,7620r,c,3810,3809,,7617,l290407,v3808,,7617,3810,7617,7620l298024,7620v,4763,-2857,7620,-7617,7620xe" fillcolor="#efa401 [2407]" stroked="f" strokeweight=".26431mm">
                <v:stroke joinstyle="miter"/>
                <v:path arrowok="t" o:connecttype="custom" o:connectlocs="290407,15240;7617,15240;0,7620;0,7620;7617,0;290407,0;298024,7620;298024,7620;290407,15240" o:connectangles="0,0,0,0,0,0,0,0,0"/>
              </v:shape>
              <v:shape id="Freeform 172" o:spid="_x0000_s1032" style="position:absolute;left:11216;top:4124;width:3047;height:95;visibility:visible;mso-wrap-style:square;v-text-anchor:middle" coordsize="304688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" path="m299928,15240r-292311,c3809,15240,,11430,,7620r,c,3810,3809,,7617,l299928,v3809,,7617,3810,7617,7620l307545,7620v,3810,-3808,7620,-7617,7620xe" fillcolor="#efa401 [2407]" stroked="f" strokeweight=".26431mm">
                <v:stroke joinstyle="miter"/>
                <v:path arrowok="t" o:connecttype="custom" o:connectlocs="299929,15240;7617,15240;0,7620;0,7620;7617,0;299929,0;307546,7620;307546,7620;299929,15240" o:connectangles="0,0,0,0,0,0,0,0,0"/>
              </v:shape>
              <v:shape id="Freeform 173" o:spid="_x0000_s1033" style="position:absolute;left:11206;top:4391;width:3142;height:95;visibility:visible;mso-wrap-style:square;v-text-anchor:middle" coordsize="3142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" path="m311354,15240r-303737,c3809,15240,,11430,,7620r,c,3810,3809,,7617,l311354,v3809,,7617,3810,7617,7620l318971,7620v,3810,-3808,7620,-7617,7620xe" fillcolor="#efa401 [2407]" stroked="f" strokeweight=".26431mm">
                <v:stroke joinstyle="miter"/>
                <v:path arrowok="t" o:connecttype="custom" o:connectlocs="311354,15240;7617,15240;0,7620;0,7620;7617,0;311354,0;318971,7620;318971,7620;311354,15240" o:connectangles="0,0,0,0,0,0,0,0,0"/>
              </v:shape>
              <v:shape id="Freeform 174" o:spid="_x0000_s1034" style="position:absolute;left:11206;top:4648;width:3238;height:95;visibility:visible;mso-wrap-style:square;v-text-anchor:middle" coordsize="323732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" path="m320876,15240r-313259,c3809,15240,,11430,,7620r,c,3810,3809,,7617,l320876,v3808,,7617,3810,7617,7620l328493,7620v,4762,-2857,7620,-7617,7620xe" fillcolor="#efa401 [2407]" stroked="f" strokeweight=".26431mm">
                <v:stroke joinstyle="miter"/>
                <v:path arrowok="t" o:connecttype="custom" o:connectlocs="320876,15240;7617,15240;0,7620;0,7620;7617,0;320876,0;328493,7620;328493,7620;320876,15240" o:connectangles="0,0,0,0,0,0,0,0,0"/>
              </v:shape>
              <v:shape id="Freeform 175" o:spid="_x0000_s1035" style="position:absolute;left:11206;top:4914;width:3333;height:96;visibility:visible;mso-wrap-style:square;v-text-anchor:middle" coordsize="33325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" path="m331349,15240r-323732,c3809,15240,,11430,,7620r,c,3810,3809,,7617,l331349,v3809,,7618,3810,7618,7620l338967,7620v,3810,-2857,7620,-7618,7620xe" fillcolor="#efa401 [2407]" stroked="f" strokeweight=".26431mm">
                <v:stroke joinstyle="miter"/>
                <v:path arrowok="t" o:connecttype="custom" o:connectlocs="331350,15240;7617,15240;0,7620;0,7620;7617,0;331350,0;338968,7620;338968,7620;331350,15240" o:connectangles="0,0,0,0,0,0,0,0,0"/>
              </v:shape>
              <v:shape id="Freeform 176" o:spid="_x0000_s1036" style="position:absolute;left:11206;top:5172;width:3428;height:95;visibility:visible;mso-wrap-style:square;v-text-anchor:middle" coordsize="34277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" path="m338014,15240r-330397,c3809,15240,,11430,,7620r,c,3810,3809,,7617,l338014,v3809,,7618,3810,7618,7620l345632,7620v,4762,-3809,7620,-7618,7620xe" fillcolor="#efa401 [2407]" stroked="f" strokeweight=".26431mm">
                <v:stroke joinstyle="miter"/>
                <v:path arrowok="t" o:connecttype="custom" o:connectlocs="338014,15240;7617,15240;0,7620;0,7620;7617,0;338014,0;345632,7620;345632,7620;338014,15240" o:connectangles="0,0,0,0,0,0,0,0,0"/>
              </v:shape>
              <v:shape id="Freeform 177" o:spid="_x0000_s1037" style="position:absolute;left:13196;top:5438;width:1524;height:96;visibility:visible;mso-wrap-style:square;v-text-anchor:middle" coordsize="152344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" path="m145680,15240r-138063,c3809,15240,,11430,,7620r,c,3810,3809,,7617,l145680,v3808,,7617,3810,7617,7620l153297,7620v,4762,-2857,7620,-7617,7620xe" fillcolor="#efa401 [2407]" stroked="f" strokeweight=".26431mm">
                <v:stroke joinstyle="miter"/>
                <v:path arrowok="t" o:connecttype="custom" o:connectlocs="145680,15240;7617,15240;0,7620;0,7620;7617,0;145680,0;153297,7620;153297,7620;145680,15240" o:connectangles="0,0,0,0,0,0,0,0,0"/>
              </v:shape>
              <v:shape id="Freeform 178" o:spid="_x0000_s1038" style="position:absolute;left:13568;top:5705;width:1237;height:95;visibility:visible;mso-wrap-style:square;v-text-anchor:middle" coordsize="123779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" path="m116162,15240r-108545,c3809,15240,,11430,,7620r,c,3810,3809,,7617,l117115,v3808,,7617,3810,7617,7620l124732,7620v-952,3810,-3809,7620,-8570,7620xe" fillcolor="#efa401 [2407]" stroked="f" strokeweight=".26431mm">
                <v:stroke joinstyle="miter"/>
                <v:path arrowok="t" o:connecttype="custom" o:connectlocs="116163,15240;7617,15240;0,7620;0,7620;7617,0;117116,0;124733,7620;124733,7620;116163,15240" o:connectangles="0,0,0,0,0,0,0,0,0"/>
              </v:shape>
              <v:shape id="Freeform 179" o:spid="_x0000_s1039" style="position:absolute;left:13825;top:5962;width:1047;height:95;visibility:visible;mso-wrap-style:square;v-text-anchor:middle" coordsize="104736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" path="m100928,15240r-93311,c3809,15240,,11430,,7620r,c,3810,3809,,7617,r93311,c104737,,108545,3810,108545,7620r,c108545,12382,104737,15240,100928,15240xe" fillcolor="#efa401 [2407]" stroked="f" strokeweight=".26431mm">
                <v:stroke joinstyle="miter"/>
                <v:path arrowok="t" o:connecttype="custom" o:connectlocs="100929,15240;7617,15240;0,7620;0,7620;7617,0;100929,0;108546,7620;108546,7620;100929,15240" o:connectangles="0,0,0,0,0,0,0,0,0"/>
              </v:shape>
              <v:shape id="Freeform 180" o:spid="_x0000_s1040" style="position:absolute;left:13958;top:6229;width:762;height:95;visibility:visible;mso-wrap-style:square;v-text-anchor:middle" coordsize="76172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" path="m69507,15240r-61890,c3809,15240,,11430,,7620r,c,3810,3809,,7617,l69507,v3809,,7617,3810,7617,7620l77124,7620v,3810,-2856,7620,-7617,7620xe" fillcolor="#efa401 [2407]" stroked="f" strokeweight=".26431mm">
                <v:stroke joinstyle="miter"/>
                <v:path arrowok="t" o:connecttype="custom" o:connectlocs="69507,15240;7617,15240;0,7620;0,7620;7617,0;69507,0;77124,7620;77124,7620;69507,15240" o:connectangles="0,0,0,0,0,0,0,0,0"/>
              </v:shape>
              <v:shape id="Freeform 181" o:spid="_x0000_s1041" style="position:absolute;left:10883;top:5591;width:4475;height:1047;visibility:visible;mso-wrap-style:square;v-text-anchor:middle" coordsize="447511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" path="m451320,53358v-952,-1906,-952,-2858,-1904,-4763l366579,100983r-58081,c253273,-3792,139967,18,134254,18l,18,,11447r134254,c134254,11447,134254,11447,134254,11447v952,,112354,-5714,165674,98108c300880,111460,302785,112412,304689,112412r63794,c369435,112412,370387,112412,371340,111460l452273,60025v,-1905,,-3810,-953,-6667xe" fillcolor="#efa401 [2407]" stroked="f" strokeweight=".26431mm">
                <v:stroke joinstyle="miter"/>
                <v:path arrowok="t" o:connecttype="custom" o:connectlocs="451321,53358;449417,48595;366580,100983;308499,100983;134254,18;0,18;0,11447;134254,11447;134254,11447;299929,109555;304690,112412;368484,112412;371341,111460;452274,60025;451321,53358" o:connectangles="0,0,0,0,0,0,0,0,0,0,0,0,0,0,0"/>
              </v:shape>
              <v:shape id="Freeform 182" o:spid="_x0000_s1042" style="position:absolute;left:10883;top:1228;width:2856;height:95;visibility:visible;mso-wrap-style:square;v-text-anchor:middle" coordsize="28564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" path="m,11430r293263,c290407,7620,288502,3810,285646,l,,,11430xe" fillcolor="#efa401 [2407]" stroked="f" strokeweight=".26431mm">
                <v:stroke joinstyle="miter"/>
                <v:path arrowok="t" o:connecttype="custom" o:connectlocs="0,11430;293264,11430;285647,0;0,0;0,11430" o:connectangles="0,0,0,0,0"/>
              </v:shape>
              <v:shape id="Freeform 183" o:spid="_x0000_s1043" style="position:absolute;left:10883;top:3571;width:3618;height:96;visibility:visible;mso-wrap-style:square;v-text-anchor:middle" coordsize="361818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" path="m,8572r369435,c368483,5715,367531,2858,366579,l,,,8572xe" fillcolor="#efa401 [2407]" stroked="f" strokeweight=".26431mm">
                <v:stroke joinstyle="miter"/>
                <v:path arrowok="t" o:connecttype="custom" o:connectlocs="0,81648300;369435,81648300;366579,0;0,0;0,81648300" o:connectangles="0,0,0,0,0"/>
              </v:shape>
              <v:shape id="Freeform 184" o:spid="_x0000_s1044" style="position:absolute;left:11187;top:6153;width:2666;height:2667;visibility:visible;mso-wrap-style:square;v-text-anchor:middle" coordsize="266602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" path="m,133350v,73343,59986,133350,133301,133350c206617,266700,266603,206693,266603,133350,266603,60007,206617,,133301,,59033,,,60007,,133350xe" fillcolor="#4e4e4e" stroked="f" strokeweight=".26431mm">
                <v:stroke joinstyle="miter"/>
                <v:path arrowok="t" o:connecttype="custom" o:connectlocs="0,133350;133302,266700;266604,133350;133302,0;0,133350" o:connectangles="0,0,0,0,0"/>
              </v:shape>
              <v:shape id="Freeform 185" o:spid="_x0000_s1045" style="position:absolute;left:11606;top:6581;width:1809;height:1810;visibility:visible;mso-wrap-style:square;v-text-anchor:middle" coordsize="180909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" path="m,90488v,50482,40942,90487,90455,90487c140919,180975,180909,140018,180909,90488,180909,40005,139966,,90455,,40942,,,40957,,90488xe" stroked="f" strokeweight=".26431mm">
                <v:stroke joinstyle="miter"/>
                <v:path arrowok="t" o:connecttype="custom" o:connectlocs="0,90488;90455,180975;180909,90488;90455,0;0,90488" o:connectangles="0,0,0,0,0"/>
              </v:shape>
              <v:shape id="Freeform 186" o:spid="_x0000_s1046" style="position:absolute;left:12044;top:7010;width:952;height:952;visibility:visible;mso-wrap-style:square;v-text-anchor:middle" coordsize="95215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" path="m,47625c,74295,20947,95250,47608,95250v26660,,47607,-20955,47607,-47625c95215,20955,74268,,47608,,20947,,,21907,,47625xe" fillcolor="#c0bfbf" stroked="f" strokeweight=".26431mm">
                <v:stroke joinstyle="miter"/>
                <v:path arrowok="t" o:connecttype="custom" o:connectlocs="0,47625;47608,95250;95215,47625;47608,0;0,47625" o:connectangles="0,0,0,0,0"/>
              </v:shape>
              <v:shape id="Freeform 187" o:spid="_x0000_s1047" style="position:absolute;left:12444;top:6761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" path="m,6816v,3810,2857,6667,6665,6667c10474,13483,13330,10626,13330,6816,13330,3006,10474,148,6665,148,3809,-805,,3006,,6816xe" fillcolor="#c0bfbf" stroked="f" strokeweight=".26431mm">
                <v:stroke joinstyle="miter"/>
                <v:path arrowok="t" o:connecttype="custom" o:connectlocs="0,6816;6666,13483;13331,6816;6666,148;0,6816" o:connectangles="0,0,0,0,0"/>
              </v:shape>
              <v:shape id="Freeform 188" o:spid="_x0000_s1048" style="position:absolute;left:11975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" path="m2142,11668v2857,2858,6665,2858,9522,c14520,8811,14520,5001,11664,2143,8807,-714,4999,-714,2142,2143v-2856,2858,-2856,6668,,9525xe" fillcolor="#c0bfbf" stroked="f" strokeweight=".26431mm">
                <v:stroke joinstyle="miter"/>
                <v:path arrowok="t" o:connecttype="custom" o:connectlocs="2142,11668;11665,11668;11665,2143;2142,2143;2142,11668" o:connectangles="0,0,0,0,0"/>
              </v:shape>
              <v:shape id="Freeform 189" o:spid="_x0000_s1049" style="position:absolute;left:11787;top:7429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" path="m6665,13335v3809,,6665,-2857,6665,-6667c13330,2858,10474,,6665,,2856,,,2858,,6668v,2857,2856,6667,6665,6667xe" fillcolor="#c0bfbf" stroked="f" strokeweight=".26431mm">
                <v:stroke joinstyle="miter"/>
                <v:path arrowok="t" o:connecttype="custom" o:connectlocs="6666,13335;13331,6668;6666,0;0,6668;6666,13335" o:connectangles="0,0,0,0,0"/>
              </v:shape>
              <v:shape id="Freeform 190" o:spid="_x0000_s1050" style="position:absolute;left:11985;top:7893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" path="m11664,11668v2856,-2857,2856,-6668,,-9525c8807,-714,4999,-714,2142,2143v-2856,2857,-2856,6668,,9525c4047,14525,8807,14525,11664,11668xe" fillcolor="#c0bfbf" stroked="f" strokeweight=".26431mm">
                <v:stroke joinstyle="miter"/>
                <v:path arrowok="t" o:connecttype="custom" o:connectlocs="11665,11668;11665,2143;2142,2143;2142,11668;11665,11668" o:connectangles="0,0,0,0,0"/>
              </v:shape>
              <v:shape id="Freeform 191" o:spid="_x0000_s1051" style="position:absolute;left:12454;top:8086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" path="m13330,6668c13330,2858,10474,,6665,,2856,,,2858,,6668v,3810,2856,6667,6665,6667c10474,13335,13330,10478,13330,6668xe" fillcolor="#c0bfbf" stroked="f" strokeweight=".26431mm">
                <v:stroke joinstyle="miter"/>
                <v:path arrowok="t" o:connecttype="custom" o:connectlocs="13331,6668;6666,0;0,6668;6666,13335;13331,6668" o:connectangles="0,0,0,0,0"/>
              </v:shape>
              <v:shape id="Freeform 192" o:spid="_x0000_s1052" style="position:absolute;left:12920;top:7896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" path="m13330,6668v,3682,-2984,6667,-6665,6667c2984,13335,,10350,,6668,,2985,2984,,6665,v3681,,6665,2985,6665,6668xe" fillcolor="#c0bfbf" stroked="f" strokeweight=".26431mm">
                <v:stroke joinstyle="miter"/>
                <v:path arrowok="t" o:connecttype="custom" o:connectlocs="13331,6668;6666,13335;0,6668;6666,0;13331,6668" o:connectangles="0,0,0,0,0"/>
              </v:shape>
              <v:shape id="Freeform 193" o:spid="_x0000_s1053" style="position:absolute;left:13111;top:7419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" path="m6665,c2857,,,2858,,6668v,3810,2857,6667,6665,6667c10474,13335,13330,10478,13330,6668,14282,2858,10474,,6665,xe" fillcolor="#c0bfbf" stroked="f" strokeweight=".26431mm">
                <v:stroke joinstyle="miter"/>
                <v:path arrowok="t" o:connecttype="custom" o:connectlocs="6666,0;0,6668;6666,13335;13331,6668;6666,0" o:connectangles="0,0,0,0,0"/>
              </v:shape>
              <v:shape id="Freeform 194" o:spid="_x0000_s1054" style="position:absolute;left:12920;top:6953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" path="m13330,6668v,3682,-2984,6667,-6665,6667c2984,13335,,10350,,6668,,2985,2984,,6665,v3681,,6665,2985,6665,6668xe" fillcolor="#c0bfbf" stroked="f" strokeweight=".26431mm">
                <v:stroke joinstyle="miter"/>
                <v:path arrowok="t" o:connecttype="custom" o:connectlocs="13331,6668;6666,13335;0,6668;6666,0;13331,6668" o:connectangles="0,0,0,0,0"/>
              </v:shape>
              <v:shape id="Freeform 195" o:spid="_x0000_s1055" style="position:absolute;left:942;top:6153;width:2666;height:2667;visibility:visible;mso-wrap-style:square;v-text-anchor:middle" coordsize="266602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" path="m,133350v,73343,59986,133350,133301,133350c206617,266700,266603,206693,266603,133350,266603,60007,206617,,133301,,59986,,,60007,,133350xe" fillcolor="#4e4e4e" stroked="f" strokeweight=".26431mm">
                <v:stroke joinstyle="miter"/>
                <v:path arrowok="t" o:connecttype="custom" o:connectlocs="0,133350;133302,266700;266604,133350;133302,0;0,133350" o:connectangles="0,0,0,0,0"/>
              </v:shape>
              <v:shape id="Freeform 196" o:spid="_x0000_s1056" style="position:absolute;left:1371;top:6581;width:1809;height:1810;visibility:visible;mso-wrap-style:square;v-text-anchor:middle" coordsize="180909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" path="m,90488v,50482,40942,90487,90455,90487c140919,180975,180909,140018,180909,90488,180909,40005,139966,,90455,,39990,,,40957,,90488xe" stroked="f" strokeweight=".26431mm">
                <v:stroke joinstyle="miter"/>
                <v:path arrowok="t" o:connecttype="custom" o:connectlocs="0,90488;90455,180975;180909,90488;90455,0;0,90488" o:connectangles="0,0,0,0,0"/>
              </v:shape>
              <v:shape id="Freeform 197" o:spid="_x0000_s1057" style="position:absolute;left:1799;top:7010;width:952;height:952;visibility:visible;mso-wrap-style:square;v-text-anchor:middle" coordsize="95215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" path="m,47625c,74295,20947,95250,47608,95250v26660,,47607,-20955,47607,-47625c95215,20955,74268,,47608,,21899,,,21907,,47625xe" fillcolor="#c0bfbf" stroked="f" strokeweight=".26431mm">
                <v:stroke joinstyle="miter"/>
                <v:path arrowok="t" o:connecttype="custom" o:connectlocs="0,47625;47608,95250;95215,47625;47608,0;0,47625" o:connectangles="0,0,0,0,0"/>
              </v:shape>
              <v:shape id="Freeform 198" o:spid="_x0000_s1058" style="position:absolute;left:2208;top:6761;width:96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" path="m,6816v,3810,2856,6667,6665,6667c10474,13483,13330,10626,13330,6816,13330,3006,10474,148,6665,148,2856,-805,,3006,,6816xe" fillcolor="#c0bfbf" stroked="f" strokeweight=".26431mm">
                <v:stroke joinstyle="miter"/>
                <v:path arrowok="t" o:connecttype="custom" o:connectlocs="0,6816;6666,13483;13331,6816;6666,148;0,6816" o:connectangles="0,0,0,0,0"/>
              </v:shape>
              <v:shape id="Freeform 199" o:spid="_x0000_s1059" style="position:absolute;left:1740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" path="m2142,11668v2857,2858,6665,2858,9522,c14520,8811,14520,5001,11664,2143,8807,-714,4999,-714,2142,2143v-2856,2858,-2856,6668,,9525xe" fillcolor="#c0bfbf" stroked="f" strokeweight=".26431mm">
                <v:stroke joinstyle="miter"/>
                <v:path arrowok="t" o:connecttype="custom" o:connectlocs="2142,11668;11665,11668;11665,2143;2142,2143;2142,11668" o:connectangles="0,0,0,0,0"/>
              </v:shape>
              <v:shape id="Freeform 200" o:spid="_x0000_s1060" style="position:absolute;left:1542;top:7429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" path="m6665,13335v3809,,6665,-2857,6665,-6667c13330,2858,10474,,6665,,2856,,,2858,,6668v,2857,2856,6667,6665,6667xe" fillcolor="#c0bfbf" stroked="f" strokeweight=".26431mm">
                <v:stroke joinstyle="miter"/>
                <v:path arrowok="t" o:connecttype="custom" o:connectlocs="6666,13335;13331,6668;6666,0;0,6668;6666,13335" o:connectangles="0,0,0,0,0"/>
              </v:shape>
              <v:shape id="Freeform 201" o:spid="_x0000_s1061" style="position:absolute;left:1740;top:7893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" path="m11664,11668v2856,-2857,2856,-6668,,-9525c8807,-714,4999,-714,2142,2143v-2856,2857,-2856,6668,,9525c4999,14525,8807,14525,11664,11668xe" fillcolor="#c0bfbf" stroked="f" strokeweight=".26431mm">
                <v:stroke joinstyle="miter"/>
                <v:path arrowok="t" o:connecttype="custom" o:connectlocs="11665,11668;11665,2143;2142,2143;2142,11668;11665,11668" o:connectangles="0,0,0,0,0"/>
              </v:shape>
              <v:shape id="Freeform 202" o:spid="_x0000_s1062" style="position:absolute;left:2208;top:8086;width:96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" path="m13330,6668c13330,2858,10474,,6665,,2856,,,2858,,6668v,3810,2856,6667,6665,6667c10474,13335,13330,10478,13330,6668xe" fillcolor="#c0bfbf" stroked="f" strokeweight=".26431mm">
                <v:stroke joinstyle="miter"/>
                <v:path arrowok="t" o:connecttype="custom" o:connectlocs="13331,6668;6666,0;0,6668;6666,13335;13331,6668" o:connectangles="0,0,0,0,0"/>
              </v:shape>
              <v:shape id="Freeform 203" o:spid="_x0000_s1063" style="position:absolute;left:2682;top:7884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" path="m11664,2143c8807,-714,4999,-714,2142,2143v-2856,2858,-2856,6668,,9525c4999,14526,8807,14526,11664,11668v1904,-1905,1904,-6667,,-9525xe" fillcolor="#c0bfbf" stroked="f" strokeweight=".26431mm">
                <v:stroke joinstyle="miter"/>
                <v:path arrowok="t" o:connecttype="custom" o:connectlocs="11665,2143;2142,2143;2142,11668;11665,11668;11665,2143" o:connectangles="0,0,0,0,0"/>
              </v:shape>
              <v:shape id="Freeform 204" o:spid="_x0000_s1064" style="position:absolute;left:2875;top:7419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" path="m6665,c2856,,,2858,,6668v,3810,2856,6667,6665,6667c10474,13335,13330,10478,13330,6668,13330,2858,10474,,6665,xe" fillcolor="#c0bfbf" stroked="f" strokeweight=".26431mm">
                <v:stroke joinstyle="miter"/>
                <v:path arrowok="t" o:connecttype="custom" o:connectlocs="6666,0;0,6668;6666,13335;13331,6668;6666,0" o:connectangles="0,0,0,0,0"/>
              </v:shape>
              <v:shape id="Freeform 205" o:spid="_x0000_s1065" style="position:absolute;left:2673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" path="m2142,2143v-2856,2858,-2856,6668,,9525c4999,14526,8807,14526,11664,11668v2856,-2857,2856,-6667,,-9525c9760,-714,4999,-714,2142,2143xe" fillcolor="#c0bfbf" stroked="f" strokeweight=".26431mm">
                <v:stroke joinstyle="miter"/>
                <v:path arrowok="t" o:connecttype="custom" o:connectlocs="2142,2143;2142,11668;11665,11668;11665,2143;2142,2143" o:connectangles="0,0,0,0,0"/>
              </v:shape>
              <v:shape id="Freeform 206" o:spid="_x0000_s1066" style="position:absolute;left:247;top:704;width:10569;height:7049;visibility:visible;mso-wrap-style:square;v-text-anchor:middle" coordsize="1056889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" path="m,l,706755r39038,c39038,705802,39038,704850,39990,703898l82837,580073v3809,-9525,11426,-16193,20948,-16193l199000,563880r6665,l300880,563880v9522,,17139,6668,20948,16193l364675,703898v,952,952,1904,952,2857l1063555,706755,1063555,,,xe" fillcolor="#fec444 [3207]" stroked="f" strokeweight=".26431mm">
                <v:stroke joinstyle="miter"/>
                <v:path arrowok="t" o:connecttype="custom" o:connectlocs="0,0;0,706755;39038,706755;39990,703898;82837,580073;103785,563880;199000,563880;205665,563880;300880,563880;321828,580073;364675,703898;365627,706755;1063556,706755;1063556,0;0,0" o:connectangles="0,0,0,0,0,0,0,0,0,0,0,0,0,0,0"/>
              </v:shape>
              <v:shape id="Freeform 207" o:spid="_x0000_s1067" style="position:absolute;left:247;top:4305;width:10569;height:95;visibility:visible;mso-wrap-style:square;v-text-anchor:middle" coordsize="1056889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" path="m,l1063555,r,16193l,16193,,xe" fillcolor="#efa401 [2407]" stroked="f" strokeweight=".26431mm">
                <v:stroke joinstyle="miter"/>
                <v:path arrowok="t" o:connecttype="custom" o:connectlocs="0,0;1063556,0;1063556,16193;0,16193" o:connectangles="0,0,0,0"/>
              </v:shape>
              <v:shape id="Freeform 208" o:spid="_x0000_s1068" style="position:absolute;left:10787;top:704;width:96;height:7049;visibility:visible;mso-wrap-style:square;v-text-anchor:middle" coordsize="9521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" path="m,l10474,r,706755l,706755,,xe" fillcolor="#efa401 [2407]" stroked="f" strokeweight=".26431mm">
                <v:stroke joinstyle="miter"/>
                <v:path arrowok="t" o:connecttype="custom" o:connectlocs="0,0;10475,0;10475,706755;0,706755" o:connectangles="0,0,0,0"/>
              </v:shape>
              <v:shape id="Freeform 209" o:spid="_x0000_s1069" style="position:absolute;left:14187;top:7286;width:857;height:572;visibility:visible;mso-wrap-style:square;v-text-anchor:middle" coordsize="85693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" path="m86646,40005v,9525,-7617,17145,-17139,17145l17139,57150c7617,57150,,49530,,40005l,17145c,7620,7617,,17139,l69507,v9522,,17139,7620,17139,17145l86646,40005xe" stroked="f" strokeweight=".26431mm">
                <v:stroke joinstyle="miter"/>
                <v:path arrowok="t" o:connecttype="custom" o:connectlocs="86647,40005;69508,57150;17139,57150;0,40005;0,17145;17139,0;69508,0;86647,17145;86647,40005" o:connectangles="0,0,0,0,0,0,0,0,0"/>
              </v:shape>
              <v:shape id="Freeform 210" o:spid="_x0000_s1070" style="position:absolute;left:457;top:5829;width:3618;height:1905;visibility:visible;mso-wrap-style:square;v-text-anchor:middle" coordsize="361818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" path="m311354,l56177,c24756,,,24765,,56197l,194310r14282,l14282,56197v,-22859,19043,-41909,41895,-41909l311354,14288v22852,,41895,19050,41895,41909l353249,194310r14282,l367531,56197c367531,25717,341823,,311354,xe" fillcolor="#efa401 [2407]" stroked="f" strokeweight=".26431mm">
                <v:stroke joinstyle="miter"/>
                <v:path arrowok="t" o:connecttype="custom" o:connectlocs="311354,0;56177,0;0,56197;0,194310;14282,194310;14282,56197;56177,14288;311354,14288;353249,56197;353249,194310;367531,194310;367531,56197;311354,0" o:connectangles="0,0,0,0,0,0,0,0,0,0,0,0,0"/>
              </v:shape>
              <v:shape id="Freeform 211" o:spid="_x0000_s1071" style="position:absolute;left:5836;top:1266;width:4190;height:2477;visibility:visible;mso-wrap-style:square;v-text-anchor:middle" coordsize="418947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" path="m426564,240030v,4762,-3808,7620,-7617,7620l7617,247650c2856,247650,,243840,,240030l,7620c,2858,3809,,7617,l418947,v4761,,7617,3810,7617,7620l426564,240030xe" fillcolor="#e1eef7 [660]" stroked="f" strokeweight=".26431mm">
                <v:stroke joinstyle="miter"/>
                <v:path arrowok="t" o:connecttype="custom" o:connectlocs="426564,240030;418947,247650;7617,247650;0,240030;0,7620;7617,0;418947,0;426564,7620;426564,240030" o:connectangles="0,0,0,0,0,0,0,0,0"/>
              </v:shape>
              <v:shape id="Freeform 212" o:spid="_x0000_s1072" style="position:absolute;top:7353;width:666;height:190;visibility:visible;mso-wrap-style:square;v-text-anchor:middle" coordsize="666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" path="m69507,23813v,1904,-952,2857,-2856,2857l2856,26670c952,26670,,25717,,23813l,2857c,953,952,,2856,l66651,v1904,,2856,953,2856,2857l69507,23813xe" stroked="f" strokeweight=".26431mm">
                <v:stroke joinstyle="miter"/>
                <v:path arrowok="t" o:connecttype="custom" o:connectlocs="69508,23813;66652,26670;2856,26670;0,23813;0,2857;2856,0;66652,0;69508,2857;69508,23813" o:connectangles="0,0,0,0,0,0,0,0,0"/>
              </v:shape>
              <v:shape id="Freeform 213" o:spid="_x0000_s1073" style="position:absolute;left:123;top:7543;width:572;height:286;visibility:visible;mso-wrap-style:square;v-text-anchor:middle" coordsize="5712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" path="m57129,27622v,1906,-952,2858,-2856,2858l2856,30480c952,30480,,29528,,27622l,2857c,953,952,,2856,l54273,v1904,,2856,953,2856,2857l57129,27622xe" stroked="f" strokeweight=".26431mm">
                <v:stroke joinstyle="miter"/>
                <v:path arrowok="t" o:connecttype="custom" o:connectlocs="57129,27622;54273,30480;2856,30480;0,27622;0,2857;2856,0;54273,0;57129,2857;57129,27622" o:connectangles="0,0,0,0,0,0,0,0,0"/>
              </v:shape>
              <v:shape id="Freeform 214" o:spid="_x0000_s1074" style="position:absolute;left:883;top:1266;width:4190;height:2477;visibility:visible;mso-wrap-style:square;v-text-anchor:middle" coordsize="418947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" path="m426564,240030v,4762,-3808,7620,-7617,7620l7617,247650c2856,247650,,243840,,240030l,7620c,2858,3809,,7617,l418947,v4761,,7617,3810,7617,7620l426564,240030xe" fillcolor="#e1eef7 [660]" stroked="f" strokeweight=".26431mm">
                <v:stroke joinstyle="miter"/>
                <v:path arrowok="t" o:connecttype="custom" o:connectlocs="426564,240030;418947,247650;7617,247650;0,240030;0,7620;7617,0;418947,0;426564,7620;426564,240030" o:connectangles="0,0,0,0,0,0,0,0,0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730" w:rsidRDefault="000D37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4ECBB5D1" wp14:editId="77A1FFBA">
              <wp:simplePos x="0" y="0"/>
              <wp:positionH relativeFrom="page">
                <wp:posOffset>-165100</wp:posOffset>
              </wp:positionH>
              <wp:positionV relativeFrom="page">
                <wp:posOffset>9918700</wp:posOffset>
              </wp:positionV>
              <wp:extent cx="8013700" cy="391160"/>
              <wp:effectExtent l="0" t="3175" r="0" b="0"/>
              <wp:wrapNone/>
              <wp:docPr id="2" name="Rectangle 2" descr="Page bor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13700" cy="391160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C5E4B1" id="Rectangle 2" o:spid="_x0000_s1026" alt="Page border" style="position:absolute;margin-left:-13pt;margin-top:781pt;width:631pt;height:30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" fillcolor="#ed6566 [3206]" stroked="f" strokecolor="#4a7ebb" strokeweight="1.5pt">
              <v:shadow opacity="22938f" offset="0"/>
              <v:textbox inset=",7.2pt,,7.2pt"/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1" layoutInCell="1" allowOverlap="1" wp14:anchorId="5751FF8E" wp14:editId="1CDC6B9F">
              <wp:simplePos x="0" y="0"/>
              <wp:positionH relativeFrom="page">
                <wp:posOffset>7326630</wp:posOffset>
              </wp:positionH>
              <wp:positionV relativeFrom="page">
                <wp:posOffset>7625715</wp:posOffset>
              </wp:positionV>
              <wp:extent cx="2267585" cy="2724785"/>
              <wp:effectExtent l="249555" t="5715" r="245110" b="3175"/>
              <wp:wrapNone/>
              <wp:docPr id="1" name="AutoShape 1" descr="Abstract footer desi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672400">
                        <a:off x="0" y="0"/>
                        <a:ext cx="2267585" cy="2724785"/>
                      </a:xfrm>
                      <a:prstGeom prst="parallelogram">
                        <a:avLst>
                          <a:gd name="adj" fmla="val 43968"/>
                        </a:avLst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B7EBE0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AutoShape 1" o:spid="_x0000_s1026" type="#_x0000_t7" alt="Abstract footer design" style="position:absolute;margin-left:576.9pt;margin-top:600.45pt;width:178.55pt;height:214.55pt;rotation:734440fd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" adj="9497" fillcolor="#6aaeda [3204]" stroked="f" strokecolor="#4a7ebb" strokeweight="1.5pt">
              <v:shadow opacity="22938f" offset="0"/>
              <v:textbox inset=",7.2pt,,7.2pt"/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1BA" w:rsidRDefault="000F11BA" w:rsidP="002E635C">
      <w:r>
        <w:separator/>
      </w:r>
    </w:p>
  </w:footnote>
  <w:footnote w:type="continuationSeparator" w:id="0">
    <w:p w:rsidR="000F11BA" w:rsidRDefault="000F11BA" w:rsidP="002E6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E7" w:rsidRPr="00C802E7" w:rsidRDefault="008E1AD7" w:rsidP="00C802E7">
    <w:pPr>
      <w:pStyle w:val="Header"/>
      <w:jc w:val="center"/>
      <w:rPr>
        <w:b/>
        <w:sz w:val="40"/>
      </w:rPr>
    </w:pPr>
    <w:r>
      <w:rPr>
        <w:b/>
        <w:sz w:val="40"/>
      </w:rPr>
      <w:t>WEEKEND GETAWAY</w:t>
    </w:r>
    <w:r w:rsidR="00C802E7" w:rsidRPr="00C802E7">
      <w:rPr>
        <w:b/>
        <w:sz w:val="40"/>
      </w:rPr>
      <w:t xml:space="preserve"> PACKING LIST</w:t>
    </w:r>
  </w:p>
  <w:p w:rsidR="00C802E7" w:rsidRDefault="00C80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8C465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6F080A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10555BA"/>
    <w:multiLevelType w:val="multilevel"/>
    <w:tmpl w:val="01A2D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BB12C7"/>
    <w:multiLevelType w:val="multilevel"/>
    <w:tmpl w:val="0228F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1F12CA9"/>
    <w:multiLevelType w:val="multilevel"/>
    <w:tmpl w:val="2D52E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28307FC"/>
    <w:multiLevelType w:val="multilevel"/>
    <w:tmpl w:val="1F36B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7933D3"/>
    <w:multiLevelType w:val="multilevel"/>
    <w:tmpl w:val="8A48764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5720340"/>
    <w:multiLevelType w:val="multilevel"/>
    <w:tmpl w:val="C6CAC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743500F"/>
    <w:multiLevelType w:val="multilevel"/>
    <w:tmpl w:val="2242C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7DF37CE"/>
    <w:multiLevelType w:val="multilevel"/>
    <w:tmpl w:val="0DA4B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8C47C62"/>
    <w:multiLevelType w:val="multilevel"/>
    <w:tmpl w:val="0002AE8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8F85562"/>
    <w:multiLevelType w:val="multilevel"/>
    <w:tmpl w:val="BCFEE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775938"/>
    <w:multiLevelType w:val="multilevel"/>
    <w:tmpl w:val="0B2E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0E141E3"/>
    <w:multiLevelType w:val="multilevel"/>
    <w:tmpl w:val="BFF24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51A32D6"/>
    <w:multiLevelType w:val="multilevel"/>
    <w:tmpl w:val="ED707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AE15AC2"/>
    <w:multiLevelType w:val="multilevel"/>
    <w:tmpl w:val="32BCA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E40F08"/>
    <w:multiLevelType w:val="hybridMultilevel"/>
    <w:tmpl w:val="1CF2B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01DE2"/>
    <w:multiLevelType w:val="multilevel"/>
    <w:tmpl w:val="543CF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2C11141"/>
    <w:multiLevelType w:val="multilevel"/>
    <w:tmpl w:val="36083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F07047"/>
    <w:multiLevelType w:val="multilevel"/>
    <w:tmpl w:val="5AF02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0B0EA8"/>
    <w:multiLevelType w:val="multilevel"/>
    <w:tmpl w:val="0DF01C5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7E3783F"/>
    <w:multiLevelType w:val="multilevel"/>
    <w:tmpl w:val="9EA6D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8F7D78"/>
    <w:multiLevelType w:val="multilevel"/>
    <w:tmpl w:val="7E1ED5F4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4710083"/>
    <w:multiLevelType w:val="multilevel"/>
    <w:tmpl w:val="7D86F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8B7D6C"/>
    <w:multiLevelType w:val="multilevel"/>
    <w:tmpl w:val="D73A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53F7E03"/>
    <w:multiLevelType w:val="multilevel"/>
    <w:tmpl w:val="1BDAD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E55683"/>
    <w:multiLevelType w:val="multilevel"/>
    <w:tmpl w:val="57025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7A32912"/>
    <w:multiLevelType w:val="multilevel"/>
    <w:tmpl w:val="8A48764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072234E"/>
    <w:multiLevelType w:val="multilevel"/>
    <w:tmpl w:val="627C9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40129A3"/>
    <w:multiLevelType w:val="multilevel"/>
    <w:tmpl w:val="050E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67A6E59"/>
    <w:multiLevelType w:val="multilevel"/>
    <w:tmpl w:val="0DF01C5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77359B6"/>
    <w:multiLevelType w:val="hybridMultilevel"/>
    <w:tmpl w:val="629EE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69442D"/>
    <w:multiLevelType w:val="multilevel"/>
    <w:tmpl w:val="4810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D1F5C52"/>
    <w:multiLevelType w:val="multilevel"/>
    <w:tmpl w:val="0C602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FD72A28"/>
    <w:multiLevelType w:val="multilevel"/>
    <w:tmpl w:val="D2DCF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B9069A7"/>
    <w:multiLevelType w:val="multilevel"/>
    <w:tmpl w:val="D326E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B9E7D55"/>
    <w:multiLevelType w:val="multilevel"/>
    <w:tmpl w:val="B29CA17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AF27EB"/>
    <w:multiLevelType w:val="multilevel"/>
    <w:tmpl w:val="46CA3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6C5643B"/>
    <w:multiLevelType w:val="multilevel"/>
    <w:tmpl w:val="FA24D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CD61F9F"/>
    <w:multiLevelType w:val="multilevel"/>
    <w:tmpl w:val="92F66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F0428D"/>
    <w:multiLevelType w:val="multilevel"/>
    <w:tmpl w:val="C32AC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5422728"/>
    <w:multiLevelType w:val="multilevel"/>
    <w:tmpl w:val="B29CA17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A696D0A"/>
    <w:multiLevelType w:val="multilevel"/>
    <w:tmpl w:val="EE5E0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D156AD0"/>
    <w:multiLevelType w:val="multilevel"/>
    <w:tmpl w:val="EE1C4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8"/>
  </w:num>
  <w:num w:numId="3">
    <w:abstractNumId w:val="6"/>
  </w:num>
  <w:num w:numId="4">
    <w:abstractNumId w:val="30"/>
  </w:num>
  <w:num w:numId="5">
    <w:abstractNumId w:val="36"/>
  </w:num>
  <w:num w:numId="6">
    <w:abstractNumId w:val="9"/>
  </w:num>
  <w:num w:numId="7">
    <w:abstractNumId w:val="22"/>
  </w:num>
  <w:num w:numId="8">
    <w:abstractNumId w:val="27"/>
  </w:num>
  <w:num w:numId="9">
    <w:abstractNumId w:val="20"/>
  </w:num>
  <w:num w:numId="10">
    <w:abstractNumId w:val="41"/>
  </w:num>
  <w:num w:numId="11">
    <w:abstractNumId w:val="10"/>
  </w:num>
  <w:num w:numId="12">
    <w:abstractNumId w:val="1"/>
  </w:num>
  <w:num w:numId="13">
    <w:abstractNumId w:val="0"/>
  </w:num>
  <w:num w:numId="14">
    <w:abstractNumId w:val="3"/>
  </w:num>
  <w:num w:numId="15">
    <w:abstractNumId w:val="11"/>
  </w:num>
  <w:num w:numId="16">
    <w:abstractNumId w:val="42"/>
  </w:num>
  <w:num w:numId="17">
    <w:abstractNumId w:val="38"/>
  </w:num>
  <w:num w:numId="18">
    <w:abstractNumId w:val="19"/>
  </w:num>
  <w:num w:numId="19">
    <w:abstractNumId w:val="12"/>
  </w:num>
  <w:num w:numId="20">
    <w:abstractNumId w:val="21"/>
  </w:num>
  <w:num w:numId="21">
    <w:abstractNumId w:val="28"/>
  </w:num>
  <w:num w:numId="22">
    <w:abstractNumId w:val="26"/>
  </w:num>
  <w:num w:numId="23">
    <w:abstractNumId w:val="13"/>
  </w:num>
  <w:num w:numId="24">
    <w:abstractNumId w:val="35"/>
  </w:num>
  <w:num w:numId="25">
    <w:abstractNumId w:val="32"/>
  </w:num>
  <w:num w:numId="26">
    <w:abstractNumId w:val="39"/>
  </w:num>
  <w:num w:numId="27">
    <w:abstractNumId w:val="15"/>
  </w:num>
  <w:num w:numId="28">
    <w:abstractNumId w:val="31"/>
  </w:num>
  <w:num w:numId="29">
    <w:abstractNumId w:val="40"/>
  </w:num>
  <w:num w:numId="30">
    <w:abstractNumId w:val="17"/>
  </w:num>
  <w:num w:numId="31">
    <w:abstractNumId w:val="5"/>
  </w:num>
  <w:num w:numId="32">
    <w:abstractNumId w:val="33"/>
  </w:num>
  <w:num w:numId="33">
    <w:abstractNumId w:val="29"/>
  </w:num>
  <w:num w:numId="34">
    <w:abstractNumId w:val="16"/>
  </w:num>
  <w:num w:numId="35">
    <w:abstractNumId w:val="43"/>
  </w:num>
  <w:num w:numId="36">
    <w:abstractNumId w:val="4"/>
  </w:num>
  <w:num w:numId="37">
    <w:abstractNumId w:val="23"/>
  </w:num>
  <w:num w:numId="38">
    <w:abstractNumId w:val="24"/>
  </w:num>
  <w:num w:numId="39">
    <w:abstractNumId w:val="2"/>
  </w:num>
  <w:num w:numId="40">
    <w:abstractNumId w:val="14"/>
  </w:num>
  <w:num w:numId="41">
    <w:abstractNumId w:val="18"/>
  </w:num>
  <w:num w:numId="42">
    <w:abstractNumId w:val="25"/>
  </w:num>
  <w:num w:numId="43">
    <w:abstractNumId w:val="7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removePersonalInformation/>
  <w:removeDateAndTime/>
  <w:proofState w:spelling="clean" w:grammar="clean"/>
  <w:attachedTemplate r:id="rId1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2E7"/>
    <w:rsid w:val="00032741"/>
    <w:rsid w:val="00047C35"/>
    <w:rsid w:val="000649A8"/>
    <w:rsid w:val="00071F9D"/>
    <w:rsid w:val="00073EB8"/>
    <w:rsid w:val="000C44AF"/>
    <w:rsid w:val="000D28F5"/>
    <w:rsid w:val="000D3730"/>
    <w:rsid w:val="000D7E3C"/>
    <w:rsid w:val="000E59D4"/>
    <w:rsid w:val="000F11BA"/>
    <w:rsid w:val="00112BE6"/>
    <w:rsid w:val="0015171B"/>
    <w:rsid w:val="001543E2"/>
    <w:rsid w:val="001D37D3"/>
    <w:rsid w:val="001F0071"/>
    <w:rsid w:val="001F3D32"/>
    <w:rsid w:val="00231BAF"/>
    <w:rsid w:val="00250EAB"/>
    <w:rsid w:val="00252167"/>
    <w:rsid w:val="002D0FAA"/>
    <w:rsid w:val="002D3221"/>
    <w:rsid w:val="002E6286"/>
    <w:rsid w:val="002E635C"/>
    <w:rsid w:val="002F1462"/>
    <w:rsid w:val="00354212"/>
    <w:rsid w:val="00357F1D"/>
    <w:rsid w:val="0039189A"/>
    <w:rsid w:val="003A141E"/>
    <w:rsid w:val="003B395E"/>
    <w:rsid w:val="003C5653"/>
    <w:rsid w:val="004647F7"/>
    <w:rsid w:val="00480F8F"/>
    <w:rsid w:val="004842D4"/>
    <w:rsid w:val="004A5320"/>
    <w:rsid w:val="004B708C"/>
    <w:rsid w:val="004D1D71"/>
    <w:rsid w:val="004E6F3C"/>
    <w:rsid w:val="00502D08"/>
    <w:rsid w:val="00527CE0"/>
    <w:rsid w:val="00587761"/>
    <w:rsid w:val="00596B62"/>
    <w:rsid w:val="006038A7"/>
    <w:rsid w:val="006253F7"/>
    <w:rsid w:val="00644264"/>
    <w:rsid w:val="00687659"/>
    <w:rsid w:val="006B238F"/>
    <w:rsid w:val="006C2B5A"/>
    <w:rsid w:val="006D0BD3"/>
    <w:rsid w:val="006D2FA5"/>
    <w:rsid w:val="006D79F1"/>
    <w:rsid w:val="00710724"/>
    <w:rsid w:val="007515D7"/>
    <w:rsid w:val="00775FBA"/>
    <w:rsid w:val="007B6638"/>
    <w:rsid w:val="008003B0"/>
    <w:rsid w:val="00801BAF"/>
    <w:rsid w:val="008167A2"/>
    <w:rsid w:val="00830E7B"/>
    <w:rsid w:val="0085007C"/>
    <w:rsid w:val="00882A7D"/>
    <w:rsid w:val="008A1E27"/>
    <w:rsid w:val="008A7BCF"/>
    <w:rsid w:val="008C2DE7"/>
    <w:rsid w:val="008E1AD7"/>
    <w:rsid w:val="00900637"/>
    <w:rsid w:val="009267BE"/>
    <w:rsid w:val="0093563E"/>
    <w:rsid w:val="0097279A"/>
    <w:rsid w:val="00976A1E"/>
    <w:rsid w:val="00982D4B"/>
    <w:rsid w:val="009A6B9F"/>
    <w:rsid w:val="009F137A"/>
    <w:rsid w:val="009F5C48"/>
    <w:rsid w:val="00A13F6D"/>
    <w:rsid w:val="00A177C8"/>
    <w:rsid w:val="00A376AC"/>
    <w:rsid w:val="00A944FF"/>
    <w:rsid w:val="00A95DBE"/>
    <w:rsid w:val="00AE1950"/>
    <w:rsid w:val="00AF64A2"/>
    <w:rsid w:val="00B06F51"/>
    <w:rsid w:val="00B12637"/>
    <w:rsid w:val="00B224FD"/>
    <w:rsid w:val="00B26F99"/>
    <w:rsid w:val="00B61DBF"/>
    <w:rsid w:val="00BA2AAB"/>
    <w:rsid w:val="00BB1028"/>
    <w:rsid w:val="00BC007B"/>
    <w:rsid w:val="00BE6E39"/>
    <w:rsid w:val="00BF1BA9"/>
    <w:rsid w:val="00BF79A1"/>
    <w:rsid w:val="00C10FCC"/>
    <w:rsid w:val="00C802E7"/>
    <w:rsid w:val="00CE28E4"/>
    <w:rsid w:val="00CE690D"/>
    <w:rsid w:val="00CF3BF6"/>
    <w:rsid w:val="00D013E7"/>
    <w:rsid w:val="00D05C43"/>
    <w:rsid w:val="00D75022"/>
    <w:rsid w:val="00D7764D"/>
    <w:rsid w:val="00D83CCC"/>
    <w:rsid w:val="00DB2877"/>
    <w:rsid w:val="00DC7D3C"/>
    <w:rsid w:val="00DD087E"/>
    <w:rsid w:val="00E103B6"/>
    <w:rsid w:val="00E13265"/>
    <w:rsid w:val="00E3397F"/>
    <w:rsid w:val="00E528BC"/>
    <w:rsid w:val="00E63174"/>
    <w:rsid w:val="00E70379"/>
    <w:rsid w:val="00E85144"/>
    <w:rsid w:val="00EA6FD6"/>
    <w:rsid w:val="00EF1048"/>
    <w:rsid w:val="00F035A0"/>
    <w:rsid w:val="00F07BEC"/>
    <w:rsid w:val="00F11371"/>
    <w:rsid w:val="00F20F9F"/>
    <w:rsid w:val="00F22940"/>
    <w:rsid w:val="00F431DF"/>
    <w:rsid w:val="00F43741"/>
    <w:rsid w:val="00F730C0"/>
    <w:rsid w:val="00F924D5"/>
    <w:rsid w:val="00FB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F87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20" w:after="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 w:unhideWhenUsed="1"/>
    <w:lsdException w:name="List Number 4" w:semiHidden="1" w:unhideWhenUsed="1"/>
    <w:lsdException w:name="List Number 5" w:semiHidden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17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38A7"/>
    <w:pPr>
      <w:keepNext/>
      <w:spacing w:before="300" w:after="40"/>
      <w:jc w:val="left"/>
      <w:outlineLvl w:val="0"/>
    </w:pPr>
    <w:rPr>
      <w:rFonts w:asciiTheme="majorHAnsi" w:hAnsiTheme="majorHAnsi"/>
      <w:smallCaps/>
      <w:color w:val="6AAEDA" w:themeColor="accent1"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F20F9F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F20F9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F20F9F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F20F9F"/>
    <w:pPr>
      <w:spacing w:before="200" w:after="0"/>
      <w:jc w:val="left"/>
      <w:outlineLvl w:val="4"/>
    </w:pPr>
    <w:rPr>
      <w:smallCaps/>
      <w:color w:val="3AA9A3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F20F9F"/>
    <w:pPr>
      <w:spacing w:after="0"/>
      <w:jc w:val="left"/>
      <w:outlineLvl w:val="5"/>
    </w:pPr>
    <w:rPr>
      <w:smallCaps/>
      <w:color w:val="66CAC5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F20F9F"/>
    <w:pPr>
      <w:spacing w:after="0"/>
      <w:jc w:val="left"/>
      <w:outlineLvl w:val="6"/>
    </w:pPr>
    <w:rPr>
      <w:b/>
      <w:smallCaps/>
      <w:color w:val="66CAC5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F20F9F"/>
    <w:pPr>
      <w:spacing w:after="0"/>
      <w:jc w:val="left"/>
      <w:outlineLvl w:val="7"/>
    </w:pPr>
    <w:rPr>
      <w:b/>
      <w:i/>
      <w:smallCaps/>
      <w:color w:val="3AA9A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F20F9F"/>
    <w:pPr>
      <w:spacing w:after="0"/>
      <w:jc w:val="left"/>
      <w:outlineLvl w:val="8"/>
    </w:pPr>
    <w:rPr>
      <w:b/>
      <w:i/>
      <w:smallCaps/>
      <w:color w:val="27706C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7279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6038A7"/>
    <w:pPr>
      <w:spacing w:after="1000"/>
      <w:jc w:val="right"/>
    </w:pPr>
    <w:rPr>
      <w:rFonts w:asciiTheme="majorHAnsi" w:hAnsiTheme="majorHAnsi"/>
      <w:smallCaps/>
      <w:spacing w:val="5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038A7"/>
    <w:rPr>
      <w:rFonts w:asciiTheme="majorHAnsi" w:hAnsiTheme="majorHAnsi"/>
      <w:smallCaps/>
      <w:spacing w:val="5"/>
      <w:sz w:val="72"/>
      <w:szCs w:val="4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038A7"/>
    <w:rPr>
      <w:rFonts w:asciiTheme="majorHAnsi" w:hAnsiTheme="majorHAnsi"/>
      <w:smallCaps/>
      <w:color w:val="6AAEDA" w:themeColor="accent1"/>
      <w:spacing w:val="5"/>
      <w:sz w:val="32"/>
      <w:szCs w:val="32"/>
      <w:lang w:val="en-US"/>
    </w:rPr>
  </w:style>
  <w:style w:type="character" w:styleId="PlaceholderText">
    <w:name w:val="Placeholder Text"/>
    <w:basedOn w:val="DefaultParagraphFont"/>
    <w:semiHidden/>
    <w:rsid w:val="00231BAF"/>
    <w:rPr>
      <w:color w:val="808080"/>
    </w:rPr>
  </w:style>
  <w:style w:type="paragraph" w:customStyle="1" w:styleId="checkboxindent">
    <w:name w:val="checkbox indent"/>
    <w:basedOn w:val="Normal"/>
    <w:qFormat/>
    <w:rsid w:val="00F431DF"/>
    <w:pPr>
      <w:ind w:left="272" w:hanging="272"/>
    </w:pPr>
  </w:style>
  <w:style w:type="paragraph" w:styleId="Header">
    <w:name w:val="header"/>
    <w:basedOn w:val="Normal"/>
    <w:link w:val="HeaderChar"/>
    <w:uiPriority w:val="99"/>
    <w:rsid w:val="00E63174"/>
    <w:pPr>
      <w:spacing w:after="0"/>
      <w:jc w:val="right"/>
    </w:pPr>
    <w:rPr>
      <w:noProof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63174"/>
    <w:rPr>
      <w:noProof/>
      <w:sz w:val="18"/>
      <w:lang w:val="en-US"/>
    </w:rPr>
  </w:style>
  <w:style w:type="paragraph" w:styleId="Footer">
    <w:name w:val="footer"/>
    <w:basedOn w:val="Normal"/>
    <w:link w:val="FooterChar"/>
    <w:semiHidden/>
    <w:rsid w:val="00E63174"/>
    <w:pPr>
      <w:spacing w:after="0"/>
    </w:pPr>
  </w:style>
  <w:style w:type="character" w:customStyle="1" w:styleId="FooterChar">
    <w:name w:val="Footer Char"/>
    <w:basedOn w:val="DefaultParagraphFont"/>
    <w:link w:val="Footer"/>
    <w:semiHidden/>
    <w:rsid w:val="00E63174"/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3174"/>
    <w:rPr>
      <w:smallCaps/>
      <w:spacing w:val="5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63174"/>
    <w:rPr>
      <w:smallCaps/>
      <w:spacing w:val="5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E63174"/>
    <w:rPr>
      <w:smallCaps/>
      <w:spacing w:val="10"/>
      <w:sz w:val="22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3174"/>
    <w:rPr>
      <w:smallCaps/>
      <w:color w:val="3AA9A3" w:themeColor="accent2" w:themeShade="BF"/>
      <w:spacing w:val="10"/>
      <w:sz w:val="22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3174"/>
    <w:rPr>
      <w:smallCaps/>
      <w:color w:val="66CAC5" w:themeColor="accent2"/>
      <w:spacing w:val="5"/>
      <w:sz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3174"/>
    <w:rPr>
      <w:b/>
      <w:smallCaps/>
      <w:color w:val="66CAC5" w:themeColor="accent2"/>
      <w:spacing w:val="1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3174"/>
    <w:rPr>
      <w:b/>
      <w:i/>
      <w:smallCaps/>
      <w:color w:val="3AA9A3" w:themeColor="accent2" w:themeShade="BF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3174"/>
    <w:rPr>
      <w:b/>
      <w:i/>
      <w:smallCaps/>
      <w:color w:val="27706C" w:themeColor="accent2" w:themeShade="7F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20F9F"/>
    <w:rPr>
      <w:b/>
      <w:bCs/>
      <w:caps/>
      <w:sz w:val="16"/>
      <w:szCs w:val="18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F20F9F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63174"/>
    <w:rPr>
      <w:rFonts w:asciiTheme="majorHAnsi" w:eastAsiaTheme="majorEastAsia" w:hAnsiTheme="majorHAnsi" w:cstheme="majorBidi"/>
      <w:szCs w:val="22"/>
      <w:lang w:val="en-US"/>
    </w:rPr>
  </w:style>
  <w:style w:type="character" w:styleId="Strong">
    <w:name w:val="Strong"/>
    <w:uiPriority w:val="22"/>
    <w:qFormat/>
    <w:rsid w:val="006038A7"/>
    <w:rPr>
      <w:b/>
      <w:color w:val="auto"/>
    </w:rPr>
  </w:style>
  <w:style w:type="character" w:styleId="Emphasis">
    <w:name w:val="Emphasis"/>
    <w:uiPriority w:val="20"/>
    <w:semiHidden/>
    <w:rsid w:val="00F20F9F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semiHidden/>
    <w:rsid w:val="00F20F9F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semiHidden/>
    <w:rsid w:val="00E63174"/>
    <w:rPr>
      <w:lang w:val="en-US"/>
    </w:rPr>
  </w:style>
  <w:style w:type="paragraph" w:styleId="ListParagraph">
    <w:name w:val="List Paragraph"/>
    <w:basedOn w:val="Normal"/>
    <w:uiPriority w:val="34"/>
    <w:semiHidden/>
    <w:rsid w:val="00F20F9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semiHidden/>
    <w:rsid w:val="00F20F9F"/>
    <w:rPr>
      <w:i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63174"/>
    <w:rPr>
      <w:i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F20F9F"/>
    <w:pPr>
      <w:pBdr>
        <w:top w:val="single" w:sz="8" w:space="10" w:color="3AA9A3" w:themeColor="accent2" w:themeShade="BF"/>
        <w:left w:val="single" w:sz="8" w:space="10" w:color="3AA9A3" w:themeColor="accent2" w:themeShade="BF"/>
        <w:bottom w:val="single" w:sz="8" w:space="10" w:color="3AA9A3" w:themeColor="accent2" w:themeShade="BF"/>
        <w:right w:val="single" w:sz="8" w:space="10" w:color="3AA9A3" w:themeColor="accent2" w:themeShade="BF"/>
      </w:pBdr>
      <w:shd w:val="clear" w:color="auto" w:fill="66CAC5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63174"/>
    <w:rPr>
      <w:b/>
      <w:i/>
      <w:color w:val="FFFFFF" w:themeColor="background1"/>
      <w:shd w:val="clear" w:color="auto" w:fill="66CAC5" w:themeFill="accent2"/>
      <w:lang w:val="en-US"/>
    </w:rPr>
  </w:style>
  <w:style w:type="character" w:styleId="SubtleEmphasis">
    <w:name w:val="Subtle Emphasis"/>
    <w:uiPriority w:val="19"/>
    <w:semiHidden/>
    <w:rsid w:val="00F20F9F"/>
    <w:rPr>
      <w:i/>
    </w:rPr>
  </w:style>
  <w:style w:type="character" w:styleId="IntenseEmphasis">
    <w:name w:val="Intense Emphasis"/>
    <w:uiPriority w:val="21"/>
    <w:semiHidden/>
    <w:rsid w:val="00F20F9F"/>
    <w:rPr>
      <w:b/>
      <w:i/>
      <w:color w:val="66CAC5" w:themeColor="accent2"/>
      <w:spacing w:val="10"/>
    </w:rPr>
  </w:style>
  <w:style w:type="character" w:styleId="SubtleReference">
    <w:name w:val="Subtle Reference"/>
    <w:uiPriority w:val="31"/>
    <w:semiHidden/>
    <w:rsid w:val="00F20F9F"/>
    <w:rPr>
      <w:b/>
    </w:rPr>
  </w:style>
  <w:style w:type="character" w:styleId="IntenseReference">
    <w:name w:val="Intense Reference"/>
    <w:uiPriority w:val="32"/>
    <w:semiHidden/>
    <w:rsid w:val="00F20F9F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semiHidden/>
    <w:rsid w:val="00F20F9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0F9F"/>
    <w:pPr>
      <w:outlineLvl w:val="9"/>
    </w:pPr>
  </w:style>
  <w:style w:type="paragraph" w:styleId="BalloonText">
    <w:name w:val="Balloon Text"/>
    <w:basedOn w:val="Normal"/>
    <w:link w:val="BalloonTextChar"/>
    <w:semiHidden/>
    <w:unhideWhenUsed/>
    <w:rsid w:val="00502D08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02D08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rsid w:val="00BE6E3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Microsoft\Templates\Festival%20checklist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464646"/>
      </a:dk2>
      <a:lt2>
        <a:srgbClr val="FFFFFF"/>
      </a:lt2>
      <a:accent1>
        <a:srgbClr val="6AAEDA"/>
      </a:accent1>
      <a:accent2>
        <a:srgbClr val="66CAC5"/>
      </a:accent2>
      <a:accent3>
        <a:srgbClr val="ED6566"/>
      </a:accent3>
      <a:accent4>
        <a:srgbClr val="FEC444"/>
      </a:accent4>
      <a:accent5>
        <a:srgbClr val="C86DAA"/>
      </a:accent5>
      <a:accent6>
        <a:srgbClr val="92D050"/>
      </a:accent6>
      <a:hlink>
        <a:srgbClr val="A05024"/>
      </a:hlink>
      <a:folHlink>
        <a:srgbClr val="FEC037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B0574983-B468-4D23-B640-8AE3911AE9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A0C7DD-171C-42CA-B64A-4338FB3C66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E04DE2-3292-44D2-81C6-7EAB86DB544A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Festival checklist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2025-01-06T10:54:00Z</dcterms:created>
  <dcterms:modified xsi:type="dcterms:W3CDTF">2025-01-06T11:02:00Z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