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rd layout table"/>
      </w:tblPr>
      <w:tblGrid>
        <w:gridCol w:w="4680"/>
        <w:gridCol w:w="720"/>
        <w:gridCol w:w="720"/>
        <w:gridCol w:w="4680"/>
      </w:tblGrid>
      <w:tr w:rsidR="009C300C">
        <w:trPr>
          <w:trHeight w:hRule="exact" w:val="6480"/>
          <w:jc w:val="center"/>
        </w:trPr>
        <w:tc>
          <w:tcPr>
            <w:tcW w:w="4680" w:type="dxa"/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0"/>
            </w:tblGrid>
            <w:tr w:rsidR="009C300C">
              <w:trPr>
                <w:trHeight w:hRule="exact" w:val="5040"/>
              </w:trPr>
              <w:tc>
                <w:tcPr>
                  <w:tcW w:w="4680" w:type="dxa"/>
                </w:tcPr>
                <w:p w:rsidR="009C300C" w:rsidRPr="004D1CCC" w:rsidRDefault="004D1CCC">
                  <w:pPr>
                    <w:pStyle w:val="Organization"/>
                    <w:rPr>
                      <w:sz w:val="40"/>
                    </w:rPr>
                  </w:pPr>
                  <w:sdt>
                    <w:sdtPr>
                      <w:rPr>
                        <w:sz w:val="40"/>
                      </w:rPr>
                      <w:alias w:val="Company"/>
                      <w:tag w:val=""/>
                      <w:id w:val="-389575175"/>
                      <w:placeholder>
                        <w:docPart w:val="E3237E91EE924454AF25AA2849F05D79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r w:rsidRPr="004D1CCC">
                        <w:rPr>
                          <w:sz w:val="40"/>
                        </w:rPr>
                        <w:t>YOUR NAME</w:t>
                      </w:r>
                    </w:sdtContent>
                  </w:sdt>
                </w:p>
                <w:sdt>
                  <w:sdtPr>
                    <w:alias w:val="Address"/>
                    <w:tag w:val=""/>
                    <w:id w:val="-1156836730"/>
                    <w:placeholder>
                      <w:docPart w:val="6C07CD928D1F43DE99501B0D7B1428B8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/>
                  </w:sdtPr>
                  <w:sdtEndPr/>
                  <w:sdtContent>
                    <w:p w:rsidR="009C300C" w:rsidRDefault="004D1CCC">
                      <w:r>
                        <w:t>[Address, City, ST  ZIP Code]</w:t>
                      </w:r>
                    </w:p>
                  </w:sdtContent>
                </w:sdt>
                <w:p w:rsidR="009C300C" w:rsidRDefault="004D1CCC">
                  <w:sdt>
                    <w:sdtPr>
                      <w:alias w:val="Telephone"/>
                      <w:tag w:val=""/>
                      <w:id w:val="-476840818"/>
                      <w:placeholder>
                        <w:docPart w:val="2A1A73D0D48A4F0FB2C55939F6CA41A2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EndPr/>
                    <w:sdtContent>
                      <w:r>
                        <w:t>[Telephone]</w:t>
                      </w:r>
                    </w:sdtContent>
                  </w:sdt>
                  <w:r>
                    <w:t> | </w:t>
                  </w:r>
                  <w:sdt>
                    <w:sdtPr>
                      <w:alias w:val="Web Address"/>
                      <w:tag w:val=""/>
                      <w:id w:val="509500282"/>
                      <w:placeholder>
                        <w:docPart w:val="EB7E4F1067E84B4A9DB76EAB5C2AF4A1"/>
                      </w:placeholder>
                      <w:showingPlcHdr/>
                      <w:dataBinding w:prefixMappings="xmlns:ns0='http://schemas.microsoft.com/office/2006/coverPageProps' " w:xpath="/ns0:CoverPageProperties[1]/ns0:CompanyEmail[1]" w:storeItemID="{55AF091B-3C7A-41E3-B477-F2FDAA23CFDA}"/>
                      <w:text/>
                    </w:sdtPr>
                    <w:sdtEndPr/>
                    <w:sdtContent>
                      <w:r>
                        <w:t>[Web Address]</w:t>
                      </w:r>
                    </w:sdtContent>
                  </w:sdt>
                </w:p>
                <w:p w:rsidR="004D1CCC" w:rsidRDefault="004D1CCC"/>
                <w:p w:rsidR="004D1CCC" w:rsidRPr="004D1CCC" w:rsidRDefault="004D1CCC">
                  <w:pPr>
                    <w:rPr>
                      <w:sz w:val="28"/>
                      <w:szCs w:val="28"/>
                    </w:rPr>
                  </w:pPr>
                  <w:r w:rsidRPr="004D1CCC">
                    <w:rPr>
                      <w:sz w:val="28"/>
                      <w:szCs w:val="28"/>
                    </w:rPr>
                    <w:t>I appreciate your God-given generosity. There are very few people who have been gifted with this attribute. I will take a lot of efforts and courage to be as generous as you. I have learnt from your generosity and feel myself to be very lucky to have this opportunity to learn.</w:t>
                  </w:r>
                </w:p>
              </w:tc>
            </w:tr>
            <w:tr w:rsidR="009C300C">
              <w:trPr>
                <w:trHeight w:hRule="exact" w:val="1440"/>
              </w:trPr>
              <w:tc>
                <w:tcPr>
                  <w:tcW w:w="4680" w:type="dxa"/>
                  <w:vAlign w:val="bottom"/>
                </w:tcPr>
                <w:p w:rsidR="009C300C" w:rsidRDefault="009C300C">
                  <w:pPr>
                    <w:pStyle w:val="NoSpacing"/>
                  </w:pPr>
                </w:p>
              </w:tc>
            </w:tr>
          </w:tbl>
          <w:p w:rsidR="009C300C" w:rsidRDefault="009C300C"/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sdt>
          <w:sdtPr>
            <w:alias w:val="Card Heading"/>
            <w:tag w:val="Card Heading"/>
            <w:id w:val="-570820547"/>
            <w:placeholder>
              <w:docPart w:val="947311B7D284429DB9EDF1ACF6AB9C5A"/>
            </w:placeholder>
            <w:dataBinding w:prefixMappings="xmlns:ns0='http://schemas.microsoft.com/props' " w:xpath="/ns0:mappings[1]/ns0:heading[1]" w:storeItemID="{5D9E840A-C9E7-42DC-B027-3A5ACBC906CB}"/>
            <w:text w:multiLine="1"/>
          </w:sdtPr>
          <w:sdtEndPr/>
          <w:sdtContent>
            <w:tc>
              <w:tcPr>
                <w:tcW w:w="4680" w:type="dxa"/>
                <w:vAlign w:val="bottom"/>
              </w:tcPr>
              <w:p w:rsidR="009C300C" w:rsidRDefault="004D1CCC">
                <w:pPr>
                  <w:pStyle w:val="Title"/>
                </w:pPr>
                <w:r>
                  <w:t>Thank you!</w:t>
                </w:r>
              </w:p>
            </w:tc>
          </w:sdtContent>
        </w:sdt>
        <w:bookmarkStart w:id="0" w:name="_GoBack"/>
        <w:bookmarkEnd w:id="0"/>
      </w:tr>
      <w:tr w:rsidR="009C300C">
        <w:trPr>
          <w:trHeight w:hRule="exact" w:val="144"/>
          <w:jc w:val="center"/>
        </w:trPr>
        <w:tc>
          <w:tcPr>
            <w:tcW w:w="4680" w:type="dxa"/>
            <w:tcBorders>
              <w:bottom w:val="single" w:sz="8" w:space="0" w:color="027E6F" w:themeColor="accent1" w:themeShade="BF"/>
            </w:tcBorders>
          </w:tcPr>
          <w:p w:rsidR="009C300C" w:rsidRDefault="009C300C"/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4680" w:type="dxa"/>
          </w:tcPr>
          <w:p w:rsidR="009C300C" w:rsidRDefault="009C300C"/>
        </w:tc>
      </w:tr>
      <w:tr w:rsidR="009C300C">
        <w:trPr>
          <w:trHeight w:hRule="exact" w:val="576"/>
          <w:jc w:val="center"/>
        </w:trPr>
        <w:tc>
          <w:tcPr>
            <w:tcW w:w="4680" w:type="dxa"/>
            <w:tcBorders>
              <w:top w:val="single" w:sz="8" w:space="0" w:color="027E6F" w:themeColor="accent1" w:themeShade="BF"/>
            </w:tcBorders>
          </w:tcPr>
          <w:p w:rsidR="009C300C" w:rsidRDefault="009C300C"/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4680" w:type="dxa"/>
          </w:tcPr>
          <w:p w:rsidR="009C300C" w:rsidRDefault="009C300C"/>
        </w:tc>
      </w:tr>
      <w:tr w:rsidR="009C300C">
        <w:trPr>
          <w:trHeight w:hRule="exact" w:val="720"/>
          <w:jc w:val="center"/>
        </w:trPr>
        <w:tc>
          <w:tcPr>
            <w:tcW w:w="4680" w:type="dxa"/>
          </w:tcPr>
          <w:p w:rsidR="009C300C" w:rsidRDefault="009C300C"/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4680" w:type="dxa"/>
          </w:tcPr>
          <w:p w:rsidR="009C300C" w:rsidRDefault="009C300C"/>
        </w:tc>
      </w:tr>
      <w:tr w:rsidR="009C300C">
        <w:trPr>
          <w:trHeight w:hRule="exact" w:val="6480"/>
          <w:jc w:val="center"/>
        </w:trPr>
        <w:tc>
          <w:tcPr>
            <w:tcW w:w="4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0"/>
            </w:tblGrid>
            <w:tr w:rsidR="009C300C">
              <w:trPr>
                <w:trHeight w:hRule="exact" w:val="5040"/>
              </w:trPr>
              <w:tc>
                <w:tcPr>
                  <w:tcW w:w="4680" w:type="dxa"/>
                </w:tcPr>
                <w:p w:rsidR="004D1CCC" w:rsidRPr="004D1CCC" w:rsidRDefault="004D1CCC" w:rsidP="004D1CCC">
                  <w:pPr>
                    <w:pStyle w:val="Organization"/>
                    <w:rPr>
                      <w:sz w:val="40"/>
                    </w:rPr>
                  </w:pPr>
                  <w:sdt>
                    <w:sdtPr>
                      <w:rPr>
                        <w:sz w:val="40"/>
                      </w:rPr>
                      <w:alias w:val="Company"/>
                      <w:tag w:val=""/>
                      <w:id w:val="-335767932"/>
                      <w:placeholder>
                        <w:docPart w:val="F830CA63A9B04AFAA2FE27668865A337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Content>
                      <w:r w:rsidRPr="004D1CCC">
                        <w:rPr>
                          <w:sz w:val="40"/>
                        </w:rPr>
                        <w:t>YOUR NAME</w:t>
                      </w:r>
                    </w:sdtContent>
                  </w:sdt>
                </w:p>
                <w:sdt>
                  <w:sdtPr>
                    <w:alias w:val="Address"/>
                    <w:tag w:val=""/>
                    <w:id w:val="-1568875481"/>
                    <w:placeholder>
                      <w:docPart w:val="A03BDDB92F1941449AB87A2E9AADE293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/>
                  </w:sdtPr>
                  <w:sdtContent>
                    <w:p w:rsidR="004D1CCC" w:rsidRDefault="004D1CCC" w:rsidP="004D1CCC">
                      <w:r>
                        <w:t>[Address, City, ST  ZIP Code]</w:t>
                      </w:r>
                    </w:p>
                  </w:sdtContent>
                </w:sdt>
                <w:p w:rsidR="004D1CCC" w:rsidRDefault="004D1CCC" w:rsidP="004D1CCC">
                  <w:sdt>
                    <w:sdtPr>
                      <w:alias w:val="Telephone"/>
                      <w:tag w:val=""/>
                      <w:id w:val="810744715"/>
                      <w:placeholder>
                        <w:docPart w:val="310627ACDC3B49E6B063465C0A8638FA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>
                        <w:t>[Telephone]</w:t>
                      </w:r>
                    </w:sdtContent>
                  </w:sdt>
                  <w:r>
                    <w:t> | </w:t>
                  </w:r>
                  <w:sdt>
                    <w:sdtPr>
                      <w:alias w:val="Web Address"/>
                      <w:tag w:val=""/>
                      <w:id w:val="1999076250"/>
                      <w:placeholder>
                        <w:docPart w:val="F539727D99D74FD98F6C5DF78BC0381A"/>
                      </w:placeholder>
                      <w:showingPlcHdr/>
                      <w:dataBinding w:prefixMappings="xmlns:ns0='http://schemas.microsoft.com/office/2006/coverPageProps' " w:xpath="/ns0:CoverPageProperties[1]/ns0:CompanyEmail[1]" w:storeItemID="{55AF091B-3C7A-41E3-B477-F2FDAA23CFDA}"/>
                      <w:text/>
                    </w:sdtPr>
                    <w:sdtContent>
                      <w:r>
                        <w:t>[Web Address]</w:t>
                      </w:r>
                    </w:sdtContent>
                  </w:sdt>
                </w:p>
                <w:p w:rsidR="004D1CCC" w:rsidRDefault="004D1CCC" w:rsidP="004D1CCC"/>
                <w:p w:rsidR="009C300C" w:rsidRDefault="004D1CCC" w:rsidP="004D1CCC">
                  <w:r w:rsidRPr="004D1CCC">
                    <w:rPr>
                      <w:sz w:val="28"/>
                      <w:szCs w:val="28"/>
                    </w:rPr>
                    <w:t>I appreciate your God-given generosity. There are very few people who have been gifted with this attribute. I will take a lot of efforts and courage to be as generous as you. I have learnt from your generosity and feel myself to be very lucky to have this opportunity to learn.</w:t>
                  </w:r>
                </w:p>
              </w:tc>
            </w:tr>
            <w:tr w:rsidR="009C300C">
              <w:trPr>
                <w:trHeight w:hRule="exact" w:val="1440"/>
              </w:trPr>
              <w:tc>
                <w:tcPr>
                  <w:tcW w:w="4680" w:type="dxa"/>
                  <w:vAlign w:val="bottom"/>
                </w:tcPr>
                <w:p w:rsidR="009C300C" w:rsidRDefault="009C300C">
                  <w:pPr>
                    <w:pStyle w:val="NoSpacing"/>
                  </w:pPr>
                </w:p>
              </w:tc>
            </w:tr>
          </w:tbl>
          <w:p w:rsidR="009C300C" w:rsidRDefault="009C300C"/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sdt>
          <w:sdtPr>
            <w:alias w:val="Card Heading"/>
            <w:tag w:val="Card Heading"/>
            <w:id w:val="-1169862074"/>
            <w:placeholder>
              <w:docPart w:val="947311B7D284429DB9EDF1ACF6AB9C5A"/>
            </w:placeholder>
            <w:dataBinding w:prefixMappings="xmlns:ns0='http://schemas.microsoft.com/props' " w:xpath="/ns0:mappings[1]/ns0:heading[1]" w:storeItemID="{5D9E840A-C9E7-42DC-B027-3A5ACBC906CB}"/>
            <w:text w:multiLine="1"/>
          </w:sdtPr>
          <w:sdtEndPr/>
          <w:sdtContent>
            <w:tc>
              <w:tcPr>
                <w:tcW w:w="4680" w:type="dxa"/>
                <w:vAlign w:val="bottom"/>
              </w:tcPr>
              <w:p w:rsidR="009C300C" w:rsidRDefault="004D1CCC">
                <w:pPr>
                  <w:pStyle w:val="Title"/>
                </w:pPr>
                <w:r>
                  <w:t>Thank you!</w:t>
                </w:r>
              </w:p>
            </w:tc>
          </w:sdtContent>
        </w:sdt>
      </w:tr>
      <w:tr w:rsidR="009C300C">
        <w:trPr>
          <w:trHeight w:hRule="exact" w:val="144"/>
          <w:jc w:val="center"/>
        </w:trPr>
        <w:tc>
          <w:tcPr>
            <w:tcW w:w="4680" w:type="dxa"/>
            <w:tcBorders>
              <w:bottom w:val="single" w:sz="8" w:space="0" w:color="027E6F" w:themeColor="accent1" w:themeShade="BF"/>
            </w:tcBorders>
          </w:tcPr>
          <w:p w:rsidR="009C300C" w:rsidRDefault="009C300C"/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720" w:type="dxa"/>
          </w:tcPr>
          <w:p w:rsidR="009C300C" w:rsidRDefault="009C300C">
            <w:pPr>
              <w:jc w:val="right"/>
            </w:pPr>
          </w:p>
        </w:tc>
        <w:tc>
          <w:tcPr>
            <w:tcW w:w="4680" w:type="dxa"/>
            <w:vAlign w:val="bottom"/>
          </w:tcPr>
          <w:p w:rsidR="009C300C" w:rsidRDefault="009C300C">
            <w:pPr>
              <w:pStyle w:val="Title"/>
            </w:pPr>
          </w:p>
        </w:tc>
      </w:tr>
    </w:tbl>
    <w:p w:rsidR="009C300C" w:rsidRDefault="004D1CCC">
      <w:pPr>
        <w:spacing w:after="0" w:line="10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976880" cy="9142730"/>
                <wp:effectExtent l="0" t="0" r="0" b="635"/>
                <wp:wrapNone/>
                <wp:docPr id="9" name="Group 9" descr="Card front background graphic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6880" cy="9142730"/>
                          <a:chOff x="0" y="0"/>
                          <a:chExt cx="2971800" cy="91440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2971800" cy="4114800"/>
                            <a:chOff x="0" y="0"/>
                            <a:chExt cx="2971800" cy="4114800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0" y="0"/>
                              <a:ext cx="2971800" cy="4114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2971800" cy="4114800"/>
                            </a:xfrm>
                            <a:prstGeom prst="rect">
                              <a:avLst/>
                            </a:prstGeom>
                            <a:blipFill>
                              <a:blip r:embed="rId6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/>
                        <wpg:grpSpPr>
                          <a:xfrm>
                            <a:off x="0" y="5029200"/>
                            <a:ext cx="2971800" cy="4114800"/>
                            <a:chOff x="0" y="0"/>
                            <a:chExt cx="2971800" cy="4114800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2971800" cy="4114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0" y="0"/>
                              <a:ext cx="2971800" cy="4114800"/>
                            </a:xfrm>
                            <a:prstGeom prst="rect">
                              <a:avLst/>
                            </a:prstGeom>
                            <a:blipFill>
                              <a:blip r:embed="rId6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38300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00563576" id="Group 9" o:spid="_x0000_s1026" alt="Card front background graphic" style="position:absolute;margin-left:183.2pt;margin-top:0;width:234.4pt;height:719.9pt;z-index:-251651072;mso-width-percent:383;mso-height-percent:909;mso-position-horizontal:right;mso-position-horizontal-relative:margin;mso-position-vertical:top;mso-position-vertical-relative:margin;mso-width-percent:383;mso-height-percent:909" coordsize="29718,91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">
                <v:group id="Group 5" o:spid="_x0000_s1027" style="position:absolute;width:29718;height:41148" coordsize="29718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3" o:spid="_x0000_s1028" style="position:absolute;width:29718;height:4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" fillcolor="#03a996 [3204]" stroked="f" strokeweight="1pt"/>
                  <v:rect id="Rectangle 4" o:spid="_x0000_s1029" style="position:absolute;width:29718;height:4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" stroked="f" strokeweight="1pt">
                    <v:fill r:id="rId7" o:title="" recolor="t" rotate="t" type="frame"/>
                  </v:rect>
                </v:group>
                <v:group id="Group 6" o:spid="_x0000_s1030" style="position:absolute;top:50292;width:29718;height:41148" coordsize="29718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7" o:spid="_x0000_s1031" style="position:absolute;width:29718;height:4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" fillcolor="#03a996 [3204]" stroked="f" strokeweight="1pt"/>
                  <v:rect id="Rectangle 8" o:spid="_x0000_s1032" style="position:absolute;width:29718;height:4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" stroked="f" strokeweight="1pt">
                    <v:fill r:id="rId7" o:title="" recolor="t" rotate="t" type="frame"/>
                  </v:rect>
                </v:group>
                <w10:wrap anchorx="margin" anchory="margin"/>
              </v:group>
            </w:pict>
          </mc:Fallback>
        </mc:AlternateContent>
      </w:r>
    </w:p>
    <w:sectPr w:rsidR="009C300C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CC"/>
    <w:rsid w:val="004D1CCC"/>
    <w:rsid w:val="009C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56E9D"/>
  <w15:chartTrackingRefBased/>
  <w15:docId w15:val="{029422EA-63EE-48EC-88EE-E6EF1E51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D4436" w:themeColor="text2" w:themeTint="E6"/>
        <w:sz w:val="18"/>
        <w:lang w:val="en-US" w:eastAsia="ja-JP" w:bidi="ar-SA"/>
      </w:rPr>
    </w:rPrDefault>
    <w:pPrDefault>
      <w:pPr>
        <w:spacing w:after="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Organization">
    <w:name w:val="Organization"/>
    <w:basedOn w:val="Normal"/>
    <w:uiPriority w:val="1"/>
    <w:qFormat/>
    <w:pPr>
      <w:spacing w:line="216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  <w:sz w:val="24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120" w:line="192" w:lineRule="auto"/>
      <w:ind w:left="216" w:right="216"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10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1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hank%20you%20note%20cards%20(2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237E91EE924454AF25AA2849F05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0705C-16B4-44DD-B672-21B2D825E0E0}"/>
      </w:docPartPr>
      <w:docPartBody>
        <w:p w:rsidR="00000000" w:rsidRDefault="001F6C1C">
          <w:pPr>
            <w:pStyle w:val="E3237E91EE924454AF25AA2849F05D79"/>
          </w:pPr>
          <w:r>
            <w:t>[Company Name]</w:t>
          </w:r>
        </w:p>
      </w:docPartBody>
    </w:docPart>
    <w:docPart>
      <w:docPartPr>
        <w:name w:val="6C07CD928D1F43DE99501B0D7B142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49193-423F-4BA7-A838-831E670F7686}"/>
      </w:docPartPr>
      <w:docPartBody>
        <w:p w:rsidR="00000000" w:rsidRDefault="001F6C1C">
          <w:pPr>
            <w:pStyle w:val="6C07CD928D1F43DE99501B0D7B1428B8"/>
          </w:pPr>
          <w:r>
            <w:t>[Address, City, ST  ZIP Code]</w:t>
          </w:r>
        </w:p>
      </w:docPartBody>
    </w:docPart>
    <w:docPart>
      <w:docPartPr>
        <w:name w:val="2A1A73D0D48A4F0FB2C55939F6CA4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97DD5-4BD8-4D3C-8258-56453137E5B6}"/>
      </w:docPartPr>
      <w:docPartBody>
        <w:p w:rsidR="00000000" w:rsidRDefault="001F6C1C">
          <w:pPr>
            <w:pStyle w:val="2A1A73D0D48A4F0FB2C55939F6CA41A2"/>
          </w:pPr>
          <w:r>
            <w:t>[Telephone]</w:t>
          </w:r>
        </w:p>
      </w:docPartBody>
    </w:docPart>
    <w:docPart>
      <w:docPartPr>
        <w:name w:val="EB7E4F1067E84B4A9DB76EAB5C2AF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7D51A-75C1-4092-A268-A3DDA887E6AF}"/>
      </w:docPartPr>
      <w:docPartBody>
        <w:p w:rsidR="00000000" w:rsidRDefault="001F6C1C">
          <w:pPr>
            <w:pStyle w:val="EB7E4F1067E84B4A9DB76EAB5C2AF4A1"/>
          </w:pPr>
          <w:r>
            <w:t>[Web Address]</w:t>
          </w:r>
        </w:p>
      </w:docPartBody>
    </w:docPart>
    <w:docPart>
      <w:docPartPr>
        <w:name w:val="947311B7D284429DB9EDF1ACF6AB9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5504C-4384-4AA6-8BDE-8FE324924061}"/>
      </w:docPartPr>
      <w:docPartBody>
        <w:p w:rsidR="00000000" w:rsidRDefault="001F6C1C">
          <w:pPr>
            <w:pStyle w:val="947311B7D284429DB9EDF1ACF6AB9C5A"/>
          </w:pPr>
          <w:r>
            <w:t>Thank you!</w:t>
          </w:r>
        </w:p>
      </w:docPartBody>
    </w:docPart>
    <w:docPart>
      <w:docPartPr>
        <w:name w:val="F830CA63A9B04AFAA2FE27668865A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DDA35-665B-4C31-BAD0-40CD2F88F970}"/>
      </w:docPartPr>
      <w:docPartBody>
        <w:p w:rsidR="00000000" w:rsidRDefault="007F5C36" w:rsidP="007F5C36">
          <w:pPr>
            <w:pStyle w:val="F830CA63A9B04AFAA2FE27668865A337"/>
          </w:pPr>
          <w:r>
            <w:t>[Company Name]</w:t>
          </w:r>
        </w:p>
      </w:docPartBody>
    </w:docPart>
    <w:docPart>
      <w:docPartPr>
        <w:name w:val="A03BDDB92F1941449AB87A2E9AADE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2CDA9-922E-4676-B21D-BC95389F9DE1}"/>
      </w:docPartPr>
      <w:docPartBody>
        <w:p w:rsidR="00000000" w:rsidRDefault="007F5C36" w:rsidP="007F5C36">
          <w:pPr>
            <w:pStyle w:val="A03BDDB92F1941449AB87A2E9AADE293"/>
          </w:pPr>
          <w:r>
            <w:t>[Address, City, ST  ZIP Code]</w:t>
          </w:r>
        </w:p>
      </w:docPartBody>
    </w:docPart>
    <w:docPart>
      <w:docPartPr>
        <w:name w:val="310627ACDC3B49E6B063465C0A863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67BC0-F4B9-48CE-93F6-BF3FFAA271D3}"/>
      </w:docPartPr>
      <w:docPartBody>
        <w:p w:rsidR="00000000" w:rsidRDefault="007F5C36" w:rsidP="007F5C36">
          <w:pPr>
            <w:pStyle w:val="310627ACDC3B49E6B063465C0A8638FA"/>
          </w:pPr>
          <w:r>
            <w:t>[Telephone]</w:t>
          </w:r>
        </w:p>
      </w:docPartBody>
    </w:docPart>
    <w:docPart>
      <w:docPartPr>
        <w:name w:val="F539727D99D74FD98F6C5DF78BC03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014B3-D3DB-4F7F-8886-65E168A2E81A}"/>
      </w:docPartPr>
      <w:docPartBody>
        <w:p w:rsidR="00000000" w:rsidRDefault="007F5C36" w:rsidP="007F5C36">
          <w:pPr>
            <w:pStyle w:val="F539727D99D74FD98F6C5DF78BC0381A"/>
          </w:pPr>
          <w:r>
            <w:t>[Web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36"/>
    <w:rsid w:val="001F6C1C"/>
    <w:rsid w:val="007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237E91EE924454AF25AA2849F05D79">
    <w:name w:val="E3237E91EE924454AF25AA2849F05D79"/>
  </w:style>
  <w:style w:type="paragraph" w:customStyle="1" w:styleId="6C07CD928D1F43DE99501B0D7B1428B8">
    <w:name w:val="6C07CD928D1F43DE99501B0D7B1428B8"/>
  </w:style>
  <w:style w:type="paragraph" w:customStyle="1" w:styleId="2A1A73D0D48A4F0FB2C55939F6CA41A2">
    <w:name w:val="2A1A73D0D48A4F0FB2C55939F6CA41A2"/>
  </w:style>
  <w:style w:type="paragraph" w:customStyle="1" w:styleId="EB7E4F1067E84B4A9DB76EAB5C2AF4A1">
    <w:name w:val="EB7E4F1067E84B4A9DB76EAB5C2AF4A1"/>
  </w:style>
  <w:style w:type="paragraph" w:customStyle="1" w:styleId="947311B7D284429DB9EDF1ACF6AB9C5A">
    <w:name w:val="947311B7D284429DB9EDF1ACF6AB9C5A"/>
  </w:style>
  <w:style w:type="paragraph" w:customStyle="1" w:styleId="F830CA63A9B04AFAA2FE27668865A337">
    <w:name w:val="F830CA63A9B04AFAA2FE27668865A337"/>
    <w:rsid w:val="007F5C36"/>
  </w:style>
  <w:style w:type="paragraph" w:customStyle="1" w:styleId="A03BDDB92F1941449AB87A2E9AADE293">
    <w:name w:val="A03BDDB92F1941449AB87A2E9AADE293"/>
    <w:rsid w:val="007F5C36"/>
  </w:style>
  <w:style w:type="paragraph" w:customStyle="1" w:styleId="310627ACDC3B49E6B063465C0A8638FA">
    <w:name w:val="310627ACDC3B49E6B063465C0A8638FA"/>
    <w:rsid w:val="007F5C36"/>
  </w:style>
  <w:style w:type="paragraph" w:customStyle="1" w:styleId="F539727D99D74FD98F6C5DF78BC0381A">
    <w:name w:val="F539727D99D74FD98F6C5DF78BC0381A"/>
    <w:rsid w:val="007F5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appings xmlns="http://schemas.microsoft.com/props">
  <heading>Thank you!</heading>
</mapping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D9E840A-C9E7-42DC-B027-3A5ACBC906CB}">
  <ds:schemaRefs>
    <ds:schemaRef ds:uri="http://schemas.microsoft.com/props"/>
  </ds:schemaRefs>
</ds:datastoreItem>
</file>

<file path=customXml/itemProps2.xml><?xml version="1.0" encoding="utf-8"?>
<ds:datastoreItem xmlns:ds="http://schemas.openxmlformats.org/officeDocument/2006/customXml" ds:itemID="{563B6DF5-25B4-48D0-AFAA-885B73D8C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Thank you note cards (2 per page).dotx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NAME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2018-03-05T10:22:00Z</dcterms:created>
  <dcterms:modified xsi:type="dcterms:W3CDTF">2018-03-05T10:25:00Z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TC029118999991</vt:lpwstr>
  </property>
</Properties>
</file>