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2F3F6D" w:rsidRDefault="00C83AD9" w:rsidP="00C83AD9">
      <w:pPr>
        <w:jc w:val="center"/>
        <w:rPr>
          <w:rFonts w:ascii="Calibri" w:hAnsi="Calibri" w:cs="Calibri"/>
          <w:sz w:val="24"/>
          <w:szCs w:val="24"/>
        </w:rPr>
      </w:pPr>
      <w:r w:rsidRPr="002F3F6D">
        <w:rPr>
          <w:rFonts w:ascii="Calibri" w:hAnsi="Calibri" w:cs="Calibri"/>
          <w:sz w:val="24"/>
          <w:szCs w:val="24"/>
        </w:rPr>
        <w:t>Leave Application</w:t>
      </w:r>
    </w:p>
    <w:p w:rsidR="00C83AD9" w:rsidRPr="002F3F6D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2F3F6D" w:rsidTr="00B77650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F3F6D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2F3F6D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2F3F6D" w:rsidTr="00B77650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F3F6D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2F3F6D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2F3F6D" w:rsidTr="00B77650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2F3F6D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2F3F6D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2F3F6D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2F3F6D" w:rsidTr="00B77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2F3F6D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F3F6D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2F3F6D" w:rsidRDefault="002F3F6D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2F3F6D">
              <w:rPr>
                <w:rFonts w:ascii="Calibri" w:hAnsi="Calibri" w:cs="Calibri"/>
                <w:sz w:val="24"/>
                <w:szCs w:val="24"/>
              </w:rPr>
              <w:t>Casual Leave Application</w:t>
            </w:r>
          </w:p>
        </w:tc>
      </w:tr>
    </w:tbl>
    <w:p w:rsidR="00094804" w:rsidRPr="002F3F6D" w:rsidRDefault="00094804" w:rsidP="00094804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F3F6D">
        <w:rPr>
          <w:rFonts w:ascii="Calibri" w:eastAsia="Times New Roman" w:hAnsi="Calibri" w:cs="Calibri"/>
          <w:sz w:val="24"/>
          <w:szCs w:val="24"/>
        </w:rPr>
        <w:t>Respected Sir,</w:t>
      </w:r>
    </w:p>
    <w:p w:rsidR="002F3F6D" w:rsidRPr="002F3F6D" w:rsidRDefault="002F3F6D" w:rsidP="002F3F6D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F3F6D">
        <w:rPr>
          <w:rFonts w:ascii="Calibri" w:eastAsia="Times New Roman" w:hAnsi="Calibri" w:cs="Calibri"/>
          <w:sz w:val="24"/>
          <w:szCs w:val="24"/>
        </w:rPr>
        <w:t>Yesterday I received a letter from the tax department to clear the matter of my tax amount deposit. My tax payment for the house I purchased has some discrepancy that needs to be resolved in my presence at the National Tax Center.</w:t>
      </w:r>
    </w:p>
    <w:p w:rsidR="002F3F6D" w:rsidRPr="002F3F6D" w:rsidRDefault="002F3F6D" w:rsidP="002F3F6D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2F3F6D">
        <w:rPr>
          <w:rFonts w:ascii="Calibri" w:eastAsia="Times New Roman" w:hAnsi="Calibri" w:cs="Calibri"/>
          <w:sz w:val="24"/>
          <w:szCs w:val="24"/>
        </w:rPr>
        <w:t>To attend this and to resolve the matter I need three-hours leave from the office on Tuesday 27th of November from 9:00 A.M to 12:00 Noon. I</w:t>
      </w:r>
      <w:bookmarkStart w:id="0" w:name="_GoBack"/>
      <w:bookmarkEnd w:id="0"/>
      <w:r w:rsidRPr="002F3F6D">
        <w:rPr>
          <w:rFonts w:ascii="Calibri" w:eastAsia="Times New Roman" w:hAnsi="Calibri" w:cs="Calibri"/>
          <w:sz w:val="24"/>
          <w:szCs w:val="24"/>
        </w:rPr>
        <w:t xml:space="preserve"> shall be thankful to you for this approval.</w:t>
      </w:r>
    </w:p>
    <w:p w:rsidR="00C83AD9" w:rsidRPr="002F3F6D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2F3F6D">
        <w:rPr>
          <w:rFonts w:ascii="Calibri" w:hAnsi="Calibri" w:cs="Calibri"/>
        </w:rPr>
        <w:t>Your sincerely</w:t>
      </w:r>
    </w:p>
    <w:p w:rsidR="00933B8F" w:rsidRPr="002F3F6D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2F3F6D">
        <w:rPr>
          <w:rFonts w:ascii="Calibri" w:hAnsi="Calibri" w:cs="Calibri"/>
          <w:sz w:val="24"/>
          <w:szCs w:val="24"/>
        </w:rPr>
        <w:t>[Name Here]</w:t>
      </w:r>
    </w:p>
    <w:p w:rsidR="00C83AD9" w:rsidRPr="002F3F6D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2F3F6D">
        <w:rPr>
          <w:rFonts w:ascii="Calibri" w:hAnsi="Calibri" w:cs="Calibri"/>
          <w:sz w:val="24"/>
          <w:szCs w:val="24"/>
        </w:rPr>
        <w:t>[Designation]</w:t>
      </w:r>
    </w:p>
    <w:sectPr w:rsidR="00C83AD9" w:rsidRPr="002F3F6D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D80" w:rsidRDefault="00325D80" w:rsidP="00785540">
      <w:pPr>
        <w:spacing w:before="0"/>
      </w:pPr>
      <w:r>
        <w:separator/>
      </w:r>
    </w:p>
  </w:endnote>
  <w:endnote w:type="continuationSeparator" w:id="0">
    <w:p w:rsidR="00325D80" w:rsidRDefault="00325D80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325D80">
    <w:pPr>
      <w:pStyle w:val="Footer"/>
    </w:pPr>
  </w:p>
  <w:p w:rsidR="00B336C5" w:rsidRDefault="00325D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D80" w:rsidRDefault="00325D80" w:rsidP="00785540">
      <w:pPr>
        <w:spacing w:before="0"/>
      </w:pPr>
      <w:r>
        <w:separator/>
      </w:r>
    </w:p>
  </w:footnote>
  <w:footnote w:type="continuationSeparator" w:id="0">
    <w:p w:rsidR="00325D80" w:rsidRDefault="00325D80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092323"/>
    <w:rsid w:val="00094804"/>
    <w:rsid w:val="00222478"/>
    <w:rsid w:val="002837A7"/>
    <w:rsid w:val="00293B83"/>
    <w:rsid w:val="002F3F6D"/>
    <w:rsid w:val="00325D80"/>
    <w:rsid w:val="00340DE8"/>
    <w:rsid w:val="004B5A73"/>
    <w:rsid w:val="00595302"/>
    <w:rsid w:val="00697389"/>
    <w:rsid w:val="006A3CE7"/>
    <w:rsid w:val="00785540"/>
    <w:rsid w:val="00933B8F"/>
    <w:rsid w:val="00A11984"/>
    <w:rsid w:val="00B77650"/>
    <w:rsid w:val="00C83AD9"/>
    <w:rsid w:val="00CF33B4"/>
    <w:rsid w:val="00E05653"/>
    <w:rsid w:val="00E87284"/>
    <w:rsid w:val="00EB38E6"/>
    <w:rsid w:val="00F26190"/>
    <w:rsid w:val="00FA6762"/>
    <w:rsid w:val="00F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B9D9C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72780F" w:rsidRDefault="003F0576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72780F" w:rsidRDefault="003F0576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72780F" w:rsidRDefault="003F0576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72780F" w:rsidRDefault="003F0576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72780F" w:rsidRDefault="003F0576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72780F" w:rsidRDefault="003F0576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F0576"/>
    <w:rsid w:val="006A1FE4"/>
    <w:rsid w:val="0072780F"/>
    <w:rsid w:val="008F5789"/>
    <w:rsid w:val="00B756A1"/>
    <w:rsid w:val="00BD751B"/>
    <w:rsid w:val="00CD1762"/>
    <w:rsid w:val="00F0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2018-04-03T12:23:00Z</dcterms:created>
  <dcterms:modified xsi:type="dcterms:W3CDTF">2018-04-03T12:23:00Z</dcterms:modified>
</cp:coreProperties>
</file>