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386" w:rsidRPr="00F96893" w:rsidRDefault="00473386" w:rsidP="006C1E4F">
      <w:pPr>
        <w:rPr>
          <w:rFonts w:asciiTheme="majorHAnsi" w:hAnsiTheme="majorHAnsi" w:cstheme="majorHAnsi"/>
          <w:sz w:val="25"/>
          <w:szCs w:val="25"/>
        </w:rPr>
      </w:pPr>
    </w:p>
    <w:p w:rsidR="00582CF6" w:rsidRPr="00F96893" w:rsidRDefault="00582CF6" w:rsidP="006C1E4F">
      <w:pPr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t>Date</w:t>
      </w:r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  <w:t>Name</w:t>
      </w:r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</w:r>
    </w:p>
    <w:p w:rsidR="00F96893" w:rsidRPr="00F96893" w:rsidRDefault="00F96893" w:rsidP="00F9689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t>Dear Sofia,</w:t>
      </w:r>
    </w:p>
    <w:p w:rsidR="00F96893" w:rsidRPr="00F96893" w:rsidRDefault="00F96893" w:rsidP="00F9689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t>I am so sorry for hurting your feelings and making you sad. I love you but I never express properly. Instead, whenever you try to express your love, I reject you. I do not know why my feelings are so suppressed. I feel something but cannot express it.</w:t>
      </w:r>
    </w:p>
    <w:p w:rsidR="00F96893" w:rsidRPr="00F96893" w:rsidRDefault="00F96893" w:rsidP="00F9689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I know how hard it is when the person you love hurt your feelings. I realized it when you said that you do not want to continue with this relationship. </w:t>
      </w:r>
    </w:p>
    <w:p w:rsidR="00F96893" w:rsidRPr="00F96893" w:rsidRDefault="00F96893" w:rsidP="00F9689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Sofia, I cannot live without you! Even the thought makes me want to kill myself. I have tried calling you so many </w:t>
      </w:r>
      <w:proofErr w:type="gramStart"/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t>times</w:t>
      </w:r>
      <w:proofErr w:type="gramEnd"/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 but you never pick up which is why I am writing this letter and will slip it under your door. I hope you will read it and forgive me this time. </w:t>
      </w:r>
    </w:p>
    <w:p w:rsidR="00F96893" w:rsidRPr="00F96893" w:rsidRDefault="00F96893" w:rsidP="00F9689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t>I am so sorry!</w:t>
      </w:r>
    </w:p>
    <w:p w:rsidR="00F96893" w:rsidRPr="00F96893" w:rsidRDefault="00F96893" w:rsidP="00F9689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t>Love,</w:t>
      </w:r>
    </w:p>
    <w:p w:rsidR="00F96893" w:rsidRPr="00F96893" w:rsidRDefault="00F96893" w:rsidP="00F9689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F96893">
        <w:rPr>
          <w:rFonts w:asciiTheme="majorHAnsi" w:eastAsia="Times New Roman" w:hAnsiTheme="majorHAnsi" w:cstheme="majorHAnsi"/>
          <w:sz w:val="25"/>
          <w:szCs w:val="25"/>
          <w:lang w:eastAsia="en-US"/>
        </w:rPr>
        <w:t>Ryan.</w:t>
      </w:r>
      <w:bookmarkStart w:id="0" w:name="_GoBack"/>
      <w:bookmarkEnd w:id="0"/>
    </w:p>
    <w:p w:rsidR="008678F9" w:rsidRPr="00F96893" w:rsidRDefault="008678F9" w:rsidP="008D5B53">
      <w:pPr>
        <w:spacing w:before="100" w:beforeAutospacing="1" w:after="100" w:afterAutospacing="1" w:line="240" w:lineRule="auto"/>
        <w:rPr>
          <w:rFonts w:asciiTheme="majorHAnsi" w:hAnsiTheme="majorHAnsi" w:cstheme="majorHAnsi"/>
          <w:sz w:val="25"/>
          <w:szCs w:val="25"/>
        </w:rPr>
      </w:pPr>
    </w:p>
    <w:sectPr w:rsidR="008678F9" w:rsidRPr="00F96893" w:rsidSect="009F15FA">
      <w:headerReference w:type="default" r:id="rId7"/>
      <w:footerReference w:type="default" r:id="rId8"/>
      <w:footerReference w:type="first" r:id="rId9"/>
      <w:pgSz w:w="12240" w:h="15840"/>
      <w:pgMar w:top="1080" w:right="1350" w:bottom="1728" w:left="1080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E45" w:rsidRDefault="00AD4E45">
      <w:pPr>
        <w:spacing w:after="0" w:line="240" w:lineRule="auto"/>
      </w:pPr>
      <w:r>
        <w:separator/>
      </w:r>
    </w:p>
  </w:endnote>
  <w:endnote w:type="continuationSeparator" w:id="0">
    <w:p w:rsidR="00AD4E45" w:rsidRDefault="00AD4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Pr="00582CF6" w:rsidRDefault="00582CF6">
    <w:pPr>
      <w:pStyle w:val="Footer"/>
      <w:rPr>
        <w:iCs/>
        <w:color w:val="000000" w:themeColor="text1"/>
        <w:sz w:val="24"/>
      </w:rPr>
    </w:pPr>
    <w:r>
      <w:rPr>
        <w:rStyle w:val="Emphasis"/>
        <w:caps w:val="0"/>
        <w:sz w:val="24"/>
      </w:rPr>
      <w:t>w</w:t>
    </w:r>
    <w:r w:rsidRPr="00582CF6">
      <w:rPr>
        <w:rStyle w:val="Emphasis"/>
        <w:caps w:val="0"/>
        <w:sz w:val="24"/>
      </w:rPr>
      <w:t>ordexceltemplates.</w:t>
    </w:r>
    <w:r>
      <w:rPr>
        <w:rStyle w:val="Emphasis"/>
        <w:caps w:val="0"/>
        <w:sz w:val="24"/>
      </w:rPr>
      <w:t>c</w:t>
    </w:r>
    <w:r w:rsidRPr="00582CF6">
      <w:rPr>
        <w:rStyle w:val="Emphasis"/>
        <w:caps w:val="0"/>
        <w:sz w:val="24"/>
      </w:rPr>
      <w:t>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E45" w:rsidRDefault="00AD4E45">
      <w:pPr>
        <w:spacing w:after="0" w:line="240" w:lineRule="auto"/>
      </w:pPr>
      <w:r>
        <w:separator/>
      </w:r>
    </w:p>
  </w:footnote>
  <w:footnote w:type="continuationSeparator" w:id="0">
    <w:p w:rsidR="00AD4E45" w:rsidRDefault="00AD4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111594"/>
    <w:multiLevelType w:val="multilevel"/>
    <w:tmpl w:val="2240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0C187B"/>
    <w:rsid w:val="0014695B"/>
    <w:rsid w:val="001501DD"/>
    <w:rsid w:val="00190502"/>
    <w:rsid w:val="001D39BE"/>
    <w:rsid w:val="0024288E"/>
    <w:rsid w:val="00270F56"/>
    <w:rsid w:val="00343820"/>
    <w:rsid w:val="003B7B7B"/>
    <w:rsid w:val="00473386"/>
    <w:rsid w:val="004A5BD1"/>
    <w:rsid w:val="004F2108"/>
    <w:rsid w:val="00582CF6"/>
    <w:rsid w:val="00635C3C"/>
    <w:rsid w:val="006B524E"/>
    <w:rsid w:val="006C1E4F"/>
    <w:rsid w:val="00756B5A"/>
    <w:rsid w:val="00771338"/>
    <w:rsid w:val="008678F9"/>
    <w:rsid w:val="0088770C"/>
    <w:rsid w:val="008D5B53"/>
    <w:rsid w:val="00903D59"/>
    <w:rsid w:val="00996A5B"/>
    <w:rsid w:val="009E3C19"/>
    <w:rsid w:val="009F15FA"/>
    <w:rsid w:val="00A27CE8"/>
    <w:rsid w:val="00A46E92"/>
    <w:rsid w:val="00AB0187"/>
    <w:rsid w:val="00AD4E45"/>
    <w:rsid w:val="00C514AD"/>
    <w:rsid w:val="00CD5257"/>
    <w:rsid w:val="00D062F2"/>
    <w:rsid w:val="00D72043"/>
    <w:rsid w:val="00D92A23"/>
    <w:rsid w:val="00DA5A55"/>
    <w:rsid w:val="00F96893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58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2019-07-25T08:56:00Z</dcterms:created>
  <dcterms:modified xsi:type="dcterms:W3CDTF">2019-07-25T08:57:00Z</dcterms:modified>
</cp:coreProperties>
</file>